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10" w:color="auto" w:fill="auto"/>
        <w:tblLook w:val="01E0" w:firstRow="1" w:lastRow="1" w:firstColumn="1" w:lastColumn="1" w:noHBand="0" w:noVBand="0"/>
      </w:tblPr>
      <w:tblGrid>
        <w:gridCol w:w="9326"/>
      </w:tblGrid>
      <w:tr w:rsidR="00F064AB" w:rsidRPr="001B3E4C" w14:paraId="13B649B4" w14:textId="77777777" w:rsidTr="00F67AE3">
        <w:tc>
          <w:tcPr>
            <w:tcW w:w="9572" w:type="dxa"/>
            <w:tcBorders>
              <w:top w:val="single" w:sz="12" w:space="0" w:color="auto"/>
              <w:left w:val="single" w:sz="12" w:space="0" w:color="auto"/>
              <w:bottom w:val="single" w:sz="12" w:space="0" w:color="auto"/>
              <w:right w:val="single" w:sz="12" w:space="0" w:color="auto"/>
            </w:tcBorders>
            <w:shd w:val="pct10" w:color="auto" w:fill="auto"/>
          </w:tcPr>
          <w:p w14:paraId="11B13A9F" w14:textId="2338346F" w:rsidR="00F064AB" w:rsidRPr="001B3E4C" w:rsidRDefault="00414677" w:rsidP="00414677">
            <w:pPr>
              <w:pStyle w:val="Heading1"/>
              <w:tabs>
                <w:tab w:val="center" w:pos="4819"/>
              </w:tabs>
              <w:spacing w:before="240"/>
              <w:jc w:val="center"/>
              <w:rPr>
                <w:color w:val="auto"/>
                <w:sz w:val="36"/>
                <w:szCs w:val="36"/>
              </w:rPr>
            </w:pPr>
            <w:r w:rsidRPr="001B3E4C">
              <w:rPr>
                <w:color w:val="auto"/>
                <w:sz w:val="36"/>
                <w:szCs w:val="36"/>
              </w:rPr>
              <w:t>S</w:t>
            </w:r>
            <w:r w:rsidR="00F064AB" w:rsidRPr="001B3E4C">
              <w:rPr>
                <w:color w:val="auto"/>
                <w:sz w:val="36"/>
                <w:szCs w:val="36"/>
              </w:rPr>
              <w:t xml:space="preserve">afeguarding </w:t>
            </w:r>
            <w:r w:rsidR="005206BD" w:rsidRPr="001B3E4C">
              <w:rPr>
                <w:color w:val="auto"/>
                <w:sz w:val="36"/>
                <w:szCs w:val="36"/>
              </w:rPr>
              <w:t xml:space="preserve">and Child Protection </w:t>
            </w:r>
            <w:r w:rsidR="006228FC">
              <w:rPr>
                <w:color w:val="auto"/>
                <w:sz w:val="36"/>
                <w:szCs w:val="36"/>
              </w:rPr>
              <w:t>P</w:t>
            </w:r>
            <w:r w:rsidR="00F064AB" w:rsidRPr="001B3E4C">
              <w:rPr>
                <w:color w:val="auto"/>
                <w:sz w:val="36"/>
                <w:szCs w:val="36"/>
              </w:rPr>
              <w:t>olicy</w:t>
            </w:r>
          </w:p>
          <w:p w14:paraId="195537A5" w14:textId="41277B4F" w:rsidR="00F064AB" w:rsidRPr="00617CAD" w:rsidRDefault="00F064AB" w:rsidP="00414677">
            <w:pPr>
              <w:spacing w:before="240" w:after="120"/>
              <w:jc w:val="right"/>
              <w:rPr>
                <w:iCs/>
                <w:color w:val="FF0000"/>
              </w:rPr>
            </w:pPr>
          </w:p>
        </w:tc>
      </w:tr>
    </w:tbl>
    <w:p w14:paraId="672A6659" w14:textId="77777777" w:rsidR="00F064AB" w:rsidRPr="001B3E4C" w:rsidRDefault="00F064AB" w:rsidP="00F064AB">
      <w:pPr>
        <w:rPr>
          <w:sz w:val="28"/>
          <w:szCs w:val="28"/>
        </w:rPr>
      </w:pPr>
    </w:p>
    <w:p w14:paraId="3E7A9F1C" w14:textId="77777777" w:rsidR="00F064AB" w:rsidRPr="00B23535" w:rsidRDefault="00F064AB" w:rsidP="00E844C5">
      <w:pPr>
        <w:jc w:val="both"/>
        <w:rPr>
          <w:b/>
          <w:sz w:val="26"/>
          <w:szCs w:val="26"/>
        </w:rPr>
      </w:pPr>
      <w:r w:rsidRPr="00B23535">
        <w:rPr>
          <w:b/>
          <w:sz w:val="26"/>
          <w:szCs w:val="26"/>
        </w:rPr>
        <w:t>Introduction</w:t>
      </w:r>
    </w:p>
    <w:p w14:paraId="1C8CDBDC" w14:textId="783FC2F7" w:rsidR="00F064AB" w:rsidRPr="004057A1" w:rsidRDefault="004057A1" w:rsidP="00E109CF">
      <w:pPr>
        <w:jc w:val="both"/>
      </w:pPr>
      <w:r w:rsidRPr="004057A1">
        <w:t xml:space="preserve">Gorefield Pre-School </w:t>
      </w:r>
      <w:r w:rsidR="00F064AB" w:rsidRPr="004057A1">
        <w:t>fully recognises the responsibility to have arrangements in place to safeguard and promote the welfare of all children.</w:t>
      </w:r>
      <w:r w:rsidR="00E109CF" w:rsidRPr="004057A1">
        <w:t xml:space="preserve"> </w:t>
      </w:r>
      <w:r w:rsidR="00F064AB" w:rsidRPr="004057A1">
        <w:t xml:space="preserve">Our policy applies to all staff, paid and unpaid, working in the setting, including </w:t>
      </w:r>
      <w:r w:rsidR="473A6F1B" w:rsidRPr="004057A1">
        <w:t xml:space="preserve">agency staff, </w:t>
      </w:r>
      <w:r w:rsidR="2B1E2F8B" w:rsidRPr="004057A1">
        <w:t>volunteers,</w:t>
      </w:r>
      <w:r w:rsidR="00BD6CEF" w:rsidRPr="004057A1">
        <w:t xml:space="preserve"> and students</w:t>
      </w:r>
      <w:r w:rsidR="00F064AB" w:rsidRPr="004057A1">
        <w:t xml:space="preserve">, all of whom have a vital role in safeguarding children. Concerned parents may also contact the setting’s Designated </w:t>
      </w:r>
      <w:r w:rsidR="104B432B" w:rsidRPr="004057A1">
        <w:t>Safeguarding Leads</w:t>
      </w:r>
      <w:r w:rsidR="00F064AB" w:rsidRPr="004057A1">
        <w:t xml:space="preserve"> for</w:t>
      </w:r>
      <w:r w:rsidR="0012149E" w:rsidRPr="004057A1">
        <w:t xml:space="preserve"> Child Protection.</w:t>
      </w:r>
    </w:p>
    <w:p w14:paraId="0A37501D" w14:textId="77777777" w:rsidR="00E109CF" w:rsidRPr="004057A1" w:rsidRDefault="00E109CF" w:rsidP="00E109CF">
      <w:pPr>
        <w:jc w:val="both"/>
      </w:pPr>
    </w:p>
    <w:p w14:paraId="7DF1CB70" w14:textId="77777777" w:rsidR="000532FE" w:rsidRPr="004057A1" w:rsidRDefault="00F064AB" w:rsidP="00E109CF">
      <w:pPr>
        <w:jc w:val="both"/>
      </w:pPr>
      <w:r w:rsidRPr="004057A1">
        <w:t xml:space="preserve">This policy sets out how the setting </w:t>
      </w:r>
      <w:bookmarkStart w:id="0" w:name="_Int_JLxuGIKu"/>
      <w:r w:rsidRPr="004057A1">
        <w:t>complies with</w:t>
      </w:r>
      <w:bookmarkEnd w:id="0"/>
      <w:r w:rsidRPr="004057A1">
        <w:t xml:space="preserve"> </w:t>
      </w:r>
      <w:r w:rsidR="00B04C81" w:rsidRPr="004057A1">
        <w:t xml:space="preserve">their </w:t>
      </w:r>
      <w:r w:rsidRPr="004057A1">
        <w:t>statutory responsibilities relating to safeguarding and promoting the welfare of children who attend the setting. The policy will be reviewed regularly, annually as a minimum.</w:t>
      </w:r>
    </w:p>
    <w:p w14:paraId="5DAB6C7B" w14:textId="77777777" w:rsidR="00E109CF" w:rsidRPr="004057A1" w:rsidRDefault="00E109CF" w:rsidP="00E109CF">
      <w:pPr>
        <w:jc w:val="both"/>
      </w:pPr>
    </w:p>
    <w:p w14:paraId="1C241837" w14:textId="2F1ECFA9" w:rsidR="00E109CF" w:rsidRPr="004057A1" w:rsidRDefault="00BD6CEF" w:rsidP="1228D90E">
      <w:pPr>
        <w:tabs>
          <w:tab w:val="left" w:pos="709"/>
        </w:tabs>
        <w:spacing w:after="240"/>
        <w:ind w:right="-54"/>
        <w:contextualSpacing/>
        <w:jc w:val="both"/>
      </w:pPr>
      <w:r w:rsidRPr="004057A1">
        <w:rPr>
          <w:b/>
          <w:bCs/>
        </w:rPr>
        <w:t>This policy must be read alongside setting’s Safeguarding and Child Protection Policy Appendix A</w:t>
      </w:r>
      <w:r w:rsidR="004B5206" w:rsidRPr="004057A1">
        <w:rPr>
          <w:noProof/>
        </w:rPr>
        <mc:AlternateContent>
          <mc:Choice Requires="wps">
            <w:drawing>
              <wp:anchor distT="45720" distB="45720" distL="114300" distR="114300" simplePos="0" relativeHeight="251658269" behindDoc="0" locked="0" layoutInCell="1" allowOverlap="1" wp14:anchorId="6E895630" wp14:editId="07777777">
                <wp:simplePos x="0" y="0"/>
                <wp:positionH relativeFrom="column">
                  <wp:posOffset>29845</wp:posOffset>
                </wp:positionH>
                <wp:positionV relativeFrom="paragraph">
                  <wp:posOffset>3165475</wp:posOffset>
                </wp:positionV>
                <wp:extent cx="5838825" cy="2397125"/>
                <wp:effectExtent l="0" t="0" r="0" b="0"/>
                <wp:wrapSquare wrapText="bothSides"/>
                <wp:docPr id="7012779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2397125"/>
                        </a:xfrm>
                        <a:prstGeom prst="rect">
                          <a:avLst/>
                        </a:prstGeom>
                        <a:solidFill>
                          <a:srgbClr val="FFFFFF"/>
                        </a:solidFill>
                        <a:ln w="9525">
                          <a:solidFill>
                            <a:srgbClr val="000000"/>
                          </a:solidFill>
                          <a:miter lim="800000"/>
                          <a:headEnd/>
                          <a:tailEnd/>
                        </a:ln>
                      </wps:spPr>
                      <wps:txbx>
                        <w:txbxContent>
                          <w:p w14:paraId="210B3BCC" w14:textId="33C1162C" w:rsidR="00205BB6" w:rsidRPr="00400BC7" w:rsidRDefault="00205BB6" w:rsidP="00205BB6">
                            <w:pPr>
                              <w:jc w:val="both"/>
                              <w:rPr>
                                <w:b/>
                                <w:sz w:val="28"/>
                                <w:szCs w:val="28"/>
                              </w:rPr>
                            </w:pPr>
                            <w:r w:rsidRPr="004057A1">
                              <w:rPr>
                                <w:b/>
                                <w:sz w:val="28"/>
                                <w:szCs w:val="28"/>
                              </w:rPr>
                              <w:t>Designated</w:t>
                            </w:r>
                            <w:r w:rsidR="004B7D52" w:rsidRPr="004057A1">
                              <w:rPr>
                                <w:b/>
                                <w:sz w:val="28"/>
                                <w:szCs w:val="28"/>
                              </w:rPr>
                              <w:t xml:space="preserve"> Safeguarding Lead</w:t>
                            </w:r>
                            <w:r w:rsidR="00132ED8" w:rsidRPr="004057A1">
                              <w:rPr>
                                <w:b/>
                                <w:sz w:val="28"/>
                                <w:szCs w:val="28"/>
                              </w:rPr>
                              <w:t xml:space="preserve">(s) </w:t>
                            </w:r>
                            <w:r w:rsidR="00B56EA1">
                              <w:rPr>
                                <w:b/>
                                <w:sz w:val="28"/>
                                <w:szCs w:val="28"/>
                              </w:rPr>
                              <w:t>in our setting</w:t>
                            </w:r>
                            <w:r w:rsidRPr="00400BC7">
                              <w:rPr>
                                <w:b/>
                                <w:sz w:val="28"/>
                                <w:szCs w:val="28"/>
                              </w:rPr>
                              <w:t>:</w:t>
                            </w:r>
                          </w:p>
                          <w:p w14:paraId="02EB378F" w14:textId="77777777" w:rsidR="00205BB6" w:rsidRDefault="00205BB6" w:rsidP="00205BB6">
                            <w:pPr>
                              <w:jc w:val="both"/>
                              <w:rPr>
                                <w:b/>
                                <w:sz w:val="28"/>
                                <w:szCs w:val="28"/>
                              </w:rPr>
                            </w:pPr>
                          </w:p>
                          <w:p w14:paraId="6A05A809" w14:textId="77777777" w:rsidR="00205BB6" w:rsidRPr="00400BC7" w:rsidRDefault="00205BB6" w:rsidP="00205BB6">
                            <w:pPr>
                              <w:jc w:val="both"/>
                              <w:rPr>
                                <w:b/>
                                <w:sz w:val="28"/>
                                <w:szCs w:val="28"/>
                              </w:rPr>
                            </w:pPr>
                          </w:p>
                          <w:p w14:paraId="5ED90B35" w14:textId="2CF92520" w:rsidR="00205BB6" w:rsidRPr="00400BC7" w:rsidRDefault="00205BB6" w:rsidP="00205BB6">
                            <w:pPr>
                              <w:jc w:val="both"/>
                              <w:rPr>
                                <w:b/>
                                <w:sz w:val="28"/>
                                <w:szCs w:val="28"/>
                              </w:rPr>
                            </w:pPr>
                            <w:r w:rsidRPr="00400BC7">
                              <w:rPr>
                                <w:b/>
                                <w:sz w:val="28"/>
                                <w:szCs w:val="28"/>
                              </w:rPr>
                              <w:t>Name:</w:t>
                            </w:r>
                            <w:r w:rsidR="004057A1">
                              <w:rPr>
                                <w:b/>
                                <w:sz w:val="28"/>
                                <w:szCs w:val="28"/>
                              </w:rPr>
                              <w:t xml:space="preserve"> Christine Kaye </w:t>
                            </w:r>
                          </w:p>
                          <w:p w14:paraId="5A39BBE3" w14:textId="77777777" w:rsidR="00205BB6" w:rsidRDefault="00205BB6" w:rsidP="00205BB6">
                            <w:pPr>
                              <w:jc w:val="both"/>
                              <w:rPr>
                                <w:b/>
                                <w:sz w:val="28"/>
                                <w:szCs w:val="28"/>
                              </w:rPr>
                            </w:pPr>
                          </w:p>
                          <w:p w14:paraId="41C8F396" w14:textId="77777777" w:rsidR="00205BB6" w:rsidRPr="00400BC7" w:rsidRDefault="00205BB6" w:rsidP="00205BB6">
                            <w:pPr>
                              <w:jc w:val="both"/>
                              <w:rPr>
                                <w:b/>
                                <w:sz w:val="28"/>
                                <w:szCs w:val="28"/>
                              </w:rPr>
                            </w:pPr>
                          </w:p>
                          <w:p w14:paraId="0871540E" w14:textId="23EA0264" w:rsidR="00205BB6" w:rsidRPr="00400BC7" w:rsidRDefault="00205BB6" w:rsidP="00205BB6">
                            <w:pPr>
                              <w:jc w:val="both"/>
                              <w:rPr>
                                <w:b/>
                                <w:sz w:val="28"/>
                                <w:szCs w:val="28"/>
                              </w:rPr>
                            </w:pPr>
                            <w:r w:rsidRPr="00400BC7">
                              <w:rPr>
                                <w:b/>
                                <w:sz w:val="28"/>
                                <w:szCs w:val="28"/>
                              </w:rPr>
                              <w:t>Name:</w:t>
                            </w:r>
                            <w:r w:rsidR="004057A1">
                              <w:rPr>
                                <w:b/>
                                <w:sz w:val="28"/>
                                <w:szCs w:val="28"/>
                              </w:rPr>
                              <w:t xml:space="preserve"> Sophie Hircock </w:t>
                            </w:r>
                          </w:p>
                          <w:p w14:paraId="72A3D3EC" w14:textId="77777777" w:rsidR="00205BB6" w:rsidRPr="00B56EA1" w:rsidRDefault="00205BB6">
                            <w:pPr>
                              <w:rPr>
                                <w:b/>
                                <w:sz w:val="28"/>
                                <w:szCs w:val="28"/>
                              </w:rPr>
                            </w:pPr>
                          </w:p>
                          <w:p w14:paraId="0D0B940D" w14:textId="77777777" w:rsidR="00B56EA1" w:rsidRPr="00B56EA1" w:rsidRDefault="00B56EA1">
                            <w:pPr>
                              <w:rPr>
                                <w:b/>
                                <w:sz w:val="28"/>
                                <w:szCs w:val="28"/>
                              </w:rPr>
                            </w:pPr>
                          </w:p>
                          <w:p w14:paraId="0E27B00A" w14:textId="77777777" w:rsidR="00B56EA1" w:rsidRDefault="00B56EA1">
                            <w:pPr>
                              <w:rPr>
                                <w:b/>
                                <w:sz w:val="28"/>
                                <w:szCs w:val="28"/>
                              </w:rPr>
                            </w:pPr>
                          </w:p>
                          <w:p w14:paraId="60061E4C" w14:textId="77777777" w:rsidR="00B56EA1" w:rsidRPr="00B56EA1" w:rsidRDefault="00B56EA1">
                            <w:pPr>
                              <w:rPr>
                                <w:b/>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895630" id="_x0000_t202" coordsize="21600,21600" o:spt="202" path="m,l,21600r21600,l21600,xe">
                <v:stroke joinstyle="miter"/>
                <v:path gradientshapeok="t" o:connecttype="rect"/>
              </v:shapetype>
              <v:shape id="Text Box 2" o:spid="_x0000_s1026" type="#_x0000_t202" style="position:absolute;left:0;text-align:left;margin-left:2.35pt;margin-top:249.25pt;width:459.75pt;height:188.75pt;z-index:25165826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">
                <v:textbox>
                  <w:txbxContent>
                    <w:p w14:paraId="210B3BCC" w14:textId="33C1162C" w:rsidR="00205BB6" w:rsidRPr="00400BC7" w:rsidRDefault="00205BB6" w:rsidP="00205BB6">
                      <w:pPr>
                        <w:jc w:val="both"/>
                        <w:rPr>
                          <w:b/>
                          <w:sz w:val="28"/>
                          <w:szCs w:val="28"/>
                        </w:rPr>
                      </w:pPr>
                      <w:r w:rsidRPr="004057A1">
                        <w:rPr>
                          <w:b/>
                          <w:sz w:val="28"/>
                          <w:szCs w:val="28"/>
                        </w:rPr>
                        <w:t>Designated</w:t>
                      </w:r>
                      <w:r w:rsidR="004B7D52" w:rsidRPr="004057A1">
                        <w:rPr>
                          <w:b/>
                          <w:sz w:val="28"/>
                          <w:szCs w:val="28"/>
                        </w:rPr>
                        <w:t xml:space="preserve"> Safeguarding Lead</w:t>
                      </w:r>
                      <w:r w:rsidR="00132ED8" w:rsidRPr="004057A1">
                        <w:rPr>
                          <w:b/>
                          <w:sz w:val="28"/>
                          <w:szCs w:val="28"/>
                        </w:rPr>
                        <w:t xml:space="preserve">(s) </w:t>
                      </w:r>
                      <w:r w:rsidR="00B56EA1">
                        <w:rPr>
                          <w:b/>
                          <w:sz w:val="28"/>
                          <w:szCs w:val="28"/>
                        </w:rPr>
                        <w:t>in our setting</w:t>
                      </w:r>
                      <w:r w:rsidRPr="00400BC7">
                        <w:rPr>
                          <w:b/>
                          <w:sz w:val="28"/>
                          <w:szCs w:val="28"/>
                        </w:rPr>
                        <w:t>:</w:t>
                      </w:r>
                    </w:p>
                    <w:p w14:paraId="02EB378F" w14:textId="77777777" w:rsidR="00205BB6" w:rsidRDefault="00205BB6" w:rsidP="00205BB6">
                      <w:pPr>
                        <w:jc w:val="both"/>
                        <w:rPr>
                          <w:b/>
                          <w:sz w:val="28"/>
                          <w:szCs w:val="28"/>
                        </w:rPr>
                      </w:pPr>
                    </w:p>
                    <w:p w14:paraId="6A05A809" w14:textId="77777777" w:rsidR="00205BB6" w:rsidRPr="00400BC7" w:rsidRDefault="00205BB6" w:rsidP="00205BB6">
                      <w:pPr>
                        <w:jc w:val="both"/>
                        <w:rPr>
                          <w:b/>
                          <w:sz w:val="28"/>
                          <w:szCs w:val="28"/>
                        </w:rPr>
                      </w:pPr>
                    </w:p>
                    <w:p w14:paraId="5ED90B35" w14:textId="2CF92520" w:rsidR="00205BB6" w:rsidRPr="00400BC7" w:rsidRDefault="00205BB6" w:rsidP="00205BB6">
                      <w:pPr>
                        <w:jc w:val="both"/>
                        <w:rPr>
                          <w:b/>
                          <w:sz w:val="28"/>
                          <w:szCs w:val="28"/>
                        </w:rPr>
                      </w:pPr>
                      <w:r w:rsidRPr="00400BC7">
                        <w:rPr>
                          <w:b/>
                          <w:sz w:val="28"/>
                          <w:szCs w:val="28"/>
                        </w:rPr>
                        <w:t>Name:</w:t>
                      </w:r>
                      <w:r w:rsidR="004057A1">
                        <w:rPr>
                          <w:b/>
                          <w:sz w:val="28"/>
                          <w:szCs w:val="28"/>
                        </w:rPr>
                        <w:t xml:space="preserve"> Christine Kaye </w:t>
                      </w:r>
                    </w:p>
                    <w:p w14:paraId="5A39BBE3" w14:textId="77777777" w:rsidR="00205BB6" w:rsidRDefault="00205BB6" w:rsidP="00205BB6">
                      <w:pPr>
                        <w:jc w:val="both"/>
                        <w:rPr>
                          <w:b/>
                          <w:sz w:val="28"/>
                          <w:szCs w:val="28"/>
                        </w:rPr>
                      </w:pPr>
                    </w:p>
                    <w:p w14:paraId="41C8F396" w14:textId="77777777" w:rsidR="00205BB6" w:rsidRPr="00400BC7" w:rsidRDefault="00205BB6" w:rsidP="00205BB6">
                      <w:pPr>
                        <w:jc w:val="both"/>
                        <w:rPr>
                          <w:b/>
                          <w:sz w:val="28"/>
                          <w:szCs w:val="28"/>
                        </w:rPr>
                      </w:pPr>
                    </w:p>
                    <w:p w14:paraId="0871540E" w14:textId="23EA0264" w:rsidR="00205BB6" w:rsidRPr="00400BC7" w:rsidRDefault="00205BB6" w:rsidP="00205BB6">
                      <w:pPr>
                        <w:jc w:val="both"/>
                        <w:rPr>
                          <w:b/>
                          <w:sz w:val="28"/>
                          <w:szCs w:val="28"/>
                        </w:rPr>
                      </w:pPr>
                      <w:r w:rsidRPr="00400BC7">
                        <w:rPr>
                          <w:b/>
                          <w:sz w:val="28"/>
                          <w:szCs w:val="28"/>
                        </w:rPr>
                        <w:t>Name:</w:t>
                      </w:r>
                      <w:r w:rsidR="004057A1">
                        <w:rPr>
                          <w:b/>
                          <w:sz w:val="28"/>
                          <w:szCs w:val="28"/>
                        </w:rPr>
                        <w:t xml:space="preserve"> Sophie Hircock </w:t>
                      </w:r>
                    </w:p>
                    <w:p w14:paraId="72A3D3EC" w14:textId="77777777" w:rsidR="00205BB6" w:rsidRPr="00B56EA1" w:rsidRDefault="00205BB6">
                      <w:pPr>
                        <w:rPr>
                          <w:b/>
                          <w:sz w:val="28"/>
                          <w:szCs w:val="28"/>
                        </w:rPr>
                      </w:pPr>
                    </w:p>
                    <w:p w14:paraId="0D0B940D" w14:textId="77777777" w:rsidR="00B56EA1" w:rsidRPr="00B56EA1" w:rsidRDefault="00B56EA1">
                      <w:pPr>
                        <w:rPr>
                          <w:b/>
                          <w:sz w:val="28"/>
                          <w:szCs w:val="28"/>
                        </w:rPr>
                      </w:pPr>
                    </w:p>
                    <w:p w14:paraId="0E27B00A" w14:textId="77777777" w:rsidR="00B56EA1" w:rsidRDefault="00B56EA1">
                      <w:pPr>
                        <w:rPr>
                          <w:b/>
                          <w:sz w:val="28"/>
                          <w:szCs w:val="28"/>
                        </w:rPr>
                      </w:pPr>
                    </w:p>
                    <w:p w14:paraId="60061E4C" w14:textId="77777777" w:rsidR="00B56EA1" w:rsidRPr="00B56EA1" w:rsidRDefault="00B56EA1">
                      <w:pPr>
                        <w:rPr>
                          <w:b/>
                          <w:sz w:val="28"/>
                          <w:szCs w:val="28"/>
                        </w:rPr>
                      </w:pPr>
                    </w:p>
                  </w:txbxContent>
                </v:textbox>
                <w10:wrap type="square"/>
              </v:shape>
            </w:pict>
          </mc:Fallback>
        </mc:AlternateContent>
      </w:r>
      <w:r w:rsidR="00E109CF" w:rsidRPr="004057A1">
        <w:t>; which</w:t>
      </w:r>
      <w:r w:rsidRPr="004057A1">
        <w:t xml:space="preserve"> provides staff, </w:t>
      </w:r>
      <w:r w:rsidR="00036262" w:rsidRPr="004057A1">
        <w:t>including agency staff,</w:t>
      </w:r>
      <w:r w:rsidR="00036262" w:rsidRPr="004057A1">
        <w:rPr>
          <w:bCs/>
          <w:szCs w:val="24"/>
        </w:rPr>
        <w:t xml:space="preserve"> </w:t>
      </w:r>
      <w:r w:rsidRPr="004057A1">
        <w:t xml:space="preserve">volunteers, </w:t>
      </w:r>
      <w:r w:rsidR="2D8653CD" w:rsidRPr="004057A1">
        <w:t>students,</w:t>
      </w:r>
      <w:r w:rsidRPr="004057A1">
        <w:t xml:space="preserve"> and parents/carers with details about specific safeguarding concerns that may </w:t>
      </w:r>
      <w:r w:rsidR="4B854829" w:rsidRPr="004057A1">
        <w:t>change</w:t>
      </w:r>
      <w:r w:rsidRPr="004057A1">
        <w:t xml:space="preserve"> on the welfare of children in their c</w:t>
      </w:r>
      <w:r w:rsidR="00FA6314" w:rsidRPr="004057A1">
        <w:t xml:space="preserve">are or living </w:t>
      </w:r>
      <w:r w:rsidR="00E109CF" w:rsidRPr="004057A1">
        <w:t>locally. As a society w</w:t>
      </w:r>
      <w:r w:rsidRPr="004057A1">
        <w:t xml:space="preserve">e all have </w:t>
      </w:r>
      <w:r w:rsidR="00E109CF" w:rsidRPr="004057A1">
        <w:t xml:space="preserve">a duty to safeguarding </w:t>
      </w:r>
      <w:r w:rsidR="44ECDB50" w:rsidRPr="004057A1">
        <w:t>children,</w:t>
      </w:r>
      <w:r w:rsidR="00E109CF" w:rsidRPr="004057A1">
        <w:t xml:space="preserve"> but it is particularly</w:t>
      </w:r>
      <w:r w:rsidRPr="004057A1">
        <w:t xml:space="preserve"> important that those workin</w:t>
      </w:r>
      <w:r w:rsidR="00E109CF" w:rsidRPr="004057A1">
        <w:t>g or volunteering with children</w:t>
      </w:r>
      <w:r w:rsidRPr="004057A1">
        <w:t xml:space="preserve"> </w:t>
      </w:r>
      <w:bookmarkStart w:id="1" w:name="_Int_GOpAQYm4"/>
      <w:r w:rsidRPr="004057A1">
        <w:t>remain</w:t>
      </w:r>
      <w:bookmarkEnd w:id="1"/>
      <w:r w:rsidRPr="004057A1">
        <w:t xml:space="preserve"> </w:t>
      </w:r>
      <w:r w:rsidR="00E109CF" w:rsidRPr="004057A1">
        <w:t>vigilant to the</w:t>
      </w:r>
      <w:r w:rsidRPr="004057A1">
        <w:t xml:space="preserve"> signs and indicators</w:t>
      </w:r>
      <w:r w:rsidR="00E109CF" w:rsidRPr="004057A1">
        <w:t xml:space="preserve"> of abuse</w:t>
      </w:r>
      <w:r w:rsidR="1FA229D4" w:rsidRPr="004057A1">
        <w:t xml:space="preserve">, </w:t>
      </w:r>
      <w:r w:rsidR="2A05B450" w:rsidRPr="004057A1">
        <w:t>neglect,</w:t>
      </w:r>
      <w:r w:rsidR="4119CE6C" w:rsidRPr="004057A1">
        <w:t xml:space="preserve"> and exploitation. </w:t>
      </w:r>
      <w:r w:rsidRPr="004057A1">
        <w:t>Staff</w:t>
      </w:r>
      <w:r w:rsidR="00E109CF" w:rsidRPr="004057A1">
        <w:rPr>
          <w:bCs/>
          <w:szCs w:val="24"/>
        </w:rPr>
        <w:t xml:space="preserve">, </w:t>
      </w:r>
      <w:r w:rsidR="00036262" w:rsidRPr="004057A1">
        <w:t>agency staff</w:t>
      </w:r>
      <w:r w:rsidR="00036262" w:rsidRPr="004057A1">
        <w:rPr>
          <w:bCs/>
          <w:szCs w:val="24"/>
        </w:rPr>
        <w:t xml:space="preserve">, </w:t>
      </w:r>
      <w:r w:rsidR="00E109CF" w:rsidRPr="004057A1">
        <w:t>volunteers and students</w:t>
      </w:r>
      <w:r w:rsidRPr="004057A1">
        <w:t xml:space="preserve"> should be familiar with the safe</w:t>
      </w:r>
      <w:r w:rsidR="00E109CF" w:rsidRPr="004057A1">
        <w:t>guarding procedures within the</w:t>
      </w:r>
      <w:r w:rsidRPr="004057A1">
        <w:t xml:space="preserve"> setting and know how to respond to concerns about children or adults. </w:t>
      </w:r>
    </w:p>
    <w:p w14:paraId="4101652C" w14:textId="77777777" w:rsidR="00E109CF" w:rsidRPr="004057A1" w:rsidRDefault="00E109CF" w:rsidP="00E109CF">
      <w:pPr>
        <w:tabs>
          <w:tab w:val="left" w:pos="-720"/>
          <w:tab w:val="left" w:pos="709"/>
        </w:tabs>
        <w:spacing w:after="240"/>
        <w:ind w:right="-54"/>
        <w:contextualSpacing/>
        <w:jc w:val="both"/>
        <w:rPr>
          <w:bCs/>
          <w:szCs w:val="24"/>
        </w:rPr>
      </w:pPr>
    </w:p>
    <w:p w14:paraId="049B9759" w14:textId="4D32BA99" w:rsidR="005A317E" w:rsidRPr="004057A1" w:rsidRDefault="005A317E" w:rsidP="00E109CF">
      <w:pPr>
        <w:tabs>
          <w:tab w:val="num" w:pos="1080"/>
        </w:tabs>
        <w:spacing w:after="240"/>
        <w:jc w:val="both"/>
      </w:pPr>
      <w:r w:rsidRPr="004057A1">
        <w:t xml:space="preserve">We recognise that high self-esteem, confidence, supportive </w:t>
      </w:r>
      <w:r w:rsidR="4323F349" w:rsidRPr="004057A1">
        <w:t>friends,</w:t>
      </w:r>
      <w:r w:rsidRPr="004057A1">
        <w:t xml:space="preserve"> and good lines of communication with a trusted adult help to protect children. The setting will therefore:</w:t>
      </w:r>
    </w:p>
    <w:p w14:paraId="6F39947B" w14:textId="77777777" w:rsidR="005A317E" w:rsidRPr="004057A1" w:rsidRDefault="005A317E" w:rsidP="00DB4DF0">
      <w:pPr>
        <w:numPr>
          <w:ilvl w:val="0"/>
          <w:numId w:val="4"/>
        </w:numPr>
        <w:tabs>
          <w:tab w:val="clear" w:pos="720"/>
          <w:tab w:val="num" w:pos="342"/>
        </w:tabs>
        <w:spacing w:after="120" w:line="240" w:lineRule="exact"/>
        <w:ind w:left="342" w:hanging="342"/>
        <w:jc w:val="both"/>
      </w:pPr>
      <w:r w:rsidRPr="004057A1">
        <w:t xml:space="preserve">Establish and </w:t>
      </w:r>
      <w:bookmarkStart w:id="2" w:name="_Int_jZxGUHfj"/>
      <w:r w:rsidRPr="004057A1">
        <w:t>maintain</w:t>
      </w:r>
      <w:bookmarkEnd w:id="2"/>
      <w:r w:rsidRPr="004057A1">
        <w:t xml:space="preserve"> an ethos where children feel secure, are encouraged to talk, and are actively listened to.</w:t>
      </w:r>
    </w:p>
    <w:p w14:paraId="51D20760" w14:textId="77777777" w:rsidR="000532FE" w:rsidRPr="004057A1" w:rsidRDefault="005A317E" w:rsidP="00CF49F6">
      <w:pPr>
        <w:numPr>
          <w:ilvl w:val="0"/>
          <w:numId w:val="3"/>
        </w:numPr>
        <w:tabs>
          <w:tab w:val="clear" w:pos="540"/>
          <w:tab w:val="num" w:pos="342"/>
        </w:tabs>
        <w:spacing w:after="120" w:line="240" w:lineRule="exact"/>
        <w:ind w:left="342" w:hanging="342"/>
        <w:jc w:val="both"/>
      </w:pPr>
      <w:r w:rsidRPr="004057A1">
        <w:lastRenderedPageBreak/>
        <w:t>Ensure children know that there are adults in the setting wh</w:t>
      </w:r>
      <w:r w:rsidR="00DB4DF0" w:rsidRPr="004057A1">
        <w:t xml:space="preserve">om they can approach if </w:t>
      </w:r>
      <w:r w:rsidRPr="004057A1">
        <w:t>the</w:t>
      </w:r>
      <w:r w:rsidR="00E109CF" w:rsidRPr="004057A1">
        <w:t>y feel worried or in difficulty</w:t>
      </w:r>
    </w:p>
    <w:p w14:paraId="4B99056E" w14:textId="77777777" w:rsidR="007F7900" w:rsidRPr="004057A1" w:rsidRDefault="007F7900" w:rsidP="000532FE">
      <w:pPr>
        <w:tabs>
          <w:tab w:val="left" w:pos="3816"/>
        </w:tabs>
      </w:pPr>
    </w:p>
    <w:p w14:paraId="19EC67D8" w14:textId="77777777" w:rsidR="005A317E" w:rsidRPr="004057A1" w:rsidRDefault="000532FE" w:rsidP="000532FE">
      <w:pPr>
        <w:tabs>
          <w:tab w:val="left" w:pos="3816"/>
        </w:tabs>
        <w:rPr>
          <w:b/>
          <w:sz w:val="28"/>
          <w:szCs w:val="28"/>
        </w:rPr>
      </w:pPr>
      <w:r w:rsidRPr="004057A1">
        <w:rPr>
          <w:b/>
          <w:sz w:val="28"/>
          <w:szCs w:val="28"/>
        </w:rPr>
        <w:t xml:space="preserve">Safeguarding Practice </w:t>
      </w:r>
      <w:r w:rsidR="00ED7996" w:rsidRPr="004057A1">
        <w:rPr>
          <w:b/>
          <w:sz w:val="28"/>
          <w:szCs w:val="28"/>
        </w:rPr>
        <w:t>i</w:t>
      </w:r>
      <w:r w:rsidR="00D439C5" w:rsidRPr="004057A1">
        <w:rPr>
          <w:b/>
          <w:sz w:val="28"/>
          <w:szCs w:val="28"/>
        </w:rPr>
        <w:t>n our S</w:t>
      </w:r>
      <w:r w:rsidRPr="004057A1">
        <w:rPr>
          <w:b/>
          <w:sz w:val="28"/>
          <w:szCs w:val="28"/>
        </w:rPr>
        <w:t>etting</w:t>
      </w:r>
    </w:p>
    <w:p w14:paraId="1299C43A" w14:textId="77777777" w:rsidR="00DB4DF0" w:rsidRPr="004057A1" w:rsidRDefault="00DB4DF0" w:rsidP="005A317E">
      <w:pPr>
        <w:tabs>
          <w:tab w:val="left" w:pos="3816"/>
        </w:tabs>
        <w:jc w:val="both"/>
        <w:rPr>
          <w:b/>
          <w:sz w:val="26"/>
          <w:szCs w:val="26"/>
        </w:rPr>
      </w:pPr>
    </w:p>
    <w:p w14:paraId="521060E4" w14:textId="058D2AAD" w:rsidR="00712210" w:rsidRPr="004057A1" w:rsidRDefault="00712210" w:rsidP="67D03AA4">
      <w:pPr>
        <w:tabs>
          <w:tab w:val="left" w:pos="3816"/>
        </w:tabs>
        <w:jc w:val="both"/>
        <w:rPr>
          <w:b/>
          <w:bCs/>
          <w:sz w:val="26"/>
          <w:szCs w:val="26"/>
        </w:rPr>
      </w:pPr>
      <w:r w:rsidRPr="004057A1">
        <w:rPr>
          <w:b/>
          <w:bCs/>
          <w:sz w:val="26"/>
          <w:szCs w:val="26"/>
        </w:rPr>
        <w:t xml:space="preserve">Designated </w:t>
      </w:r>
      <w:r w:rsidR="3F93F6C3" w:rsidRPr="004057A1">
        <w:rPr>
          <w:b/>
          <w:bCs/>
          <w:sz w:val="26"/>
          <w:szCs w:val="26"/>
        </w:rPr>
        <w:t>Safeguarding Leads</w:t>
      </w:r>
      <w:r w:rsidRPr="004057A1">
        <w:rPr>
          <w:b/>
          <w:bCs/>
          <w:sz w:val="26"/>
          <w:szCs w:val="26"/>
        </w:rPr>
        <w:t xml:space="preserve"> for Child Protection</w:t>
      </w:r>
      <w:r w:rsidR="00DB4DF0" w:rsidRPr="004057A1">
        <w:rPr>
          <w:b/>
          <w:bCs/>
          <w:sz w:val="26"/>
          <w:szCs w:val="26"/>
        </w:rPr>
        <w:t xml:space="preserve"> (D</w:t>
      </w:r>
      <w:r w:rsidR="36C61987" w:rsidRPr="004057A1">
        <w:rPr>
          <w:b/>
          <w:bCs/>
          <w:sz w:val="26"/>
          <w:szCs w:val="26"/>
        </w:rPr>
        <w:t>SL</w:t>
      </w:r>
      <w:r w:rsidR="00DB4DF0" w:rsidRPr="004057A1">
        <w:rPr>
          <w:b/>
          <w:bCs/>
          <w:sz w:val="26"/>
          <w:szCs w:val="26"/>
        </w:rPr>
        <w:t>)</w:t>
      </w:r>
    </w:p>
    <w:p w14:paraId="3B7B8B35" w14:textId="1365CD21" w:rsidR="00FA62C1" w:rsidRPr="004057A1" w:rsidRDefault="00712210" w:rsidP="67D03AA4">
      <w:pPr>
        <w:numPr>
          <w:ilvl w:val="0"/>
          <w:numId w:val="3"/>
        </w:numPr>
        <w:tabs>
          <w:tab w:val="clear" w:pos="540"/>
          <w:tab w:val="num" w:pos="342"/>
        </w:tabs>
        <w:ind w:left="340" w:hanging="340"/>
        <w:jc w:val="both"/>
        <w:rPr>
          <w:b/>
          <w:bCs/>
        </w:rPr>
      </w:pPr>
      <w:r w:rsidRPr="004057A1">
        <w:rPr>
          <w:rFonts w:cs="Arial"/>
        </w:rPr>
        <w:t>A</w:t>
      </w:r>
      <w:r w:rsidR="006F6578" w:rsidRPr="004057A1">
        <w:rPr>
          <w:rFonts w:cs="Arial"/>
        </w:rPr>
        <w:t xml:space="preserve"> </w:t>
      </w:r>
      <w:r w:rsidR="00DB4DF0" w:rsidRPr="004057A1">
        <w:rPr>
          <w:rFonts w:cs="Arial"/>
        </w:rPr>
        <w:t xml:space="preserve">trained </w:t>
      </w:r>
      <w:r w:rsidR="006F6578" w:rsidRPr="004057A1">
        <w:rPr>
          <w:rFonts w:cs="Arial"/>
        </w:rPr>
        <w:t>D</w:t>
      </w:r>
      <w:r w:rsidR="2F7E108C" w:rsidRPr="004057A1">
        <w:rPr>
          <w:rFonts w:cs="Arial"/>
        </w:rPr>
        <w:t>SL</w:t>
      </w:r>
      <w:r w:rsidR="001D5117" w:rsidRPr="004057A1">
        <w:rPr>
          <w:rFonts w:cs="Arial"/>
        </w:rPr>
        <w:t xml:space="preserve"> </w:t>
      </w:r>
      <w:r w:rsidR="2CE643E5" w:rsidRPr="004057A1">
        <w:rPr>
          <w:rFonts w:cs="Arial"/>
        </w:rPr>
        <w:t>is always available and on site (wherever possible)</w:t>
      </w:r>
      <w:r w:rsidR="001D5117" w:rsidRPr="004057A1">
        <w:rPr>
          <w:rFonts w:cs="Arial"/>
        </w:rPr>
        <w:t xml:space="preserve"> </w:t>
      </w:r>
      <w:r w:rsidR="5945D514" w:rsidRPr="004057A1">
        <w:rPr>
          <w:rFonts w:cs="Arial"/>
        </w:rPr>
        <w:t xml:space="preserve">when </w:t>
      </w:r>
      <w:r w:rsidR="001D5117" w:rsidRPr="004057A1">
        <w:rPr>
          <w:rFonts w:cs="Arial"/>
        </w:rPr>
        <w:t xml:space="preserve">the setting is open </w:t>
      </w:r>
      <w:r w:rsidR="006F6578" w:rsidRPr="004057A1">
        <w:rPr>
          <w:rFonts w:cs="Arial"/>
        </w:rPr>
        <w:t>to be able to access relevant record</w:t>
      </w:r>
      <w:r w:rsidR="001D5117" w:rsidRPr="004057A1">
        <w:rPr>
          <w:rFonts w:cs="Arial"/>
        </w:rPr>
        <w:t>s and take necessary action</w:t>
      </w:r>
      <w:r w:rsidR="006F6578" w:rsidRPr="004057A1">
        <w:rPr>
          <w:rFonts w:cs="Arial"/>
        </w:rPr>
        <w:t>.</w:t>
      </w:r>
      <w:r w:rsidRPr="004057A1">
        <w:rPr>
          <w:b/>
          <w:bCs/>
        </w:rPr>
        <w:t xml:space="preserve"> </w:t>
      </w:r>
      <w:r w:rsidRPr="004057A1">
        <w:t>C</w:t>
      </w:r>
      <w:r w:rsidR="00FA62C1" w:rsidRPr="004057A1">
        <w:t xml:space="preserve">ontingency arrangements </w:t>
      </w:r>
      <w:r w:rsidRPr="004057A1">
        <w:t xml:space="preserve">will be put in place </w:t>
      </w:r>
      <w:r w:rsidR="00FA62C1" w:rsidRPr="004057A1">
        <w:t xml:space="preserve">should the </w:t>
      </w:r>
      <w:r w:rsidR="001D5117" w:rsidRPr="004057A1">
        <w:t>D</w:t>
      </w:r>
      <w:r w:rsidR="747884C1" w:rsidRPr="004057A1">
        <w:t>SL</w:t>
      </w:r>
      <w:r w:rsidR="00FA62C1" w:rsidRPr="004057A1">
        <w:t xml:space="preserve"> not be available (another </w:t>
      </w:r>
      <w:r w:rsidR="00A72391" w:rsidRPr="004057A1">
        <w:t>D</w:t>
      </w:r>
      <w:r w:rsidR="6A8B7096" w:rsidRPr="004057A1">
        <w:t>SL</w:t>
      </w:r>
      <w:r w:rsidR="00FA62C1" w:rsidRPr="004057A1">
        <w:t xml:space="preserve"> will be on site).</w:t>
      </w:r>
    </w:p>
    <w:p w14:paraId="0EFFD589" w14:textId="4B261685" w:rsidR="006F6578" w:rsidRPr="004057A1" w:rsidRDefault="000532FE" w:rsidP="001D5117">
      <w:pPr>
        <w:pStyle w:val="Default"/>
        <w:numPr>
          <w:ilvl w:val="0"/>
          <w:numId w:val="3"/>
        </w:numPr>
        <w:tabs>
          <w:tab w:val="clear" w:pos="540"/>
          <w:tab w:val="num" w:pos="342"/>
        </w:tabs>
        <w:ind w:left="340" w:hanging="340"/>
        <w:jc w:val="both"/>
        <w:rPr>
          <w:color w:val="auto"/>
        </w:rPr>
      </w:pPr>
      <w:r w:rsidRPr="004057A1">
        <w:rPr>
          <w:color w:val="auto"/>
        </w:rPr>
        <w:t xml:space="preserve">All </w:t>
      </w:r>
      <w:bookmarkStart w:id="3" w:name="_Int_UjWRJo7b"/>
      <w:r w:rsidRPr="004057A1">
        <w:rPr>
          <w:color w:val="auto"/>
        </w:rPr>
        <w:t>D</w:t>
      </w:r>
      <w:r w:rsidR="66C82B37" w:rsidRPr="004057A1">
        <w:rPr>
          <w:color w:val="auto"/>
        </w:rPr>
        <w:t>SL</w:t>
      </w:r>
      <w:r w:rsidRPr="004057A1">
        <w:rPr>
          <w:color w:val="auto"/>
        </w:rPr>
        <w:t>s</w:t>
      </w:r>
      <w:bookmarkEnd w:id="3"/>
      <w:r w:rsidRPr="004057A1">
        <w:rPr>
          <w:color w:val="auto"/>
        </w:rPr>
        <w:t xml:space="preserve"> will</w:t>
      </w:r>
      <w:r w:rsidR="00FA62C1" w:rsidRPr="004057A1">
        <w:rPr>
          <w:color w:val="auto"/>
        </w:rPr>
        <w:t xml:space="preserve"> refresh their training </w:t>
      </w:r>
      <w:r w:rsidR="00F064AB" w:rsidRPr="004057A1">
        <w:rPr>
          <w:color w:val="auto"/>
        </w:rPr>
        <w:t>every two year</w:t>
      </w:r>
      <w:r w:rsidR="006F6578" w:rsidRPr="004057A1">
        <w:rPr>
          <w:color w:val="auto"/>
        </w:rPr>
        <w:t>s. In a</w:t>
      </w:r>
      <w:r w:rsidR="00FA62C1" w:rsidRPr="004057A1">
        <w:rPr>
          <w:color w:val="auto"/>
        </w:rPr>
        <w:t>ddition</w:t>
      </w:r>
      <w:r w:rsidR="00B04C81" w:rsidRPr="004057A1">
        <w:rPr>
          <w:color w:val="auto"/>
        </w:rPr>
        <w:t>,</w:t>
      </w:r>
      <w:r w:rsidR="00FA62C1" w:rsidRPr="004057A1">
        <w:rPr>
          <w:color w:val="auto"/>
        </w:rPr>
        <w:t xml:space="preserve"> D</w:t>
      </w:r>
      <w:r w:rsidR="1E2C332B" w:rsidRPr="004057A1">
        <w:rPr>
          <w:color w:val="auto"/>
        </w:rPr>
        <w:t>SL</w:t>
      </w:r>
      <w:r w:rsidR="00FA62C1" w:rsidRPr="004057A1">
        <w:rPr>
          <w:color w:val="auto"/>
        </w:rPr>
        <w:t>s</w:t>
      </w:r>
      <w:r w:rsidR="006F6578" w:rsidRPr="004057A1">
        <w:rPr>
          <w:color w:val="auto"/>
        </w:rPr>
        <w:t xml:space="preserve"> knowledge and skills will be refreshed regularly </w:t>
      </w:r>
      <w:r w:rsidR="001D5117" w:rsidRPr="004057A1">
        <w:rPr>
          <w:color w:val="auto"/>
        </w:rPr>
        <w:t>(</w:t>
      </w:r>
      <w:r w:rsidR="006F6578" w:rsidRPr="004057A1">
        <w:rPr>
          <w:color w:val="auto"/>
        </w:rPr>
        <w:t>at least annually</w:t>
      </w:r>
      <w:r w:rsidR="001D5117" w:rsidRPr="004057A1">
        <w:rPr>
          <w:color w:val="auto"/>
        </w:rPr>
        <w:t xml:space="preserve">) </w:t>
      </w:r>
      <w:r w:rsidR="006F6578" w:rsidRPr="004057A1">
        <w:rPr>
          <w:color w:val="auto"/>
        </w:rPr>
        <w:t xml:space="preserve">via </w:t>
      </w:r>
      <w:r w:rsidR="001D5117" w:rsidRPr="004057A1">
        <w:rPr>
          <w:color w:val="auto"/>
        </w:rPr>
        <w:t xml:space="preserve">information sources such as </w:t>
      </w:r>
      <w:r w:rsidR="006F6578" w:rsidRPr="004057A1">
        <w:rPr>
          <w:color w:val="auto"/>
        </w:rPr>
        <w:t>the D</w:t>
      </w:r>
      <w:r w:rsidR="005D618D" w:rsidRPr="004057A1">
        <w:rPr>
          <w:color w:val="auto"/>
        </w:rPr>
        <w:t>SL</w:t>
      </w:r>
      <w:r w:rsidR="006F6578" w:rsidRPr="004057A1">
        <w:rPr>
          <w:color w:val="auto"/>
        </w:rPr>
        <w:t xml:space="preserve"> Knowledge Hub, Child Prot</w:t>
      </w:r>
      <w:r w:rsidR="001D5117" w:rsidRPr="004057A1">
        <w:rPr>
          <w:color w:val="auto"/>
        </w:rPr>
        <w:t>ection Information Networks</w:t>
      </w:r>
      <w:r w:rsidR="00036262" w:rsidRPr="004057A1">
        <w:rPr>
          <w:color w:val="auto"/>
        </w:rPr>
        <w:t>, further relevant training</w:t>
      </w:r>
      <w:r w:rsidR="00202522" w:rsidRPr="004057A1">
        <w:rPr>
          <w:color w:val="auto"/>
        </w:rPr>
        <w:t xml:space="preserve"> </w:t>
      </w:r>
      <w:r w:rsidR="001D5117" w:rsidRPr="004057A1">
        <w:rPr>
          <w:color w:val="auto"/>
        </w:rPr>
        <w:t>and</w:t>
      </w:r>
      <w:r w:rsidR="006F6578" w:rsidRPr="004057A1">
        <w:rPr>
          <w:color w:val="auto"/>
        </w:rPr>
        <w:t xml:space="preserve"> Cambridgeshire and Peterborough Safeguarding Children </w:t>
      </w:r>
      <w:r w:rsidR="00915410" w:rsidRPr="004057A1">
        <w:rPr>
          <w:color w:val="auto"/>
        </w:rPr>
        <w:t>Partnership Board</w:t>
      </w:r>
      <w:r w:rsidR="006F6578" w:rsidRPr="004057A1">
        <w:rPr>
          <w:color w:val="auto"/>
        </w:rPr>
        <w:t xml:space="preserve">. </w:t>
      </w:r>
    </w:p>
    <w:p w14:paraId="2E393380" w14:textId="0B3639D4" w:rsidR="005A317E" w:rsidRPr="004057A1" w:rsidRDefault="00712210" w:rsidP="00DB4DF0">
      <w:pPr>
        <w:pStyle w:val="Default"/>
        <w:numPr>
          <w:ilvl w:val="0"/>
          <w:numId w:val="5"/>
        </w:numPr>
        <w:tabs>
          <w:tab w:val="clear" w:pos="540"/>
          <w:tab w:val="num" w:pos="342"/>
        </w:tabs>
        <w:ind w:left="342" w:hanging="342"/>
        <w:jc w:val="both"/>
        <w:rPr>
          <w:color w:val="auto"/>
        </w:rPr>
      </w:pPr>
      <w:r w:rsidRPr="004057A1">
        <w:rPr>
          <w:color w:val="auto"/>
        </w:rPr>
        <w:t>T</w:t>
      </w:r>
      <w:r w:rsidR="00F064AB" w:rsidRPr="004057A1">
        <w:rPr>
          <w:color w:val="auto"/>
        </w:rPr>
        <w:t xml:space="preserve">he importance of the role of the </w:t>
      </w:r>
      <w:r w:rsidR="00A72391" w:rsidRPr="004057A1">
        <w:rPr>
          <w:color w:val="auto"/>
        </w:rPr>
        <w:t>D</w:t>
      </w:r>
      <w:r w:rsidR="1EDD3D71" w:rsidRPr="004057A1">
        <w:rPr>
          <w:color w:val="auto"/>
        </w:rPr>
        <w:t>SL</w:t>
      </w:r>
      <w:r w:rsidR="00F064AB" w:rsidRPr="004057A1">
        <w:rPr>
          <w:color w:val="auto"/>
        </w:rPr>
        <w:t xml:space="preserve"> </w:t>
      </w:r>
      <w:r w:rsidRPr="004057A1">
        <w:rPr>
          <w:color w:val="auto"/>
        </w:rPr>
        <w:t>is acknowledged by ensuring</w:t>
      </w:r>
      <w:r w:rsidR="00F064AB" w:rsidRPr="004057A1">
        <w:rPr>
          <w:color w:val="auto"/>
        </w:rPr>
        <w:t xml:space="preserve"> </w:t>
      </w:r>
      <w:r w:rsidR="00915410" w:rsidRPr="004057A1">
        <w:rPr>
          <w:color w:val="auto"/>
        </w:rPr>
        <w:t>they have</w:t>
      </w:r>
      <w:r w:rsidR="00F064AB" w:rsidRPr="004057A1">
        <w:rPr>
          <w:color w:val="auto"/>
        </w:rPr>
        <w:t xml:space="preserve"> the time a</w:t>
      </w:r>
      <w:r w:rsidR="004D7E44" w:rsidRPr="004057A1">
        <w:rPr>
          <w:color w:val="auto"/>
        </w:rPr>
        <w:t>nd training to undertake their</w:t>
      </w:r>
      <w:r w:rsidR="00F064AB" w:rsidRPr="004057A1">
        <w:rPr>
          <w:color w:val="auto"/>
        </w:rPr>
        <w:t xml:space="preserve"> duties.</w:t>
      </w:r>
    </w:p>
    <w:p w14:paraId="0B9BB8AA" w14:textId="266AE30B" w:rsidR="006F6578" w:rsidRPr="004057A1" w:rsidRDefault="00712210" w:rsidP="00DB4DF0">
      <w:pPr>
        <w:pStyle w:val="Default"/>
        <w:numPr>
          <w:ilvl w:val="0"/>
          <w:numId w:val="5"/>
        </w:numPr>
        <w:tabs>
          <w:tab w:val="clear" w:pos="540"/>
          <w:tab w:val="num" w:pos="342"/>
        </w:tabs>
        <w:ind w:left="342" w:hanging="342"/>
        <w:jc w:val="both"/>
        <w:rPr>
          <w:color w:val="auto"/>
        </w:rPr>
      </w:pPr>
      <w:r w:rsidRPr="004057A1">
        <w:rPr>
          <w:color w:val="auto"/>
        </w:rPr>
        <w:t>T</w:t>
      </w:r>
      <w:r w:rsidR="005A317E" w:rsidRPr="004057A1">
        <w:rPr>
          <w:color w:val="auto"/>
        </w:rPr>
        <w:t>he Cambridgeshire and Peterborough Safeguarding Children Partnership Board procedures, Working Together to Safeguard Children</w:t>
      </w:r>
      <w:r w:rsidR="007F7900" w:rsidRPr="004057A1">
        <w:rPr>
          <w:color w:val="auto"/>
        </w:rPr>
        <w:t>,</w:t>
      </w:r>
      <w:r w:rsidR="005A317E" w:rsidRPr="004057A1">
        <w:rPr>
          <w:color w:val="auto"/>
        </w:rPr>
        <w:t xml:space="preserve"> 20</w:t>
      </w:r>
      <w:r w:rsidR="0759265C" w:rsidRPr="004057A1">
        <w:rPr>
          <w:color w:val="auto"/>
        </w:rPr>
        <w:t>23</w:t>
      </w:r>
      <w:r w:rsidR="005A317E" w:rsidRPr="004057A1">
        <w:rPr>
          <w:color w:val="auto"/>
        </w:rPr>
        <w:t xml:space="preserve"> and What to Do if You are Worried a Child is Being Abused</w:t>
      </w:r>
      <w:r w:rsidR="007F7900" w:rsidRPr="004057A1">
        <w:rPr>
          <w:color w:val="auto"/>
        </w:rPr>
        <w:t>,</w:t>
      </w:r>
      <w:r w:rsidR="005A317E" w:rsidRPr="004057A1">
        <w:rPr>
          <w:color w:val="auto"/>
        </w:rPr>
        <w:t xml:space="preserve"> 2015</w:t>
      </w:r>
      <w:r w:rsidRPr="004057A1">
        <w:rPr>
          <w:color w:val="auto"/>
        </w:rPr>
        <w:t xml:space="preserve"> are adhered to. T</w:t>
      </w:r>
      <w:r w:rsidR="00F064AB" w:rsidRPr="004057A1">
        <w:rPr>
          <w:color w:val="auto"/>
        </w:rPr>
        <w:t xml:space="preserve">he </w:t>
      </w:r>
      <w:r w:rsidR="00A72391" w:rsidRPr="004057A1">
        <w:rPr>
          <w:color w:val="auto"/>
        </w:rPr>
        <w:t>D</w:t>
      </w:r>
      <w:r w:rsidR="5A2C3CBF" w:rsidRPr="004057A1">
        <w:rPr>
          <w:color w:val="auto"/>
        </w:rPr>
        <w:t xml:space="preserve">SL </w:t>
      </w:r>
      <w:r w:rsidR="007F7900" w:rsidRPr="004057A1">
        <w:rPr>
          <w:color w:val="auto"/>
        </w:rPr>
        <w:t xml:space="preserve">has </w:t>
      </w:r>
      <w:r w:rsidR="007E2613" w:rsidRPr="004057A1">
        <w:rPr>
          <w:color w:val="auto"/>
        </w:rPr>
        <w:t xml:space="preserve">contact </w:t>
      </w:r>
      <w:r w:rsidR="007F7900" w:rsidRPr="004057A1">
        <w:rPr>
          <w:color w:val="auto"/>
        </w:rPr>
        <w:t>details for</w:t>
      </w:r>
      <w:r w:rsidRPr="004057A1">
        <w:rPr>
          <w:color w:val="auto"/>
        </w:rPr>
        <w:t xml:space="preserve"> </w:t>
      </w:r>
      <w:r w:rsidR="00B04C81" w:rsidRPr="004057A1">
        <w:rPr>
          <w:color w:val="auto"/>
        </w:rPr>
        <w:t xml:space="preserve">Cambridgeshire </w:t>
      </w:r>
      <w:r w:rsidR="00915410" w:rsidRPr="004057A1">
        <w:rPr>
          <w:color w:val="auto"/>
        </w:rPr>
        <w:t>Children’s Social Care and the Early Help Hub</w:t>
      </w:r>
      <w:r w:rsidRPr="004057A1">
        <w:rPr>
          <w:color w:val="auto"/>
        </w:rPr>
        <w:t xml:space="preserve"> readily accessible for use when </w:t>
      </w:r>
      <w:r w:rsidR="399D7E28" w:rsidRPr="004057A1">
        <w:rPr>
          <w:color w:val="auto"/>
        </w:rPr>
        <w:t>needed</w:t>
      </w:r>
      <w:r w:rsidR="00B04C81" w:rsidRPr="004057A1">
        <w:rPr>
          <w:color w:val="auto"/>
        </w:rPr>
        <w:t xml:space="preserve">. </w:t>
      </w:r>
      <w:r w:rsidR="0047613A" w:rsidRPr="004057A1">
        <w:rPr>
          <w:color w:val="auto"/>
        </w:rPr>
        <w:t>Bordering county Social Care and Early Help contact</w:t>
      </w:r>
      <w:r w:rsidR="00B04C81" w:rsidRPr="004057A1">
        <w:rPr>
          <w:color w:val="auto"/>
        </w:rPr>
        <w:t xml:space="preserve"> details </w:t>
      </w:r>
      <w:r w:rsidR="0047613A" w:rsidRPr="004057A1">
        <w:rPr>
          <w:color w:val="auto"/>
        </w:rPr>
        <w:t xml:space="preserve">are available, as </w:t>
      </w:r>
      <w:bookmarkStart w:id="4" w:name="_Int_ITMmtWi4"/>
      <w:r w:rsidR="0047613A" w:rsidRPr="004057A1">
        <w:rPr>
          <w:color w:val="auto"/>
        </w:rPr>
        <w:t>required</w:t>
      </w:r>
      <w:bookmarkEnd w:id="4"/>
      <w:r w:rsidR="0047613A" w:rsidRPr="004057A1">
        <w:rPr>
          <w:color w:val="auto"/>
        </w:rPr>
        <w:t xml:space="preserve">, </w:t>
      </w:r>
      <w:r w:rsidR="00B04C81" w:rsidRPr="004057A1">
        <w:rPr>
          <w:color w:val="auto"/>
        </w:rPr>
        <w:t xml:space="preserve">for children who live </w:t>
      </w:r>
      <w:r w:rsidR="0047613A" w:rsidRPr="004057A1">
        <w:rPr>
          <w:color w:val="auto"/>
        </w:rPr>
        <w:t>outside of Cambridgeshire</w:t>
      </w:r>
      <w:r w:rsidR="00B04C81" w:rsidRPr="004057A1">
        <w:rPr>
          <w:color w:val="auto"/>
        </w:rPr>
        <w:t>.</w:t>
      </w:r>
    </w:p>
    <w:p w14:paraId="23B3CB5E" w14:textId="1B571CB7" w:rsidR="00BA2A08" w:rsidRPr="004057A1" w:rsidRDefault="00BA2A08" w:rsidP="00DB4DF0">
      <w:pPr>
        <w:pStyle w:val="Default"/>
        <w:numPr>
          <w:ilvl w:val="0"/>
          <w:numId w:val="5"/>
        </w:numPr>
        <w:tabs>
          <w:tab w:val="clear" w:pos="540"/>
          <w:tab w:val="num" w:pos="342"/>
        </w:tabs>
        <w:ind w:left="342" w:hanging="342"/>
        <w:jc w:val="both"/>
        <w:rPr>
          <w:color w:val="auto"/>
        </w:rPr>
      </w:pPr>
      <w:r w:rsidRPr="004057A1">
        <w:rPr>
          <w:color w:val="auto"/>
        </w:rPr>
        <w:t>The designated safeguarding lead (DSL) is responsible for liaison with local statutory children's services agencies, and with the Local Safeguarding Partners (LSPs).</w:t>
      </w:r>
    </w:p>
    <w:p w14:paraId="4DDBEF00" w14:textId="77777777" w:rsidR="00CD14CB" w:rsidRPr="004057A1" w:rsidRDefault="00CD14CB" w:rsidP="00DB4DF0">
      <w:pPr>
        <w:tabs>
          <w:tab w:val="num" w:pos="342"/>
        </w:tabs>
        <w:spacing w:after="240"/>
        <w:ind w:left="538" w:hanging="540"/>
        <w:contextualSpacing/>
        <w:jc w:val="both"/>
      </w:pPr>
    </w:p>
    <w:p w14:paraId="6168365D" w14:textId="77777777" w:rsidR="00F064AB" w:rsidRPr="004057A1" w:rsidRDefault="00712210" w:rsidP="00DB4DF0">
      <w:pPr>
        <w:tabs>
          <w:tab w:val="num" w:pos="342"/>
        </w:tabs>
        <w:jc w:val="both"/>
        <w:rPr>
          <w:b/>
          <w:sz w:val="26"/>
          <w:szCs w:val="26"/>
        </w:rPr>
      </w:pPr>
      <w:r w:rsidRPr="004057A1">
        <w:rPr>
          <w:b/>
          <w:sz w:val="26"/>
          <w:szCs w:val="26"/>
        </w:rPr>
        <w:t>S</w:t>
      </w:r>
      <w:r w:rsidR="001D5117" w:rsidRPr="004057A1">
        <w:rPr>
          <w:b/>
          <w:sz w:val="26"/>
          <w:szCs w:val="26"/>
        </w:rPr>
        <w:t>taff M</w:t>
      </w:r>
      <w:r w:rsidR="00E54983" w:rsidRPr="004057A1">
        <w:rPr>
          <w:b/>
          <w:sz w:val="26"/>
          <w:szCs w:val="26"/>
        </w:rPr>
        <w:t>ember</w:t>
      </w:r>
      <w:r w:rsidRPr="004057A1">
        <w:rPr>
          <w:b/>
          <w:sz w:val="26"/>
          <w:szCs w:val="26"/>
        </w:rPr>
        <w:t>s</w:t>
      </w:r>
      <w:r w:rsidR="00036262" w:rsidRPr="004057A1">
        <w:rPr>
          <w:b/>
          <w:sz w:val="26"/>
          <w:szCs w:val="26"/>
        </w:rPr>
        <w:t>, Agency Staff,</w:t>
      </w:r>
      <w:r w:rsidR="001D5117" w:rsidRPr="004057A1">
        <w:rPr>
          <w:b/>
          <w:sz w:val="26"/>
          <w:szCs w:val="26"/>
        </w:rPr>
        <w:t xml:space="preserve"> V</w:t>
      </w:r>
      <w:r w:rsidR="00E54983" w:rsidRPr="004057A1">
        <w:rPr>
          <w:b/>
          <w:sz w:val="26"/>
          <w:szCs w:val="26"/>
        </w:rPr>
        <w:t>olunteer</w:t>
      </w:r>
      <w:r w:rsidRPr="004057A1">
        <w:rPr>
          <w:b/>
          <w:sz w:val="26"/>
          <w:szCs w:val="26"/>
        </w:rPr>
        <w:t>s</w:t>
      </w:r>
      <w:r w:rsidR="006D66B2" w:rsidRPr="004057A1">
        <w:rPr>
          <w:b/>
          <w:sz w:val="26"/>
          <w:szCs w:val="26"/>
        </w:rPr>
        <w:t xml:space="preserve"> and Students</w:t>
      </w:r>
    </w:p>
    <w:p w14:paraId="27FD0DDE" w14:textId="7E7E5DA2" w:rsidR="00575AEC" w:rsidRPr="004057A1" w:rsidRDefault="00575AEC" w:rsidP="70746C5E">
      <w:pPr>
        <w:numPr>
          <w:ilvl w:val="0"/>
          <w:numId w:val="5"/>
        </w:numPr>
        <w:tabs>
          <w:tab w:val="clear" w:pos="540"/>
        </w:tabs>
        <w:ind w:left="284" w:hanging="286"/>
        <w:jc w:val="both"/>
        <w:rPr>
          <w:rFonts w:cs="Arial"/>
        </w:rPr>
      </w:pPr>
      <w:r w:rsidRPr="004057A1">
        <w:rPr>
          <w:rFonts w:cs="Arial"/>
        </w:rPr>
        <w:t xml:space="preserve">Have a robust induction </w:t>
      </w:r>
      <w:r w:rsidR="00A72391" w:rsidRPr="004057A1">
        <w:rPr>
          <w:rFonts w:cs="Arial"/>
        </w:rPr>
        <w:t>which includes</w:t>
      </w:r>
      <w:r w:rsidRPr="004057A1">
        <w:rPr>
          <w:rFonts w:cs="Arial"/>
        </w:rPr>
        <w:t xml:space="preserve"> all relevant aspects of safeguarding practice</w:t>
      </w:r>
      <w:r w:rsidR="62CC3AA0" w:rsidRPr="004057A1">
        <w:rPr>
          <w:rFonts w:cs="Arial"/>
        </w:rPr>
        <w:t xml:space="preserve"> </w:t>
      </w:r>
    </w:p>
    <w:p w14:paraId="4D117A1F" w14:textId="51CD97AC" w:rsidR="00F064AB" w:rsidRPr="004057A1" w:rsidRDefault="00E54983" w:rsidP="00B04C81">
      <w:pPr>
        <w:numPr>
          <w:ilvl w:val="0"/>
          <w:numId w:val="5"/>
        </w:numPr>
        <w:tabs>
          <w:tab w:val="clear" w:pos="540"/>
        </w:tabs>
        <w:ind w:left="284" w:hanging="286"/>
        <w:jc w:val="both"/>
      </w:pPr>
      <w:r w:rsidRPr="004057A1">
        <w:t>K</w:t>
      </w:r>
      <w:r w:rsidR="00712210" w:rsidRPr="004057A1">
        <w:t>now</w:t>
      </w:r>
      <w:r w:rsidRPr="004057A1">
        <w:t xml:space="preserve"> t</w:t>
      </w:r>
      <w:r w:rsidR="00F064AB" w:rsidRPr="004057A1">
        <w:t>he name</w:t>
      </w:r>
      <w:r w:rsidR="00FA62C1" w:rsidRPr="004057A1">
        <w:t>s</w:t>
      </w:r>
      <w:r w:rsidR="00F064AB" w:rsidRPr="004057A1">
        <w:t xml:space="preserve"> of the </w:t>
      </w:r>
      <w:r w:rsidR="00A72391" w:rsidRPr="004057A1">
        <w:t>D</w:t>
      </w:r>
      <w:r w:rsidR="0D1052B7" w:rsidRPr="004057A1">
        <w:t>SL</w:t>
      </w:r>
      <w:r w:rsidR="00A72391" w:rsidRPr="004057A1">
        <w:t>s</w:t>
      </w:r>
      <w:r w:rsidR="004D7E44" w:rsidRPr="004057A1">
        <w:t xml:space="preserve"> and </w:t>
      </w:r>
      <w:r w:rsidR="00FA62C1" w:rsidRPr="004057A1">
        <w:t xml:space="preserve">what </w:t>
      </w:r>
      <w:r w:rsidR="004D7E44" w:rsidRPr="004057A1">
        <w:t>thei</w:t>
      </w:r>
      <w:r w:rsidR="00F064AB" w:rsidRPr="004057A1">
        <w:t>r</w:t>
      </w:r>
      <w:r w:rsidR="00CE55C4" w:rsidRPr="004057A1">
        <w:t xml:space="preserve"> r</w:t>
      </w:r>
      <w:r w:rsidR="00F064AB" w:rsidRPr="004057A1">
        <w:t>ole</w:t>
      </w:r>
      <w:r w:rsidR="00FA62C1" w:rsidRPr="004057A1">
        <w:t xml:space="preserve"> include</w:t>
      </w:r>
      <w:r w:rsidR="13DF0C83" w:rsidRPr="004057A1">
        <w:t>s</w:t>
      </w:r>
      <w:r w:rsidR="00F064AB" w:rsidRPr="004057A1">
        <w:t>.</w:t>
      </w:r>
    </w:p>
    <w:p w14:paraId="6B9DFA73" w14:textId="77777777" w:rsidR="00575AEC" w:rsidRPr="004057A1" w:rsidRDefault="00575AEC" w:rsidP="00B04C81">
      <w:pPr>
        <w:numPr>
          <w:ilvl w:val="0"/>
          <w:numId w:val="5"/>
        </w:numPr>
        <w:tabs>
          <w:tab w:val="clear" w:pos="540"/>
        </w:tabs>
        <w:ind w:left="284" w:hanging="286"/>
        <w:jc w:val="both"/>
      </w:pPr>
      <w:r w:rsidRPr="004057A1">
        <w:t>Know how to record and pass on concerns about a child or adult.</w:t>
      </w:r>
    </w:p>
    <w:p w14:paraId="2576E11B" w14:textId="496159B2" w:rsidR="00981716" w:rsidRPr="004057A1" w:rsidRDefault="00981716" w:rsidP="00B04C81">
      <w:pPr>
        <w:numPr>
          <w:ilvl w:val="0"/>
          <w:numId w:val="5"/>
        </w:numPr>
        <w:tabs>
          <w:tab w:val="clear" w:pos="540"/>
        </w:tabs>
        <w:ind w:left="284" w:hanging="286"/>
        <w:jc w:val="both"/>
      </w:pPr>
      <w:r w:rsidRPr="004057A1">
        <w:t xml:space="preserve">Understand emergency evacuation procedures and health and safety issues. </w:t>
      </w:r>
    </w:p>
    <w:p w14:paraId="21019685" w14:textId="09633DFB" w:rsidR="00575AEC" w:rsidRPr="004057A1" w:rsidRDefault="00575AEC" w:rsidP="00B04C81">
      <w:pPr>
        <w:numPr>
          <w:ilvl w:val="0"/>
          <w:numId w:val="5"/>
        </w:numPr>
        <w:tabs>
          <w:tab w:val="clear" w:pos="540"/>
        </w:tabs>
        <w:ind w:left="284" w:hanging="286"/>
        <w:jc w:val="both"/>
      </w:pPr>
      <w:r w:rsidRPr="004057A1">
        <w:t>Understand their individual responsibility to refer child protection concerns to relevant agencies as a matter of urgency if there is no D</w:t>
      </w:r>
      <w:r w:rsidR="4D7C3D9E" w:rsidRPr="004057A1">
        <w:t>SL</w:t>
      </w:r>
      <w:r w:rsidRPr="004057A1">
        <w:t xml:space="preserve"> present and/or they feel the child </w:t>
      </w:r>
      <w:bookmarkStart w:id="5" w:name="_Int_2uD9xhjJ"/>
      <w:r w:rsidRPr="004057A1">
        <w:t>remains</w:t>
      </w:r>
      <w:bookmarkEnd w:id="5"/>
      <w:r w:rsidRPr="004057A1">
        <w:t xml:space="preserve"> at risk of significant harm.</w:t>
      </w:r>
    </w:p>
    <w:p w14:paraId="5DE79700" w14:textId="3631EF62" w:rsidR="00575AEC" w:rsidRPr="004057A1" w:rsidRDefault="00BC5499" w:rsidP="67D03AA4">
      <w:pPr>
        <w:numPr>
          <w:ilvl w:val="0"/>
          <w:numId w:val="5"/>
        </w:numPr>
        <w:tabs>
          <w:tab w:val="clear" w:pos="540"/>
        </w:tabs>
        <w:ind w:left="284" w:hanging="286"/>
        <w:jc w:val="both"/>
        <w:rPr>
          <w:rFonts w:cs="Arial"/>
        </w:rPr>
      </w:pPr>
      <w:r w:rsidRPr="004057A1">
        <w:rPr>
          <w:rFonts w:cs="Arial"/>
        </w:rPr>
        <w:t xml:space="preserve">Staff Members: </w:t>
      </w:r>
      <w:r w:rsidR="00575AEC" w:rsidRPr="004057A1">
        <w:rPr>
          <w:rFonts w:cs="Arial"/>
        </w:rPr>
        <w:t xml:space="preserve">Attend basic child protection training every </w:t>
      </w:r>
      <w:r w:rsidR="006A672D" w:rsidRPr="004057A1">
        <w:rPr>
          <w:rFonts w:cs="Arial"/>
        </w:rPr>
        <w:t>two</w:t>
      </w:r>
      <w:r w:rsidR="00575AEC" w:rsidRPr="004057A1">
        <w:rPr>
          <w:rFonts w:cs="Arial"/>
        </w:rPr>
        <w:t xml:space="preserve"> years as a minimum and within 6 weeks of </w:t>
      </w:r>
      <w:bookmarkStart w:id="6" w:name="_Int_gtvZbRw1"/>
      <w:r w:rsidR="00575AEC" w:rsidRPr="004057A1">
        <w:rPr>
          <w:rFonts w:cs="Arial"/>
        </w:rPr>
        <w:t>commencing</w:t>
      </w:r>
      <w:bookmarkEnd w:id="6"/>
      <w:r w:rsidR="00575AEC" w:rsidRPr="004057A1">
        <w:rPr>
          <w:rFonts w:cs="Arial"/>
        </w:rPr>
        <w:t xml:space="preserve"> employment. Training will </w:t>
      </w:r>
      <w:bookmarkStart w:id="7" w:name="_Int_NwrmxN7S"/>
      <w:r w:rsidR="00575AEC" w:rsidRPr="004057A1">
        <w:rPr>
          <w:rFonts w:cs="Arial"/>
        </w:rPr>
        <w:t>contain</w:t>
      </w:r>
      <w:bookmarkEnd w:id="7"/>
      <w:r w:rsidR="00575AEC" w:rsidRPr="004057A1">
        <w:rPr>
          <w:rFonts w:cs="Arial"/>
        </w:rPr>
        <w:t xml:space="preserve"> details of the local safeguarding procedures within Cambridgeshire and support staff to </w:t>
      </w:r>
      <w:bookmarkStart w:id="8" w:name="_Int_YBqKc1Nj"/>
      <w:r w:rsidR="00575AEC" w:rsidRPr="004057A1">
        <w:rPr>
          <w:rFonts w:cs="Arial"/>
        </w:rPr>
        <w:t>identify</w:t>
      </w:r>
      <w:bookmarkEnd w:id="8"/>
      <w:r w:rsidR="00575AEC" w:rsidRPr="004057A1">
        <w:rPr>
          <w:rFonts w:cs="Arial"/>
        </w:rPr>
        <w:t xml:space="preserve"> signs of </w:t>
      </w:r>
      <w:bookmarkStart w:id="9" w:name="_Int_xptIUhgn"/>
      <w:r w:rsidR="00575AEC" w:rsidRPr="004057A1">
        <w:rPr>
          <w:rFonts w:cs="Arial"/>
        </w:rPr>
        <w:t>possible abuse</w:t>
      </w:r>
      <w:bookmarkEnd w:id="9"/>
      <w:r w:rsidR="03D2ECFF" w:rsidRPr="004057A1">
        <w:rPr>
          <w:rFonts w:cs="Arial"/>
        </w:rPr>
        <w:t xml:space="preserve">, </w:t>
      </w:r>
      <w:r w:rsidR="21CE2A60" w:rsidRPr="004057A1">
        <w:rPr>
          <w:rFonts w:cs="Arial"/>
        </w:rPr>
        <w:t>neglect,</w:t>
      </w:r>
      <w:r w:rsidR="00575AEC" w:rsidRPr="004057A1">
        <w:rPr>
          <w:rFonts w:cs="Arial"/>
        </w:rPr>
        <w:t xml:space="preserve"> </w:t>
      </w:r>
      <w:r w:rsidR="6810CB90" w:rsidRPr="004057A1">
        <w:rPr>
          <w:rFonts w:cs="Arial"/>
        </w:rPr>
        <w:t xml:space="preserve">and exploitation </w:t>
      </w:r>
      <w:r w:rsidR="00575AEC" w:rsidRPr="004057A1">
        <w:rPr>
          <w:rFonts w:cs="Arial"/>
        </w:rPr>
        <w:t xml:space="preserve">at the earliest opportunity and to respond to these in </w:t>
      </w:r>
      <w:bookmarkStart w:id="10" w:name="_Int_RA4VuUMS"/>
      <w:r w:rsidR="00575AEC" w:rsidRPr="004057A1">
        <w:rPr>
          <w:rFonts w:cs="Arial"/>
        </w:rPr>
        <w:t>a timely</w:t>
      </w:r>
      <w:bookmarkEnd w:id="10"/>
      <w:r w:rsidR="00575AEC" w:rsidRPr="004057A1">
        <w:rPr>
          <w:rFonts w:cs="Arial"/>
        </w:rPr>
        <w:t xml:space="preserve"> and </w:t>
      </w:r>
      <w:bookmarkStart w:id="11" w:name="_Int_uMOcNeEC"/>
      <w:r w:rsidR="00575AEC" w:rsidRPr="004057A1">
        <w:rPr>
          <w:rFonts w:cs="Arial"/>
        </w:rPr>
        <w:t>appropriate way</w:t>
      </w:r>
      <w:bookmarkEnd w:id="11"/>
      <w:r w:rsidR="00575AEC" w:rsidRPr="004057A1">
        <w:rPr>
          <w:rFonts w:cs="Arial"/>
        </w:rPr>
        <w:t>.</w:t>
      </w:r>
    </w:p>
    <w:p w14:paraId="4A7E2E83" w14:textId="47A50066" w:rsidR="00DB4DF0" w:rsidRPr="004057A1" w:rsidRDefault="00712210" w:rsidP="70746C5E">
      <w:pPr>
        <w:numPr>
          <w:ilvl w:val="0"/>
          <w:numId w:val="5"/>
        </w:numPr>
        <w:tabs>
          <w:tab w:val="clear" w:pos="540"/>
        </w:tabs>
        <w:ind w:left="284" w:hanging="286"/>
        <w:jc w:val="both"/>
        <w:rPr>
          <w:rFonts w:cs="Arial"/>
        </w:rPr>
      </w:pPr>
      <w:r w:rsidRPr="004057A1">
        <w:rPr>
          <w:rFonts w:cs="Arial"/>
        </w:rPr>
        <w:t>R</w:t>
      </w:r>
      <w:r w:rsidR="00F064AB" w:rsidRPr="004057A1">
        <w:rPr>
          <w:rFonts w:cs="Arial"/>
        </w:rPr>
        <w:t>eceive</w:t>
      </w:r>
      <w:r w:rsidR="00DB4DF0" w:rsidRPr="004057A1">
        <w:rPr>
          <w:rFonts w:cs="Arial"/>
        </w:rPr>
        <w:t xml:space="preserve"> </w:t>
      </w:r>
      <w:r w:rsidR="00F064AB" w:rsidRPr="004057A1">
        <w:rPr>
          <w:rFonts w:cs="Arial"/>
        </w:rPr>
        <w:t xml:space="preserve">regular </w:t>
      </w:r>
      <w:r w:rsidR="00DB4DF0" w:rsidRPr="004057A1">
        <w:rPr>
          <w:rFonts w:cs="Arial"/>
        </w:rPr>
        <w:t xml:space="preserve">and relevant </w:t>
      </w:r>
      <w:r w:rsidR="00F064AB" w:rsidRPr="004057A1">
        <w:rPr>
          <w:rFonts w:cs="Arial"/>
        </w:rPr>
        <w:t xml:space="preserve">updates on safeguarding </w:t>
      </w:r>
      <w:r w:rsidR="00DB4DF0" w:rsidRPr="004057A1">
        <w:rPr>
          <w:rFonts w:cs="Arial"/>
        </w:rPr>
        <w:t>practice</w:t>
      </w:r>
      <w:r w:rsidR="00B04C81" w:rsidRPr="004057A1">
        <w:rPr>
          <w:rFonts w:cs="Arial"/>
        </w:rPr>
        <w:t>, usually from their D</w:t>
      </w:r>
      <w:r w:rsidR="4AE48C79" w:rsidRPr="004057A1">
        <w:rPr>
          <w:rFonts w:cs="Arial"/>
        </w:rPr>
        <w:t xml:space="preserve">SL </w:t>
      </w:r>
      <w:r w:rsidR="00F064AB" w:rsidRPr="004057A1">
        <w:rPr>
          <w:rFonts w:cs="Arial"/>
        </w:rPr>
        <w:t>at least annually</w:t>
      </w:r>
      <w:r w:rsidR="45F8450A" w:rsidRPr="004057A1">
        <w:rPr>
          <w:rFonts w:cs="Arial"/>
        </w:rPr>
        <w:t>, or as required.</w:t>
      </w:r>
    </w:p>
    <w:p w14:paraId="21D75135" w14:textId="77777777" w:rsidR="007314D7" w:rsidRPr="004057A1" w:rsidRDefault="007314D7" w:rsidP="00B04C81">
      <w:pPr>
        <w:numPr>
          <w:ilvl w:val="0"/>
          <w:numId w:val="5"/>
        </w:numPr>
        <w:tabs>
          <w:tab w:val="clear" w:pos="540"/>
        </w:tabs>
        <w:ind w:left="284" w:hanging="286"/>
        <w:jc w:val="both"/>
      </w:pPr>
      <w:r w:rsidRPr="004057A1">
        <w:rPr>
          <w:rFonts w:cs="Arial"/>
          <w:szCs w:val="24"/>
        </w:rPr>
        <w:t xml:space="preserve">Understand the setting policy on babysitting </w:t>
      </w:r>
      <w:r w:rsidR="0047613A" w:rsidRPr="004057A1">
        <w:rPr>
          <w:rFonts w:cs="Arial"/>
          <w:szCs w:val="24"/>
        </w:rPr>
        <w:t>for</w:t>
      </w:r>
      <w:r w:rsidRPr="004057A1">
        <w:rPr>
          <w:rFonts w:cs="Arial"/>
          <w:szCs w:val="24"/>
        </w:rPr>
        <w:t xml:space="preserve"> families who attend the setting.</w:t>
      </w:r>
    </w:p>
    <w:p w14:paraId="2B4362FF" w14:textId="77777777" w:rsidR="005D1A92" w:rsidRPr="004057A1" w:rsidRDefault="005D1A92" w:rsidP="00B04C81">
      <w:pPr>
        <w:numPr>
          <w:ilvl w:val="0"/>
          <w:numId w:val="5"/>
        </w:numPr>
        <w:tabs>
          <w:tab w:val="clear" w:pos="540"/>
        </w:tabs>
        <w:ind w:left="284" w:hanging="286"/>
        <w:jc w:val="both"/>
      </w:pPr>
      <w:r w:rsidRPr="004057A1">
        <w:rPr>
          <w:rFonts w:cs="Arial"/>
          <w:szCs w:val="24"/>
        </w:rPr>
        <w:t>Ensure they are fully aware of the Use of Mobile phone, Camera’s and Technolog</w:t>
      </w:r>
      <w:r w:rsidR="00036262" w:rsidRPr="004057A1">
        <w:rPr>
          <w:rFonts w:cs="Arial"/>
          <w:szCs w:val="24"/>
        </w:rPr>
        <w:t>ical Devices</w:t>
      </w:r>
      <w:r w:rsidRPr="004057A1">
        <w:rPr>
          <w:rFonts w:cs="Arial"/>
          <w:szCs w:val="24"/>
        </w:rPr>
        <w:t xml:space="preserve"> Policy and support the setting in safeguarding children online. </w:t>
      </w:r>
    </w:p>
    <w:p w14:paraId="3461D779" w14:textId="77777777" w:rsidR="00DB4DF0" w:rsidRPr="004057A1" w:rsidRDefault="00DB4DF0" w:rsidP="00DB4DF0">
      <w:pPr>
        <w:jc w:val="both"/>
        <w:rPr>
          <w:rFonts w:cs="Arial"/>
          <w:szCs w:val="24"/>
        </w:rPr>
      </w:pPr>
    </w:p>
    <w:p w14:paraId="32264BB9" w14:textId="77777777" w:rsidR="00ED7996" w:rsidRPr="004057A1" w:rsidRDefault="00ED7996" w:rsidP="006D66B2">
      <w:pPr>
        <w:jc w:val="both"/>
        <w:rPr>
          <w:sz w:val="26"/>
          <w:szCs w:val="26"/>
        </w:rPr>
      </w:pPr>
      <w:r w:rsidRPr="004057A1">
        <w:rPr>
          <w:b/>
          <w:sz w:val="26"/>
          <w:szCs w:val="26"/>
        </w:rPr>
        <w:t>Management</w:t>
      </w:r>
    </w:p>
    <w:p w14:paraId="233FDBFE" w14:textId="77777777" w:rsidR="00ED7996" w:rsidRPr="004057A1" w:rsidRDefault="00ED7996" w:rsidP="006D66B2">
      <w:pPr>
        <w:jc w:val="both"/>
      </w:pPr>
      <w:r w:rsidRPr="004057A1">
        <w:lastRenderedPageBreak/>
        <w:t xml:space="preserve">The committee/owner fully recognises their responsibilities </w:t>
      </w:r>
      <w:bookmarkStart w:id="12" w:name="_Int_koEsUHcW"/>
      <w:r w:rsidR="00A72391" w:rsidRPr="004057A1">
        <w:t>regarding</w:t>
      </w:r>
      <w:bookmarkEnd w:id="12"/>
      <w:r w:rsidRPr="004057A1">
        <w:t xml:space="preserve"> safeguarding and promoting the welfare of children. They will:</w:t>
      </w:r>
    </w:p>
    <w:p w14:paraId="71D153E7" w14:textId="4688ECD3" w:rsidR="00ED7996" w:rsidRPr="004057A1" w:rsidRDefault="11CA3140" w:rsidP="00ED7996">
      <w:pPr>
        <w:numPr>
          <w:ilvl w:val="0"/>
          <w:numId w:val="29"/>
        </w:numPr>
        <w:jc w:val="both"/>
      </w:pPr>
      <w:r w:rsidRPr="004057A1">
        <w:t>Appoint</w:t>
      </w:r>
      <w:r w:rsidR="00ED7996" w:rsidRPr="004057A1">
        <w:t xml:space="preserve"> a committee member (where applicable) for safeguarding (a ‘Safeguarding Officer’) who wil</w:t>
      </w:r>
      <w:r w:rsidR="00A72391" w:rsidRPr="004057A1">
        <w:t>l</w:t>
      </w:r>
      <w:r w:rsidR="00575AEC" w:rsidRPr="004057A1">
        <w:t xml:space="preserve"> </w:t>
      </w:r>
      <w:bookmarkStart w:id="13" w:name="_Int_RYROBagS"/>
      <w:r w:rsidR="00ED7996" w:rsidRPr="004057A1">
        <w:t>monitor</w:t>
      </w:r>
      <w:bookmarkEnd w:id="13"/>
      <w:r w:rsidR="00ED7996" w:rsidRPr="004057A1">
        <w:t xml:space="preserve"> the setting’s child protection policy and </w:t>
      </w:r>
      <w:r w:rsidR="00A72391" w:rsidRPr="004057A1">
        <w:t xml:space="preserve">overall </w:t>
      </w:r>
      <w:r w:rsidR="00ED7996" w:rsidRPr="004057A1">
        <w:t>practice and champion good practice in relation to child protection and safeguarding.</w:t>
      </w:r>
    </w:p>
    <w:p w14:paraId="07F46948" w14:textId="51CB116A" w:rsidR="00ED7996" w:rsidRPr="004057A1" w:rsidRDefault="00ED7996" w:rsidP="00ED7996">
      <w:pPr>
        <w:numPr>
          <w:ilvl w:val="0"/>
          <w:numId w:val="29"/>
        </w:numPr>
        <w:spacing w:after="240"/>
        <w:contextualSpacing/>
        <w:jc w:val="both"/>
      </w:pPr>
      <w:r w:rsidRPr="004057A1">
        <w:t xml:space="preserve">Ensure that this policy is annually reviewed in conjunction with the setting’s </w:t>
      </w:r>
      <w:r w:rsidR="00A72391" w:rsidRPr="004057A1">
        <w:t>D</w:t>
      </w:r>
      <w:r w:rsidR="7D8670E4" w:rsidRPr="004057A1">
        <w:t>SL</w:t>
      </w:r>
      <w:r w:rsidRPr="004057A1">
        <w:t>s.</w:t>
      </w:r>
    </w:p>
    <w:p w14:paraId="7F3D2A41" w14:textId="224797A8" w:rsidR="00ED7996" w:rsidRPr="004057A1" w:rsidRDefault="00ED7996" w:rsidP="00ED7996">
      <w:pPr>
        <w:numPr>
          <w:ilvl w:val="0"/>
          <w:numId w:val="29"/>
        </w:numPr>
        <w:jc w:val="both"/>
      </w:pPr>
      <w:r w:rsidRPr="004057A1">
        <w:rPr>
          <w:rFonts w:cs="Arial"/>
        </w:rPr>
        <w:t xml:space="preserve">Undertake a safeguarding briefing </w:t>
      </w:r>
      <w:r w:rsidR="00822843" w:rsidRPr="004057A1">
        <w:rPr>
          <w:rFonts w:cs="Arial"/>
        </w:rPr>
        <w:t>from the D</w:t>
      </w:r>
      <w:r w:rsidR="117FCFC5" w:rsidRPr="004057A1">
        <w:rPr>
          <w:rFonts w:cs="Arial"/>
        </w:rPr>
        <w:t>SL</w:t>
      </w:r>
      <w:r w:rsidR="00822843" w:rsidRPr="004057A1">
        <w:rPr>
          <w:rFonts w:cs="Arial"/>
        </w:rPr>
        <w:t xml:space="preserve"> </w:t>
      </w:r>
      <w:r w:rsidRPr="004057A1">
        <w:rPr>
          <w:rFonts w:cs="Arial"/>
        </w:rPr>
        <w:t>upon election</w:t>
      </w:r>
      <w:r w:rsidR="00575AEC" w:rsidRPr="004057A1">
        <w:rPr>
          <w:rFonts w:cs="Arial"/>
        </w:rPr>
        <w:t>/ownership</w:t>
      </w:r>
    </w:p>
    <w:p w14:paraId="1C34BFBA" w14:textId="77777777" w:rsidR="00ED7996" w:rsidRPr="004057A1" w:rsidRDefault="007F7900" w:rsidP="00ED7996">
      <w:pPr>
        <w:numPr>
          <w:ilvl w:val="0"/>
          <w:numId w:val="29"/>
        </w:numPr>
        <w:jc w:val="both"/>
      </w:pPr>
      <w:r w:rsidRPr="004057A1">
        <w:rPr>
          <w:rFonts w:cs="Arial"/>
          <w:szCs w:val="24"/>
        </w:rPr>
        <w:t>Individual committee members/owners will comply on election with Ofsted suitability check requirements including undertaking a DBS check.</w:t>
      </w:r>
    </w:p>
    <w:p w14:paraId="5EC2FA25" w14:textId="77777777" w:rsidR="00ED7996" w:rsidRPr="004057A1" w:rsidRDefault="00575AEC" w:rsidP="00ED7996">
      <w:pPr>
        <w:numPr>
          <w:ilvl w:val="0"/>
          <w:numId w:val="29"/>
        </w:numPr>
        <w:jc w:val="both"/>
      </w:pPr>
      <w:r w:rsidRPr="004057A1">
        <w:rPr>
          <w:rFonts w:cs="Arial"/>
          <w:szCs w:val="24"/>
        </w:rPr>
        <w:t>Complete</w:t>
      </w:r>
      <w:r w:rsidR="00ED7996" w:rsidRPr="004057A1">
        <w:rPr>
          <w:rFonts w:cs="Arial"/>
          <w:szCs w:val="24"/>
        </w:rPr>
        <w:t xml:space="preserve"> Safer Recruitment training (at least one person </w:t>
      </w:r>
      <w:r w:rsidR="00822843" w:rsidRPr="004057A1">
        <w:rPr>
          <w:rFonts w:cs="Arial"/>
          <w:szCs w:val="24"/>
        </w:rPr>
        <w:t>who has</w:t>
      </w:r>
      <w:r w:rsidR="00ED7996" w:rsidRPr="004057A1">
        <w:rPr>
          <w:rFonts w:cs="Arial"/>
          <w:szCs w:val="24"/>
        </w:rPr>
        <w:t xml:space="preserve"> recruitment responsibility)</w:t>
      </w:r>
      <w:r w:rsidRPr="004057A1">
        <w:rPr>
          <w:rFonts w:cs="Arial"/>
          <w:szCs w:val="24"/>
        </w:rPr>
        <w:t>.</w:t>
      </w:r>
    </w:p>
    <w:p w14:paraId="3CF2D8B6" w14:textId="77777777" w:rsidR="00F67AE3" w:rsidRPr="004057A1" w:rsidRDefault="00F67AE3" w:rsidP="009A3A0B">
      <w:pPr>
        <w:pStyle w:val="NoSpacing"/>
        <w:jc w:val="both"/>
        <w:rPr>
          <w:rFonts w:ascii="Arial" w:hAnsi="Arial" w:cs="Arial"/>
          <w:sz w:val="24"/>
          <w:szCs w:val="24"/>
          <w:lang w:val="en-US"/>
        </w:rPr>
      </w:pPr>
    </w:p>
    <w:p w14:paraId="0877191A" w14:textId="0C2E8CE5" w:rsidR="00AA507E" w:rsidRPr="004057A1" w:rsidRDefault="00AA507E" w:rsidP="009A3A0B">
      <w:pPr>
        <w:pStyle w:val="NoSpacing"/>
        <w:jc w:val="both"/>
        <w:rPr>
          <w:rFonts w:ascii="Arial" w:hAnsi="Arial" w:cs="Arial"/>
          <w:b/>
          <w:bCs/>
          <w:sz w:val="26"/>
          <w:szCs w:val="26"/>
          <w:lang w:val="en-US"/>
        </w:rPr>
      </w:pPr>
      <w:r w:rsidRPr="004057A1">
        <w:rPr>
          <w:rFonts w:ascii="Arial" w:hAnsi="Arial" w:cs="Arial"/>
          <w:b/>
          <w:bCs/>
          <w:sz w:val="26"/>
          <w:szCs w:val="26"/>
          <w:lang w:val="en-US"/>
        </w:rPr>
        <w:t>Training</w:t>
      </w:r>
    </w:p>
    <w:p w14:paraId="5AD9EDD7" w14:textId="77466032" w:rsidR="00AA507E" w:rsidRPr="004057A1" w:rsidRDefault="00AA507E" w:rsidP="009A3A0B">
      <w:pPr>
        <w:pStyle w:val="NoSpacing"/>
        <w:jc w:val="both"/>
        <w:rPr>
          <w:rFonts w:ascii="Arial" w:hAnsi="Arial" w:cs="Arial"/>
          <w:sz w:val="24"/>
          <w:szCs w:val="24"/>
          <w:lang w:val="en-US"/>
        </w:rPr>
      </w:pPr>
      <w:r w:rsidRPr="004057A1">
        <w:rPr>
          <w:rFonts w:ascii="Arial" w:hAnsi="Arial" w:cs="Arial"/>
          <w:sz w:val="24"/>
          <w:szCs w:val="24"/>
          <w:lang w:val="en-US"/>
        </w:rPr>
        <w:t xml:space="preserve">The setting </w:t>
      </w:r>
      <w:proofErr w:type="spellStart"/>
      <w:r w:rsidRPr="004057A1">
        <w:rPr>
          <w:rFonts w:ascii="Arial" w:hAnsi="Arial" w:cs="Arial"/>
          <w:sz w:val="24"/>
          <w:szCs w:val="24"/>
          <w:lang w:val="en-US"/>
        </w:rPr>
        <w:t>recogni</w:t>
      </w:r>
      <w:r w:rsidR="56D9908F" w:rsidRPr="004057A1">
        <w:rPr>
          <w:rFonts w:ascii="Arial" w:hAnsi="Arial" w:cs="Arial"/>
          <w:sz w:val="24"/>
          <w:szCs w:val="24"/>
          <w:lang w:val="en-US"/>
        </w:rPr>
        <w:t>s</w:t>
      </w:r>
      <w:r w:rsidRPr="004057A1">
        <w:rPr>
          <w:rFonts w:ascii="Arial" w:hAnsi="Arial" w:cs="Arial"/>
          <w:sz w:val="24"/>
          <w:szCs w:val="24"/>
          <w:lang w:val="en-US"/>
        </w:rPr>
        <w:t>es</w:t>
      </w:r>
      <w:proofErr w:type="spellEnd"/>
      <w:r w:rsidRPr="004057A1">
        <w:rPr>
          <w:rFonts w:ascii="Arial" w:hAnsi="Arial" w:cs="Arial"/>
          <w:sz w:val="24"/>
          <w:szCs w:val="24"/>
          <w:lang w:val="en-US"/>
        </w:rPr>
        <w:t xml:space="preserve"> the importance of </w:t>
      </w:r>
      <w:r w:rsidR="00D40C2D" w:rsidRPr="004057A1">
        <w:rPr>
          <w:rFonts w:ascii="Arial" w:hAnsi="Arial" w:cs="Arial"/>
          <w:sz w:val="24"/>
          <w:szCs w:val="24"/>
          <w:lang w:val="en-US"/>
        </w:rPr>
        <w:t>thorough and regular safeguarding training opportunities for all staff</w:t>
      </w:r>
      <w:r w:rsidR="002771A1" w:rsidRPr="004057A1">
        <w:rPr>
          <w:rFonts w:ascii="Arial" w:hAnsi="Arial" w:cs="Arial"/>
          <w:sz w:val="24"/>
          <w:szCs w:val="24"/>
          <w:lang w:val="en-US"/>
        </w:rPr>
        <w:t xml:space="preserve"> and are supported in embedding </w:t>
      </w:r>
      <w:r w:rsidR="726B4D0E" w:rsidRPr="004057A1">
        <w:rPr>
          <w:rFonts w:ascii="Arial" w:hAnsi="Arial" w:cs="Arial"/>
          <w:sz w:val="24"/>
          <w:szCs w:val="24"/>
          <w:lang w:val="en-US"/>
        </w:rPr>
        <w:t>this</w:t>
      </w:r>
      <w:r w:rsidR="002771A1" w:rsidRPr="004057A1">
        <w:rPr>
          <w:rFonts w:ascii="Arial" w:hAnsi="Arial" w:cs="Arial"/>
          <w:sz w:val="24"/>
          <w:szCs w:val="24"/>
          <w:lang w:val="en-US"/>
        </w:rPr>
        <w:t xml:space="preserve"> into practice. </w:t>
      </w:r>
    </w:p>
    <w:p w14:paraId="75E6CE98" w14:textId="77777777" w:rsidR="004057A1" w:rsidRPr="004057A1" w:rsidRDefault="004057A1" w:rsidP="009A3A0B">
      <w:pPr>
        <w:pStyle w:val="NoSpacing"/>
        <w:jc w:val="both"/>
        <w:rPr>
          <w:rFonts w:ascii="Arial" w:hAnsi="Arial" w:cs="Arial"/>
          <w:sz w:val="24"/>
          <w:szCs w:val="24"/>
          <w:lang w:val="en-US"/>
        </w:rPr>
      </w:pPr>
    </w:p>
    <w:p w14:paraId="0A6588B3" w14:textId="7A20C936" w:rsidR="00CD72EF" w:rsidRDefault="00CD72EF" w:rsidP="002771A1">
      <w:pPr>
        <w:pStyle w:val="NoSpacing"/>
        <w:numPr>
          <w:ilvl w:val="0"/>
          <w:numId w:val="36"/>
        </w:numPr>
        <w:jc w:val="both"/>
        <w:rPr>
          <w:rFonts w:ascii="Arial" w:hAnsi="Arial" w:cs="Arial"/>
          <w:sz w:val="24"/>
          <w:szCs w:val="24"/>
          <w:lang w:val="en-US"/>
        </w:rPr>
      </w:pPr>
      <w:r>
        <w:rPr>
          <w:rFonts w:ascii="Arial" w:hAnsi="Arial" w:cs="Arial"/>
          <w:sz w:val="24"/>
          <w:szCs w:val="24"/>
          <w:lang w:val="en-US"/>
        </w:rPr>
        <w:t xml:space="preserve">The Designated leads are training is delivered by </w:t>
      </w:r>
      <w:proofErr w:type="gramStart"/>
      <w:r>
        <w:rPr>
          <w:rFonts w:ascii="Arial" w:hAnsi="Arial" w:cs="Arial"/>
          <w:sz w:val="24"/>
          <w:szCs w:val="24"/>
          <w:lang w:val="en-US"/>
        </w:rPr>
        <w:t>Cambridgeshire county</w:t>
      </w:r>
      <w:proofErr w:type="gramEnd"/>
      <w:r>
        <w:rPr>
          <w:rFonts w:ascii="Arial" w:hAnsi="Arial" w:cs="Arial"/>
          <w:sz w:val="24"/>
          <w:szCs w:val="24"/>
          <w:lang w:val="en-US"/>
        </w:rPr>
        <w:t xml:space="preserve"> council </w:t>
      </w:r>
    </w:p>
    <w:p w14:paraId="5BC0DA17" w14:textId="77777777" w:rsidR="00CD72EF" w:rsidRDefault="00CD72EF" w:rsidP="00CD72EF">
      <w:pPr>
        <w:pStyle w:val="NoSpacing"/>
        <w:ind w:left="360"/>
        <w:jc w:val="both"/>
        <w:rPr>
          <w:rFonts w:ascii="Arial" w:hAnsi="Arial" w:cs="Arial"/>
          <w:sz w:val="24"/>
          <w:szCs w:val="24"/>
          <w:lang w:val="en-US"/>
        </w:rPr>
      </w:pPr>
    </w:p>
    <w:p w14:paraId="1507BEDB" w14:textId="6B70A6EE" w:rsidR="002771A1" w:rsidRPr="004057A1" w:rsidRDefault="002771A1" w:rsidP="002771A1">
      <w:pPr>
        <w:pStyle w:val="NoSpacing"/>
        <w:numPr>
          <w:ilvl w:val="0"/>
          <w:numId w:val="36"/>
        </w:numPr>
        <w:jc w:val="both"/>
        <w:rPr>
          <w:rFonts w:ascii="Arial" w:hAnsi="Arial" w:cs="Arial"/>
          <w:sz w:val="24"/>
          <w:szCs w:val="24"/>
          <w:lang w:val="en-US"/>
        </w:rPr>
      </w:pPr>
      <w:r w:rsidRPr="004057A1">
        <w:rPr>
          <w:rFonts w:ascii="Arial" w:hAnsi="Arial" w:cs="Arial"/>
          <w:sz w:val="24"/>
          <w:szCs w:val="24"/>
          <w:lang w:val="en-US"/>
        </w:rPr>
        <w:t>The settings safeguarding training is delivered by</w:t>
      </w:r>
      <w:r w:rsidR="004057A1" w:rsidRPr="004057A1">
        <w:rPr>
          <w:rFonts w:ascii="Arial" w:hAnsi="Arial" w:cs="Arial"/>
          <w:sz w:val="24"/>
          <w:szCs w:val="24"/>
          <w:lang w:val="en-US"/>
        </w:rPr>
        <w:t xml:space="preserve"> Christine Kaye </w:t>
      </w:r>
    </w:p>
    <w:p w14:paraId="65D7462C" w14:textId="77777777" w:rsidR="004057A1" w:rsidRPr="004057A1" w:rsidRDefault="004057A1" w:rsidP="004057A1">
      <w:pPr>
        <w:pStyle w:val="NoSpacing"/>
        <w:ind w:left="360"/>
        <w:jc w:val="both"/>
        <w:rPr>
          <w:rFonts w:ascii="Arial" w:hAnsi="Arial" w:cs="Arial"/>
          <w:sz w:val="24"/>
          <w:szCs w:val="24"/>
          <w:lang w:val="en-US"/>
        </w:rPr>
      </w:pPr>
    </w:p>
    <w:p w14:paraId="522C87CD" w14:textId="31779D3F" w:rsidR="002771A1" w:rsidRPr="004057A1" w:rsidRDefault="002771A1" w:rsidP="002771A1">
      <w:pPr>
        <w:pStyle w:val="NoSpacing"/>
        <w:numPr>
          <w:ilvl w:val="0"/>
          <w:numId w:val="36"/>
        </w:numPr>
        <w:jc w:val="both"/>
        <w:rPr>
          <w:rFonts w:ascii="Arial" w:hAnsi="Arial" w:cs="Arial"/>
          <w:sz w:val="24"/>
          <w:szCs w:val="24"/>
          <w:lang w:val="en-US"/>
        </w:rPr>
      </w:pPr>
      <w:r w:rsidRPr="004057A1">
        <w:rPr>
          <w:rFonts w:ascii="Arial" w:hAnsi="Arial" w:cs="Arial"/>
          <w:sz w:val="24"/>
          <w:szCs w:val="24"/>
          <w:lang w:val="en-US"/>
        </w:rPr>
        <w:t xml:space="preserve">Practitioners are supported to embed this into their </w:t>
      </w:r>
      <w:proofErr w:type="gramStart"/>
      <w:r w:rsidRPr="004057A1">
        <w:rPr>
          <w:rFonts w:ascii="Arial" w:hAnsi="Arial" w:cs="Arial"/>
          <w:sz w:val="24"/>
          <w:szCs w:val="24"/>
          <w:lang w:val="en-US"/>
        </w:rPr>
        <w:t>day to day</w:t>
      </w:r>
      <w:proofErr w:type="gramEnd"/>
      <w:r w:rsidRPr="004057A1">
        <w:rPr>
          <w:rFonts w:ascii="Arial" w:hAnsi="Arial" w:cs="Arial"/>
          <w:sz w:val="24"/>
          <w:szCs w:val="24"/>
          <w:lang w:val="en-US"/>
        </w:rPr>
        <w:t xml:space="preserve"> practice with </w:t>
      </w:r>
      <w:r w:rsidRPr="004057A1">
        <w:rPr>
          <w:rFonts w:ascii="Arial" w:hAnsi="Arial" w:cs="Arial"/>
          <w:i/>
          <w:iCs/>
          <w:sz w:val="24"/>
          <w:szCs w:val="24"/>
          <w:lang w:val="en-US"/>
        </w:rPr>
        <w:t xml:space="preserve">(regular safeguarding updates from DSL/Safeguarding supervision/Group training sessions with a </w:t>
      </w:r>
      <w:proofErr w:type="gramStart"/>
      <w:r w:rsidRPr="004057A1">
        <w:rPr>
          <w:rFonts w:ascii="Arial" w:hAnsi="Arial" w:cs="Arial"/>
          <w:i/>
          <w:iCs/>
          <w:sz w:val="24"/>
          <w:szCs w:val="24"/>
          <w:lang w:val="en-US"/>
        </w:rPr>
        <w:t>safeguarding focus/ Daily opportunities</w:t>
      </w:r>
      <w:proofErr w:type="gramEnd"/>
      <w:r w:rsidRPr="004057A1">
        <w:rPr>
          <w:rFonts w:ascii="Arial" w:hAnsi="Arial" w:cs="Arial"/>
          <w:i/>
          <w:iCs/>
          <w:sz w:val="24"/>
          <w:szCs w:val="24"/>
          <w:lang w:val="en-US"/>
        </w:rPr>
        <w:t xml:space="preserve"> to discuss concerns/annual updates</w:t>
      </w:r>
    </w:p>
    <w:p w14:paraId="7A775F69" w14:textId="77777777" w:rsidR="004057A1" w:rsidRPr="004057A1" w:rsidRDefault="004057A1" w:rsidP="004057A1">
      <w:pPr>
        <w:pStyle w:val="ListParagraph"/>
      </w:pPr>
    </w:p>
    <w:p w14:paraId="09B4DC62" w14:textId="77777777" w:rsidR="004057A1" w:rsidRPr="004057A1" w:rsidRDefault="004057A1" w:rsidP="004057A1">
      <w:pPr>
        <w:pStyle w:val="NoSpacing"/>
        <w:ind w:left="360"/>
        <w:jc w:val="both"/>
        <w:rPr>
          <w:rFonts w:ascii="Arial" w:hAnsi="Arial" w:cs="Arial"/>
          <w:sz w:val="24"/>
          <w:szCs w:val="24"/>
          <w:lang w:val="en-US"/>
        </w:rPr>
      </w:pPr>
    </w:p>
    <w:p w14:paraId="53C77D17" w14:textId="70295406" w:rsidR="00B45C0E" w:rsidRPr="004057A1" w:rsidRDefault="00B45C0E" w:rsidP="002771A1">
      <w:pPr>
        <w:pStyle w:val="NoSpacing"/>
        <w:numPr>
          <w:ilvl w:val="0"/>
          <w:numId w:val="36"/>
        </w:numPr>
        <w:jc w:val="both"/>
        <w:rPr>
          <w:rFonts w:ascii="Arial" w:hAnsi="Arial" w:cs="Arial"/>
          <w:sz w:val="24"/>
          <w:szCs w:val="24"/>
          <w:lang w:val="en-US"/>
        </w:rPr>
      </w:pPr>
      <w:r w:rsidRPr="004057A1">
        <w:rPr>
          <w:rFonts w:ascii="Arial" w:hAnsi="Arial" w:cs="Arial"/>
          <w:sz w:val="24"/>
          <w:szCs w:val="24"/>
          <w:lang w:val="en-US"/>
        </w:rPr>
        <w:t xml:space="preserve">All staff will be trained in line with the criteria set out in Annex C of Early </w:t>
      </w:r>
      <w:proofErr w:type="gramStart"/>
      <w:r w:rsidRPr="004057A1">
        <w:rPr>
          <w:rFonts w:ascii="Arial" w:hAnsi="Arial" w:cs="Arial"/>
          <w:sz w:val="24"/>
          <w:szCs w:val="24"/>
          <w:lang w:val="en-US"/>
        </w:rPr>
        <w:t>years</w:t>
      </w:r>
      <w:proofErr w:type="gramEnd"/>
      <w:r w:rsidRPr="004057A1">
        <w:rPr>
          <w:rFonts w:ascii="Arial" w:hAnsi="Arial" w:cs="Arial"/>
          <w:sz w:val="24"/>
          <w:szCs w:val="24"/>
          <w:lang w:val="en-US"/>
        </w:rPr>
        <w:t xml:space="preserve"> </w:t>
      </w:r>
      <w:r w:rsidR="00733F09" w:rsidRPr="004057A1">
        <w:rPr>
          <w:rFonts w:ascii="Arial" w:hAnsi="Arial" w:cs="Arial"/>
          <w:sz w:val="24"/>
          <w:szCs w:val="24"/>
          <w:lang w:val="en-US"/>
        </w:rPr>
        <w:t>Foundation</w:t>
      </w:r>
      <w:r w:rsidRPr="004057A1">
        <w:rPr>
          <w:rFonts w:ascii="Arial" w:hAnsi="Arial" w:cs="Arial"/>
          <w:sz w:val="24"/>
          <w:szCs w:val="24"/>
          <w:lang w:val="en-US"/>
        </w:rPr>
        <w:t xml:space="preserve"> </w:t>
      </w:r>
      <w:r w:rsidR="00733F09" w:rsidRPr="004057A1">
        <w:rPr>
          <w:rFonts w:ascii="Arial" w:hAnsi="Arial" w:cs="Arial"/>
          <w:sz w:val="24"/>
          <w:szCs w:val="24"/>
          <w:lang w:val="en-US"/>
        </w:rPr>
        <w:t xml:space="preserve">Stage </w:t>
      </w:r>
      <w:proofErr w:type="gramStart"/>
      <w:r w:rsidR="760969FC" w:rsidRPr="004057A1">
        <w:rPr>
          <w:rFonts w:ascii="Arial" w:hAnsi="Arial" w:cs="Arial"/>
          <w:sz w:val="24"/>
          <w:szCs w:val="24"/>
          <w:lang w:val="en-US"/>
        </w:rPr>
        <w:t>s</w:t>
      </w:r>
      <w:r w:rsidRPr="004057A1">
        <w:rPr>
          <w:rFonts w:ascii="Arial" w:hAnsi="Arial" w:cs="Arial"/>
          <w:sz w:val="24"/>
          <w:szCs w:val="24"/>
          <w:lang w:val="en-US"/>
        </w:rPr>
        <w:t>tatutory framework</w:t>
      </w:r>
      <w:proofErr w:type="gramEnd"/>
      <w:r w:rsidRPr="004057A1">
        <w:rPr>
          <w:rFonts w:ascii="Arial" w:hAnsi="Arial" w:cs="Arial"/>
          <w:sz w:val="24"/>
          <w:szCs w:val="24"/>
          <w:lang w:val="en-US"/>
        </w:rPr>
        <w:t xml:space="preserve"> </w:t>
      </w:r>
      <w:r w:rsidR="00733F09" w:rsidRPr="004057A1">
        <w:rPr>
          <w:rFonts w:ascii="Arial" w:hAnsi="Arial" w:cs="Arial"/>
          <w:sz w:val="24"/>
          <w:szCs w:val="24"/>
          <w:lang w:val="en-US"/>
        </w:rPr>
        <w:t>2025 and are supported and confident to implement the settings safeguarding policy and procedures on an ongoing basis</w:t>
      </w:r>
    </w:p>
    <w:p w14:paraId="3F4A8313" w14:textId="77777777" w:rsidR="002771A1" w:rsidRPr="004057A1" w:rsidRDefault="002771A1" w:rsidP="009A3A0B">
      <w:pPr>
        <w:pStyle w:val="NoSpacing"/>
        <w:jc w:val="both"/>
        <w:rPr>
          <w:rFonts w:ascii="Arial" w:hAnsi="Arial" w:cs="Arial"/>
          <w:sz w:val="24"/>
          <w:szCs w:val="24"/>
          <w:lang w:val="en-US"/>
        </w:rPr>
      </w:pPr>
    </w:p>
    <w:p w14:paraId="5D7B79F1" w14:textId="77777777" w:rsidR="00F064AB" w:rsidRPr="004057A1" w:rsidRDefault="00F064AB" w:rsidP="000532FE">
      <w:pPr>
        <w:spacing w:after="120"/>
        <w:contextualSpacing/>
        <w:rPr>
          <w:b/>
          <w:sz w:val="26"/>
          <w:szCs w:val="26"/>
        </w:rPr>
      </w:pPr>
      <w:r w:rsidRPr="004057A1">
        <w:rPr>
          <w:b/>
          <w:sz w:val="26"/>
          <w:szCs w:val="26"/>
        </w:rPr>
        <w:t>Liaison with other agencies</w:t>
      </w:r>
    </w:p>
    <w:p w14:paraId="337FA02E" w14:textId="77777777" w:rsidR="00F064AB" w:rsidRPr="004057A1" w:rsidRDefault="00F67AE3" w:rsidP="00006660">
      <w:pPr>
        <w:ind w:left="720" w:right="-54" w:hanging="720"/>
        <w:jc w:val="both"/>
      </w:pPr>
      <w:r w:rsidRPr="004057A1">
        <w:t>The</w:t>
      </w:r>
      <w:r w:rsidR="00F064AB" w:rsidRPr="004057A1">
        <w:t xml:space="preserve"> setting will:</w:t>
      </w:r>
    </w:p>
    <w:p w14:paraId="2357CD62" w14:textId="77777777" w:rsidR="00F064AB" w:rsidRPr="004057A1" w:rsidRDefault="00F064AB" w:rsidP="00006660">
      <w:pPr>
        <w:numPr>
          <w:ilvl w:val="0"/>
          <w:numId w:val="6"/>
        </w:numPr>
        <w:ind w:left="360" w:right="-54"/>
        <w:jc w:val="both"/>
      </w:pPr>
      <w:r w:rsidRPr="004057A1">
        <w:t>Work to develop effective links with relevant services to promote the safety and welfare of all children.</w:t>
      </w:r>
    </w:p>
    <w:p w14:paraId="00341D3E" w14:textId="4335DB90" w:rsidR="00F064AB" w:rsidRPr="004057A1" w:rsidRDefault="00F064AB" w:rsidP="00F67AE3">
      <w:pPr>
        <w:numPr>
          <w:ilvl w:val="0"/>
          <w:numId w:val="6"/>
        </w:numPr>
        <w:ind w:left="360" w:right="-54"/>
        <w:jc w:val="both"/>
      </w:pPr>
      <w:r w:rsidRPr="004057A1">
        <w:t>Co-operate as required, in line with Working Together to Saf</w:t>
      </w:r>
      <w:r w:rsidR="006F6578" w:rsidRPr="004057A1">
        <w:t>eguard Children 20</w:t>
      </w:r>
      <w:r w:rsidR="621988F1" w:rsidRPr="004057A1">
        <w:t>23</w:t>
      </w:r>
      <w:r w:rsidRPr="004057A1">
        <w:t xml:space="preserve">, with key agencies in their enquiries </w:t>
      </w:r>
      <w:bookmarkStart w:id="14" w:name="_Int_7jS7pTBs"/>
      <w:r w:rsidRPr="004057A1">
        <w:t>regarding</w:t>
      </w:r>
      <w:bookmarkEnd w:id="14"/>
      <w:r w:rsidRPr="004057A1">
        <w:t xml:space="preserve"> child protection matters including attendance and providing written reports at child protection conferences and core groups.</w:t>
      </w:r>
    </w:p>
    <w:p w14:paraId="4407CE3F" w14:textId="77777777" w:rsidR="007314D7" w:rsidRPr="004057A1" w:rsidRDefault="00F064AB" w:rsidP="007314D7">
      <w:pPr>
        <w:numPr>
          <w:ilvl w:val="0"/>
          <w:numId w:val="6"/>
        </w:numPr>
        <w:ind w:left="360" w:right="-54"/>
        <w:jc w:val="both"/>
      </w:pPr>
      <w:r w:rsidRPr="004057A1">
        <w:t>Noti</w:t>
      </w:r>
      <w:r w:rsidR="00F67AE3" w:rsidRPr="004057A1">
        <w:t xml:space="preserve">fy the relevant Social Care </w:t>
      </w:r>
      <w:r w:rsidR="00A72391" w:rsidRPr="004057A1">
        <w:t>t</w:t>
      </w:r>
      <w:r w:rsidR="00F67AE3" w:rsidRPr="004057A1">
        <w:t>eam</w:t>
      </w:r>
      <w:r w:rsidRPr="004057A1">
        <w:t xml:space="preserve"> </w:t>
      </w:r>
      <w:bookmarkStart w:id="15" w:name="_Int_GeMCigyL"/>
      <w:r w:rsidRPr="004057A1">
        <w:t>immediately</w:t>
      </w:r>
      <w:bookmarkEnd w:id="15"/>
      <w:r w:rsidRPr="004057A1">
        <w:t xml:space="preserve"> if there is an unexplained absence or </w:t>
      </w:r>
      <w:bookmarkStart w:id="16" w:name="_Int_i8jP1Sdk"/>
      <w:r w:rsidRPr="004057A1">
        <w:t>there is</w:t>
      </w:r>
      <w:bookmarkEnd w:id="16"/>
      <w:r w:rsidRPr="004057A1">
        <w:t xml:space="preserve"> any change in circumstances to a child who is subject to a Child Protection Plan.</w:t>
      </w:r>
    </w:p>
    <w:p w14:paraId="20C7873E" w14:textId="674DC6D7" w:rsidR="007314D7" w:rsidRPr="004057A1" w:rsidRDefault="007314D7" w:rsidP="007314D7">
      <w:pPr>
        <w:numPr>
          <w:ilvl w:val="0"/>
          <w:numId w:val="6"/>
        </w:numPr>
        <w:ind w:left="360" w:right="-54"/>
        <w:jc w:val="both"/>
      </w:pPr>
      <w:r w:rsidRPr="004057A1">
        <w:t xml:space="preserve">Notify the relevant Social Care team </w:t>
      </w:r>
      <w:bookmarkStart w:id="17" w:name="_Int_5Dfni5nQ"/>
      <w:r w:rsidRPr="004057A1">
        <w:t>immediately</w:t>
      </w:r>
      <w:bookmarkEnd w:id="17"/>
      <w:r w:rsidRPr="004057A1">
        <w:t xml:space="preserve"> if there are any further abuse or neglect concerns (such as fresh marks, </w:t>
      </w:r>
      <w:r w:rsidR="1D2A1F5C" w:rsidRPr="004057A1">
        <w:t>bruises,</w:t>
      </w:r>
      <w:r w:rsidRPr="004057A1">
        <w:t xml:space="preserve"> or injuries) where a child is already subject to a Child Protection Plan or Child in Need Plan. It will not be assumed that Social Care are already aware of these</w:t>
      </w:r>
      <w:r w:rsidR="0047613A" w:rsidRPr="004057A1">
        <w:t xml:space="preserve"> </w:t>
      </w:r>
      <w:bookmarkStart w:id="18" w:name="_Int_sdFGFexn"/>
      <w:r w:rsidR="0047613A" w:rsidRPr="004057A1">
        <w:t>additional</w:t>
      </w:r>
      <w:bookmarkEnd w:id="18"/>
      <w:r w:rsidR="0047613A" w:rsidRPr="004057A1">
        <w:t xml:space="preserve"> concerns</w:t>
      </w:r>
      <w:r w:rsidRPr="004057A1">
        <w:t>.</w:t>
      </w:r>
    </w:p>
    <w:p w14:paraId="071807A6" w14:textId="77777777" w:rsidR="007C36BA" w:rsidRPr="004057A1" w:rsidRDefault="00F064AB" w:rsidP="00F67AE3">
      <w:pPr>
        <w:numPr>
          <w:ilvl w:val="0"/>
          <w:numId w:val="6"/>
        </w:numPr>
        <w:ind w:left="360" w:right="-54"/>
        <w:contextualSpacing/>
        <w:jc w:val="both"/>
      </w:pPr>
      <w:r w:rsidRPr="004057A1">
        <w:lastRenderedPageBreak/>
        <w:t xml:space="preserve">Respond to requests for information </w:t>
      </w:r>
      <w:r w:rsidR="00E47C29" w:rsidRPr="004057A1">
        <w:t xml:space="preserve">about children in the setting’s care </w:t>
      </w:r>
      <w:r w:rsidRPr="004057A1">
        <w:t xml:space="preserve">from the Education Navigator at the </w:t>
      </w:r>
      <w:r w:rsidR="00A72391" w:rsidRPr="004057A1">
        <w:t>Multi-Agency safeguarding Hub (</w:t>
      </w:r>
      <w:r w:rsidRPr="004057A1">
        <w:t>MASH</w:t>
      </w:r>
      <w:r w:rsidR="00A72391" w:rsidRPr="004057A1">
        <w:t>)</w:t>
      </w:r>
      <w:r w:rsidR="00D20140" w:rsidRPr="004057A1">
        <w:t xml:space="preserve"> or a Social Worker </w:t>
      </w:r>
      <w:bookmarkStart w:id="19" w:name="_Int_UDkjTImH"/>
      <w:r w:rsidRPr="004057A1">
        <w:t>in a timely manner</w:t>
      </w:r>
      <w:bookmarkEnd w:id="19"/>
      <w:r w:rsidRPr="004057A1">
        <w:t>.</w:t>
      </w:r>
    </w:p>
    <w:p w14:paraId="27F51C02" w14:textId="483B8D45" w:rsidR="0092087B" w:rsidRPr="004057A1" w:rsidRDefault="0092087B" w:rsidP="00F67AE3">
      <w:pPr>
        <w:numPr>
          <w:ilvl w:val="0"/>
          <w:numId w:val="6"/>
        </w:numPr>
        <w:ind w:left="360" w:right="-54"/>
        <w:contextualSpacing/>
        <w:jc w:val="both"/>
      </w:pPr>
      <w:r w:rsidRPr="004057A1">
        <w:t>Li</w:t>
      </w:r>
      <w:r w:rsidR="00036262" w:rsidRPr="004057A1">
        <w:t>nk</w:t>
      </w:r>
      <w:r w:rsidRPr="004057A1">
        <w:t xml:space="preserve"> with Designated Safeguarding Leads </w:t>
      </w:r>
      <w:r w:rsidR="00036262" w:rsidRPr="004057A1">
        <w:t>in other settings and schools where we</w:t>
      </w:r>
      <w:r w:rsidRPr="004057A1">
        <w:t xml:space="preserve"> share families</w:t>
      </w:r>
      <w:r w:rsidR="00036262" w:rsidRPr="004057A1">
        <w:t>.</w:t>
      </w:r>
    </w:p>
    <w:p w14:paraId="1E30BCA8" w14:textId="0B793EBF" w:rsidR="00905C99" w:rsidRPr="004057A1" w:rsidRDefault="00905C99" w:rsidP="00F67AE3">
      <w:pPr>
        <w:numPr>
          <w:ilvl w:val="0"/>
          <w:numId w:val="6"/>
        </w:numPr>
        <w:ind w:left="360" w:right="-54"/>
        <w:contextualSpacing/>
        <w:jc w:val="both"/>
      </w:pPr>
      <w:r w:rsidRPr="004057A1">
        <w:t xml:space="preserve">Attend as required, meetings regarding a child or </w:t>
      </w:r>
      <w:r w:rsidR="69EC9124" w:rsidRPr="004057A1">
        <w:t>family's</w:t>
      </w:r>
      <w:r w:rsidRPr="004057A1">
        <w:t xml:space="preserve"> welfare such as Child </w:t>
      </w:r>
      <w:r w:rsidR="18664D49" w:rsidRPr="004057A1">
        <w:t>P</w:t>
      </w:r>
      <w:r w:rsidRPr="004057A1">
        <w:t>rotection Conference or Strategy discussion. If the DSL is unable to attend or send an appropriate representat</w:t>
      </w:r>
      <w:r w:rsidR="00831A95" w:rsidRPr="004057A1">
        <w:t xml:space="preserve">ive </w:t>
      </w:r>
      <w:r w:rsidRPr="004057A1">
        <w:t xml:space="preserve">than notification will be sent to the chair and a report will be </w:t>
      </w:r>
      <w:r w:rsidR="6DB9A91C" w:rsidRPr="004057A1">
        <w:t>submitted</w:t>
      </w:r>
      <w:r w:rsidRPr="004057A1">
        <w:t xml:space="preserve"> in the DSLs absence. </w:t>
      </w:r>
    </w:p>
    <w:p w14:paraId="0FB78278" w14:textId="77777777" w:rsidR="00F67AE3" w:rsidRPr="004057A1" w:rsidRDefault="00F67AE3" w:rsidP="00AF6530">
      <w:pPr>
        <w:spacing w:after="120" w:line="240" w:lineRule="exact"/>
        <w:ind w:right="-54"/>
        <w:contextualSpacing/>
        <w:jc w:val="both"/>
      </w:pPr>
    </w:p>
    <w:p w14:paraId="20D625FB" w14:textId="77777777" w:rsidR="00F67AE3" w:rsidRPr="004057A1" w:rsidRDefault="00F064AB" w:rsidP="00AF6530">
      <w:pPr>
        <w:contextualSpacing/>
        <w:rPr>
          <w:b/>
          <w:sz w:val="26"/>
          <w:szCs w:val="26"/>
        </w:rPr>
      </w:pPr>
      <w:r w:rsidRPr="004057A1">
        <w:rPr>
          <w:b/>
          <w:sz w:val="26"/>
          <w:szCs w:val="26"/>
        </w:rPr>
        <w:t>Record keeping</w:t>
      </w:r>
    </w:p>
    <w:p w14:paraId="3987455D" w14:textId="77777777" w:rsidR="00A72391" w:rsidRPr="004057A1" w:rsidRDefault="00F064AB" w:rsidP="00F67AE3">
      <w:pPr>
        <w:jc w:val="both"/>
      </w:pPr>
      <w:r w:rsidRPr="004057A1">
        <w:t>The setting will</w:t>
      </w:r>
      <w:r w:rsidR="00A72391" w:rsidRPr="004057A1">
        <w:t>:</w:t>
      </w:r>
    </w:p>
    <w:p w14:paraId="51B92857" w14:textId="77777777" w:rsidR="00CC04F9" w:rsidRPr="004057A1" w:rsidRDefault="00A72391" w:rsidP="00CC04F9">
      <w:pPr>
        <w:jc w:val="both"/>
        <w:rPr>
          <w:lang w:val="en-US"/>
        </w:rPr>
      </w:pPr>
      <w:r w:rsidRPr="004057A1">
        <w:t>K</w:t>
      </w:r>
      <w:r w:rsidR="00F064AB" w:rsidRPr="004057A1">
        <w:t xml:space="preserve">eep clear, detailed written records of concerns about children’s welfare using the Log of Concern Form. </w:t>
      </w:r>
      <w:r w:rsidR="00CC04F9" w:rsidRPr="004057A1">
        <w:rPr>
          <w:lang w:val="en-US"/>
        </w:rPr>
        <w:t xml:space="preserve">Records should include: </w:t>
      </w:r>
    </w:p>
    <w:p w14:paraId="0C86366F" w14:textId="77777777" w:rsidR="00CC04F9" w:rsidRPr="004057A1" w:rsidRDefault="00CC04F9" w:rsidP="00CC04F9">
      <w:pPr>
        <w:numPr>
          <w:ilvl w:val="0"/>
          <w:numId w:val="35"/>
        </w:numPr>
        <w:ind w:left="720"/>
        <w:jc w:val="both"/>
        <w:rPr>
          <w:lang w:val="en-US"/>
        </w:rPr>
      </w:pPr>
      <w:r w:rsidRPr="004057A1">
        <w:rPr>
          <w:lang w:val="en-US"/>
        </w:rPr>
        <w:t xml:space="preserve">a clear and comprehensive summary of the </w:t>
      </w:r>
      <w:proofErr w:type="gramStart"/>
      <w:r w:rsidRPr="004057A1">
        <w:rPr>
          <w:lang w:val="en-US"/>
        </w:rPr>
        <w:t>concern;</w:t>
      </w:r>
      <w:proofErr w:type="gramEnd"/>
    </w:p>
    <w:p w14:paraId="4B8A3CD3" w14:textId="77777777" w:rsidR="00CC04F9" w:rsidRPr="004057A1" w:rsidRDefault="00CC04F9" w:rsidP="00CC04F9">
      <w:pPr>
        <w:numPr>
          <w:ilvl w:val="0"/>
          <w:numId w:val="35"/>
        </w:numPr>
        <w:ind w:left="720"/>
        <w:jc w:val="both"/>
        <w:rPr>
          <w:lang w:val="en-US"/>
        </w:rPr>
      </w:pPr>
      <w:r w:rsidRPr="004057A1">
        <w:rPr>
          <w:lang w:val="en-US"/>
        </w:rPr>
        <w:t xml:space="preserve">details of how the concern was followed up and </w:t>
      </w:r>
      <w:proofErr w:type="gramStart"/>
      <w:r w:rsidRPr="004057A1">
        <w:rPr>
          <w:lang w:val="en-US"/>
        </w:rPr>
        <w:t>resolved;</w:t>
      </w:r>
      <w:proofErr w:type="gramEnd"/>
    </w:p>
    <w:p w14:paraId="14A67B1E" w14:textId="77777777" w:rsidR="00CC04F9" w:rsidRPr="004057A1" w:rsidRDefault="00CC04F9" w:rsidP="00CC04F9">
      <w:pPr>
        <w:numPr>
          <w:ilvl w:val="0"/>
          <w:numId w:val="35"/>
        </w:numPr>
        <w:ind w:left="720"/>
        <w:jc w:val="both"/>
        <w:rPr>
          <w:lang w:val="en-US"/>
        </w:rPr>
      </w:pPr>
      <w:r w:rsidRPr="004057A1">
        <w:rPr>
          <w:lang w:val="en-US"/>
        </w:rPr>
        <w:t>a note of any action taken, decisions reached and the outcome.</w:t>
      </w:r>
    </w:p>
    <w:p w14:paraId="578411AE" w14:textId="77777777" w:rsidR="00CC04F9" w:rsidRPr="004057A1" w:rsidRDefault="00F064AB" w:rsidP="00CC04F9">
      <w:pPr>
        <w:numPr>
          <w:ilvl w:val="0"/>
          <w:numId w:val="34"/>
        </w:numPr>
        <w:ind w:left="720"/>
        <w:jc w:val="both"/>
      </w:pPr>
      <w:r w:rsidRPr="004057A1">
        <w:t xml:space="preserve">Records will be kept in individual child welfare files. </w:t>
      </w:r>
    </w:p>
    <w:p w14:paraId="5A6DC67C" w14:textId="77777777" w:rsidR="00A72391" w:rsidRPr="004057A1" w:rsidRDefault="00F064AB" w:rsidP="00CC04F9">
      <w:pPr>
        <w:numPr>
          <w:ilvl w:val="0"/>
          <w:numId w:val="34"/>
        </w:numPr>
        <w:ind w:left="720"/>
        <w:jc w:val="both"/>
      </w:pPr>
      <w:r w:rsidRPr="004057A1">
        <w:t>Records will be stored securely</w:t>
      </w:r>
      <w:r w:rsidR="00E47C29" w:rsidRPr="004057A1">
        <w:t xml:space="preserve"> and confidentially</w:t>
      </w:r>
      <w:r w:rsidR="00503CA4" w:rsidRPr="004057A1">
        <w:t>.</w:t>
      </w:r>
    </w:p>
    <w:p w14:paraId="03C38134" w14:textId="043D9A6B" w:rsidR="00A72391" w:rsidRPr="004057A1" w:rsidRDefault="00A26785" w:rsidP="00A72391">
      <w:pPr>
        <w:numPr>
          <w:ilvl w:val="0"/>
          <w:numId w:val="34"/>
        </w:numPr>
        <w:jc w:val="both"/>
      </w:pPr>
      <w:r w:rsidRPr="004057A1">
        <w:t>During</w:t>
      </w:r>
      <w:r w:rsidR="00503CA4" w:rsidRPr="004057A1">
        <w:t xml:space="preserve"> registration of each </w:t>
      </w:r>
      <w:r w:rsidRPr="004057A1">
        <w:t xml:space="preserve">new </w:t>
      </w:r>
      <w:r w:rsidR="00503CA4" w:rsidRPr="004057A1">
        <w:t>child</w:t>
      </w:r>
      <w:r w:rsidR="00A72391" w:rsidRPr="004057A1">
        <w:t xml:space="preserve">, </w:t>
      </w:r>
      <w:r w:rsidRPr="004057A1">
        <w:t xml:space="preserve">ask for information </w:t>
      </w:r>
      <w:r w:rsidR="00503CA4" w:rsidRPr="004057A1">
        <w:t>about other</w:t>
      </w:r>
      <w:r w:rsidRPr="004057A1">
        <w:t xml:space="preserve"> </w:t>
      </w:r>
      <w:r w:rsidR="00575AEC" w:rsidRPr="004057A1">
        <w:t>settings the child currently or</w:t>
      </w:r>
      <w:r w:rsidRPr="004057A1">
        <w:t xml:space="preserve"> previously </w:t>
      </w:r>
      <w:r w:rsidR="00503CA4" w:rsidRPr="004057A1">
        <w:t>attend</w:t>
      </w:r>
      <w:r w:rsidRPr="004057A1">
        <w:t>ed</w:t>
      </w:r>
      <w:r w:rsidR="00503CA4" w:rsidRPr="004057A1">
        <w:t>. The D</w:t>
      </w:r>
      <w:r w:rsidR="02005527" w:rsidRPr="004057A1">
        <w:t>SL</w:t>
      </w:r>
      <w:r w:rsidR="00503CA4" w:rsidRPr="004057A1">
        <w:t xml:space="preserve"> will make contact to request </w:t>
      </w:r>
      <w:r w:rsidR="00575AEC" w:rsidRPr="004057A1">
        <w:t xml:space="preserve">relevant </w:t>
      </w:r>
      <w:r w:rsidR="00503CA4" w:rsidRPr="004057A1">
        <w:t xml:space="preserve">safeguarding </w:t>
      </w:r>
      <w:r w:rsidR="00575AEC" w:rsidRPr="004057A1">
        <w:t xml:space="preserve">and welfare </w:t>
      </w:r>
      <w:r w:rsidR="00503CA4" w:rsidRPr="004057A1">
        <w:t>information is shared</w:t>
      </w:r>
      <w:r w:rsidR="00575AEC" w:rsidRPr="004057A1">
        <w:t xml:space="preserve">. This will be </w:t>
      </w:r>
      <w:r w:rsidR="00503CA4" w:rsidRPr="004057A1">
        <w:t xml:space="preserve">ongoing </w:t>
      </w:r>
      <w:r w:rsidR="00575AEC" w:rsidRPr="004057A1">
        <w:t xml:space="preserve">where children attend more than </w:t>
      </w:r>
      <w:r w:rsidR="590322A4" w:rsidRPr="004057A1">
        <w:t>one</w:t>
      </w:r>
      <w:r w:rsidR="00575AEC" w:rsidRPr="004057A1">
        <w:t xml:space="preserve"> setting concurrently</w:t>
      </w:r>
      <w:r w:rsidR="00503CA4" w:rsidRPr="004057A1">
        <w:t xml:space="preserve">. </w:t>
      </w:r>
    </w:p>
    <w:p w14:paraId="211097D3" w14:textId="77777777" w:rsidR="00A72391" w:rsidRPr="004057A1" w:rsidRDefault="00A72391" w:rsidP="00A72391">
      <w:pPr>
        <w:numPr>
          <w:ilvl w:val="0"/>
          <w:numId w:val="34"/>
        </w:numPr>
        <w:jc w:val="both"/>
      </w:pPr>
      <w:r w:rsidRPr="004057A1">
        <w:t>Unless it would place the child at risk of significant harm, parents will be informed that a Log of Concern Form has been completed, where it will be stored and what will happen to it when the child leaves the setting.</w:t>
      </w:r>
    </w:p>
    <w:p w14:paraId="68153455" w14:textId="6383217D" w:rsidR="00A72391" w:rsidRPr="004057A1" w:rsidRDefault="00F064AB" w:rsidP="00A72391">
      <w:pPr>
        <w:numPr>
          <w:ilvl w:val="0"/>
          <w:numId w:val="34"/>
        </w:numPr>
        <w:jc w:val="both"/>
        <w:rPr>
          <w:sz w:val="22"/>
          <w:szCs w:val="22"/>
        </w:rPr>
      </w:pPr>
      <w:r w:rsidRPr="004057A1">
        <w:t>Parents do not have an automatic right to access child welfare records and consideration will be given as to what the consequences of information sharing might be</w:t>
      </w:r>
      <w:r w:rsidR="00E47C29" w:rsidRPr="004057A1">
        <w:t xml:space="preserve"> (in line with Information Sharing Guidance, 20</w:t>
      </w:r>
      <w:r w:rsidR="4B2E74FE" w:rsidRPr="004057A1">
        <w:t>24</w:t>
      </w:r>
      <w:r w:rsidR="00E47C29" w:rsidRPr="004057A1">
        <w:t>)</w:t>
      </w:r>
      <w:r w:rsidRPr="004057A1">
        <w:t>.</w:t>
      </w:r>
      <w:r w:rsidRPr="004057A1">
        <w:rPr>
          <w:sz w:val="22"/>
          <w:szCs w:val="22"/>
        </w:rPr>
        <w:t xml:space="preserve"> </w:t>
      </w:r>
    </w:p>
    <w:p w14:paraId="1FC39945" w14:textId="77777777" w:rsidR="00EE5A06" w:rsidRPr="004057A1" w:rsidRDefault="00EE5A06" w:rsidP="00006660">
      <w:pPr>
        <w:spacing w:after="120"/>
        <w:contextualSpacing/>
        <w:jc w:val="both"/>
        <w:rPr>
          <w:b/>
          <w:szCs w:val="24"/>
        </w:rPr>
      </w:pPr>
    </w:p>
    <w:p w14:paraId="2D08CFA5" w14:textId="77777777" w:rsidR="00E47C29" w:rsidRPr="004057A1" w:rsidRDefault="00F064AB" w:rsidP="00006660">
      <w:pPr>
        <w:spacing w:after="120"/>
        <w:contextualSpacing/>
        <w:jc w:val="both"/>
        <w:rPr>
          <w:b/>
          <w:sz w:val="26"/>
          <w:szCs w:val="26"/>
        </w:rPr>
      </w:pPr>
      <w:r w:rsidRPr="004057A1">
        <w:rPr>
          <w:b/>
          <w:sz w:val="26"/>
          <w:szCs w:val="26"/>
        </w:rPr>
        <w:t>When a child leav</w:t>
      </w:r>
      <w:r w:rsidR="00300358" w:rsidRPr="004057A1">
        <w:rPr>
          <w:b/>
          <w:sz w:val="26"/>
          <w:szCs w:val="26"/>
        </w:rPr>
        <w:t>es or moves to another setting</w:t>
      </w:r>
    </w:p>
    <w:p w14:paraId="40386239" w14:textId="77777777" w:rsidR="00F064AB" w:rsidRPr="004057A1" w:rsidRDefault="00E47C29" w:rsidP="00006660">
      <w:pPr>
        <w:spacing w:after="120"/>
        <w:jc w:val="both"/>
      </w:pPr>
      <w:r w:rsidRPr="004057A1">
        <w:t>T</w:t>
      </w:r>
      <w:r w:rsidR="00F064AB" w:rsidRPr="004057A1">
        <w:t>heir individual child welfare file will be transferred to the receiving school or setting using the following protocol:</w:t>
      </w:r>
    </w:p>
    <w:p w14:paraId="399CC87A" w14:textId="3217EFD2" w:rsidR="00F064AB" w:rsidRPr="004057A1" w:rsidRDefault="00AE639D" w:rsidP="00A72391">
      <w:pPr>
        <w:numPr>
          <w:ilvl w:val="0"/>
          <w:numId w:val="5"/>
        </w:numPr>
        <w:tabs>
          <w:tab w:val="clear" w:pos="540"/>
        </w:tabs>
        <w:ind w:left="426" w:hanging="426"/>
        <w:jc w:val="both"/>
      </w:pPr>
      <w:r w:rsidRPr="004057A1">
        <w:t>The file will be</w:t>
      </w:r>
      <w:r w:rsidR="00140DC0" w:rsidRPr="004057A1">
        <w:t xml:space="preserve"> sent as soon as possible after the child has moved setting and</w:t>
      </w:r>
      <w:r w:rsidRPr="004057A1">
        <w:t xml:space="preserve"> marked 'Confidential, Addressee O</w:t>
      </w:r>
      <w:r w:rsidR="00F064AB" w:rsidRPr="004057A1">
        <w:t>nly' and sent to the D</w:t>
      </w:r>
      <w:r w:rsidR="337B83A8" w:rsidRPr="004057A1">
        <w:t>SL</w:t>
      </w:r>
      <w:r w:rsidR="00F064AB" w:rsidRPr="004057A1">
        <w:t>, if kno</w:t>
      </w:r>
      <w:r w:rsidR="00E47C29" w:rsidRPr="004057A1">
        <w:t>wn, of the receiving setting/school</w:t>
      </w:r>
      <w:r w:rsidR="00F064AB" w:rsidRPr="004057A1">
        <w:t xml:space="preserve">. The file will be delivered by hand if possible; otherwise sent by delivery that can be tracked and signed for. </w:t>
      </w:r>
    </w:p>
    <w:p w14:paraId="2C23A15B" w14:textId="77777777" w:rsidR="00300358" w:rsidRPr="004057A1" w:rsidRDefault="00F064AB" w:rsidP="00A72391">
      <w:pPr>
        <w:numPr>
          <w:ilvl w:val="0"/>
          <w:numId w:val="5"/>
        </w:numPr>
        <w:tabs>
          <w:tab w:val="clear" w:pos="540"/>
        </w:tabs>
        <w:ind w:left="426" w:hanging="426"/>
        <w:jc w:val="both"/>
      </w:pPr>
      <w:r w:rsidRPr="004057A1">
        <w:t xml:space="preserve">The setting will contact the receiving setting/school by telephone to make them aware that there is a child welfare file and, once sent, ask them to confirm </w:t>
      </w:r>
      <w:r w:rsidR="00140DC0" w:rsidRPr="004057A1">
        <w:t>they</w:t>
      </w:r>
      <w:r w:rsidRPr="004057A1">
        <w:t xml:space="preserve"> have received the file. The setting will keep a record that the file has been received </w:t>
      </w:r>
      <w:r w:rsidR="00A72391" w:rsidRPr="004057A1">
        <w:t>to</w:t>
      </w:r>
      <w:r w:rsidRPr="004057A1">
        <w:t xml:space="preserve"> be able to </w:t>
      </w:r>
      <w:bookmarkStart w:id="20" w:name="_Int_aBR5xFXY"/>
      <w:r w:rsidRPr="004057A1">
        <w:t>identify</w:t>
      </w:r>
      <w:bookmarkEnd w:id="20"/>
      <w:r w:rsidRPr="004057A1">
        <w:t xml:space="preserve"> its location.</w:t>
      </w:r>
    </w:p>
    <w:p w14:paraId="39DCD0E8" w14:textId="77777777" w:rsidR="00300358" w:rsidRPr="004057A1" w:rsidRDefault="00F064AB" w:rsidP="00A72391">
      <w:pPr>
        <w:numPr>
          <w:ilvl w:val="0"/>
          <w:numId w:val="5"/>
        </w:numPr>
        <w:tabs>
          <w:tab w:val="clear" w:pos="540"/>
        </w:tabs>
        <w:ind w:left="426" w:hanging="426"/>
        <w:jc w:val="both"/>
      </w:pPr>
      <w:r w:rsidRPr="004057A1">
        <w:t xml:space="preserve">Parents will be made aware that child welfare records will be </w:t>
      </w:r>
      <w:r w:rsidR="00A72391" w:rsidRPr="004057A1">
        <w:t>transferred unless</w:t>
      </w:r>
      <w:r w:rsidRPr="004057A1">
        <w:t xml:space="preserve"> this would place the child at risk of acute harm.</w:t>
      </w:r>
    </w:p>
    <w:p w14:paraId="6410E018" w14:textId="77777777" w:rsidR="00300358" w:rsidRPr="004057A1" w:rsidRDefault="00F064AB" w:rsidP="00A72391">
      <w:pPr>
        <w:numPr>
          <w:ilvl w:val="0"/>
          <w:numId w:val="5"/>
        </w:numPr>
        <w:tabs>
          <w:tab w:val="clear" w:pos="540"/>
        </w:tabs>
        <w:ind w:left="426" w:hanging="426"/>
        <w:jc w:val="both"/>
      </w:pPr>
      <w:r w:rsidRPr="004057A1">
        <w:lastRenderedPageBreak/>
        <w:t>The setting will not keep a copy of transferred records</w:t>
      </w:r>
      <w:r w:rsidR="00E47C29" w:rsidRPr="004057A1">
        <w:t xml:space="preserve">, unless there are younger siblings </w:t>
      </w:r>
      <w:r w:rsidR="00ED6131" w:rsidRPr="004057A1">
        <w:t>for whom</w:t>
      </w:r>
      <w:r w:rsidR="00E47C29" w:rsidRPr="004057A1">
        <w:t xml:space="preserve"> there are similar concerns </w:t>
      </w:r>
      <w:r w:rsidR="00A72391" w:rsidRPr="004057A1">
        <w:t>about but</w:t>
      </w:r>
      <w:r w:rsidRPr="004057A1">
        <w:t xml:space="preserve"> will keep a record of the current file location and date the file was transferred.</w:t>
      </w:r>
    </w:p>
    <w:p w14:paraId="0F6E5E00" w14:textId="77777777" w:rsidR="00300358" w:rsidRPr="004057A1" w:rsidRDefault="00F064AB" w:rsidP="00A72391">
      <w:pPr>
        <w:numPr>
          <w:ilvl w:val="0"/>
          <w:numId w:val="5"/>
        </w:numPr>
        <w:tabs>
          <w:tab w:val="clear" w:pos="540"/>
        </w:tabs>
        <w:ind w:left="426" w:hanging="426"/>
        <w:jc w:val="both"/>
      </w:pPr>
      <w:r w:rsidRPr="004057A1">
        <w:t>If individual child welfare files cannot be transferred for any reason, the setting will archive them for 25 years</w:t>
      </w:r>
      <w:r w:rsidR="00740CFC" w:rsidRPr="004057A1">
        <w:t xml:space="preserve"> from the child’s date of birth</w:t>
      </w:r>
      <w:r w:rsidR="00AE639D" w:rsidRPr="004057A1">
        <w:t>.</w:t>
      </w:r>
    </w:p>
    <w:p w14:paraId="6E40D6D2" w14:textId="5D2501C5" w:rsidR="00CD615E" w:rsidRPr="004057A1" w:rsidRDefault="00F064AB" w:rsidP="00A72391">
      <w:pPr>
        <w:numPr>
          <w:ilvl w:val="0"/>
          <w:numId w:val="5"/>
        </w:numPr>
        <w:tabs>
          <w:tab w:val="clear" w:pos="540"/>
        </w:tabs>
        <w:ind w:left="426" w:hanging="426"/>
        <w:jc w:val="both"/>
      </w:pPr>
      <w:r w:rsidRPr="004057A1">
        <w:t xml:space="preserve">All actions and decisions will be led by what </w:t>
      </w:r>
      <w:bookmarkStart w:id="21" w:name="_Int_kaWUaKTz"/>
      <w:r w:rsidRPr="004057A1">
        <w:t>is considered to be</w:t>
      </w:r>
      <w:bookmarkEnd w:id="21"/>
      <w:r w:rsidRPr="004057A1">
        <w:t xml:space="preserve"> in the best interests of the child</w:t>
      </w:r>
      <w:r w:rsidR="463B0927" w:rsidRPr="004057A1">
        <w:t xml:space="preserve"> and rationales are included for all discussions and decisions made.</w:t>
      </w:r>
    </w:p>
    <w:p w14:paraId="0562CB0E" w14:textId="77777777" w:rsidR="00F67AE3" w:rsidRPr="004057A1" w:rsidRDefault="00F67AE3" w:rsidP="00AF6530">
      <w:pPr>
        <w:ind w:right="-54"/>
        <w:jc w:val="both"/>
      </w:pPr>
    </w:p>
    <w:p w14:paraId="532F5AF3" w14:textId="77777777" w:rsidR="00CD615E" w:rsidRPr="004057A1" w:rsidRDefault="00F064AB" w:rsidP="00AF6530">
      <w:pPr>
        <w:contextualSpacing/>
        <w:rPr>
          <w:b/>
          <w:sz w:val="26"/>
          <w:szCs w:val="26"/>
        </w:rPr>
      </w:pPr>
      <w:r w:rsidRPr="004057A1">
        <w:rPr>
          <w:b/>
          <w:sz w:val="26"/>
          <w:szCs w:val="26"/>
        </w:rPr>
        <w:t>Confidentiality and information sharing</w:t>
      </w:r>
    </w:p>
    <w:p w14:paraId="31ABF9AA" w14:textId="52EDF91C" w:rsidR="006F6578" w:rsidRPr="004057A1" w:rsidRDefault="00C45BF8" w:rsidP="1A188356">
      <w:pPr>
        <w:contextualSpacing/>
        <w:jc w:val="both"/>
        <w:rPr>
          <w:b/>
          <w:bCs/>
          <w:sz w:val="28"/>
          <w:szCs w:val="28"/>
        </w:rPr>
      </w:pPr>
      <w:r w:rsidRPr="004057A1">
        <w:t>Information sharing is essential for effective safeguarding and promoting the welfare of children and young people.</w:t>
      </w:r>
      <w:r w:rsidR="00915410" w:rsidRPr="004057A1">
        <w:t xml:space="preserve"> </w:t>
      </w:r>
      <w:r w:rsidRPr="004057A1">
        <w:rPr>
          <w:lang w:val="en-US"/>
        </w:rPr>
        <w:t>The D</w:t>
      </w:r>
      <w:r w:rsidR="35B20E0B" w:rsidRPr="004057A1">
        <w:rPr>
          <w:lang w:val="en-US"/>
        </w:rPr>
        <w:t>SL</w:t>
      </w:r>
      <w:r w:rsidRPr="004057A1">
        <w:rPr>
          <w:lang w:val="en-US"/>
        </w:rPr>
        <w:t xml:space="preserve"> wil</w:t>
      </w:r>
      <w:r w:rsidR="00E47C29" w:rsidRPr="004057A1">
        <w:rPr>
          <w:lang w:val="en-US"/>
        </w:rPr>
        <w:t>l</w:t>
      </w:r>
      <w:r w:rsidRPr="004057A1">
        <w:rPr>
          <w:lang w:val="en-US"/>
        </w:rPr>
        <w:t xml:space="preserve"> </w:t>
      </w:r>
      <w:r w:rsidR="003B58B8" w:rsidRPr="004057A1">
        <w:rPr>
          <w:lang w:val="en-US"/>
        </w:rPr>
        <w:t>be guided by</w:t>
      </w:r>
      <w:r w:rsidRPr="004057A1">
        <w:rPr>
          <w:lang w:val="en-US"/>
        </w:rPr>
        <w:t xml:space="preserve"> </w:t>
      </w:r>
      <w:proofErr w:type="gramStart"/>
      <w:r w:rsidRPr="004057A1">
        <w:rPr>
          <w:lang w:val="en-US"/>
        </w:rPr>
        <w:t xml:space="preserve">the </w:t>
      </w:r>
      <w:r w:rsidRPr="004057A1">
        <w:t>the</w:t>
      </w:r>
      <w:proofErr w:type="gramEnd"/>
      <w:r w:rsidRPr="004057A1">
        <w:t xml:space="preserve"> Department for Education (DfE) Guidance </w:t>
      </w:r>
      <w:r w:rsidRPr="004057A1">
        <w:rPr>
          <w:b/>
          <w:bCs/>
        </w:rPr>
        <w:t>‘</w:t>
      </w:r>
      <w:r w:rsidR="00E47C29" w:rsidRPr="004057A1">
        <w:t xml:space="preserve">Information </w:t>
      </w:r>
      <w:proofErr w:type="gramStart"/>
      <w:r w:rsidR="00E47C29" w:rsidRPr="004057A1">
        <w:t>sharing</w:t>
      </w:r>
      <w:proofErr w:type="gramEnd"/>
      <w:r w:rsidR="00E47C29" w:rsidRPr="004057A1">
        <w:t xml:space="preserve"> </w:t>
      </w:r>
      <w:r w:rsidR="00CE55C4" w:rsidRPr="004057A1">
        <w:t>-</w:t>
      </w:r>
      <w:r w:rsidR="00E47C29" w:rsidRPr="004057A1">
        <w:t xml:space="preserve"> </w:t>
      </w:r>
      <w:r w:rsidRPr="004057A1">
        <w:t>Advice for practitioners providing safeguarding services to children, you</w:t>
      </w:r>
      <w:r w:rsidR="00E47C29" w:rsidRPr="004057A1">
        <w:t xml:space="preserve">ng people, </w:t>
      </w:r>
      <w:r w:rsidR="13AB6FE5" w:rsidRPr="004057A1">
        <w:t>parents,</w:t>
      </w:r>
      <w:r w:rsidR="00E47C29" w:rsidRPr="004057A1">
        <w:t xml:space="preserve"> and carers’ </w:t>
      </w:r>
      <w:r w:rsidR="75B683BD" w:rsidRPr="004057A1">
        <w:t xml:space="preserve">May </w:t>
      </w:r>
      <w:r w:rsidR="1ACA2967" w:rsidRPr="004057A1">
        <w:t>2024</w:t>
      </w:r>
      <w:r w:rsidR="00A72391" w:rsidRPr="004057A1">
        <w:t>.</w:t>
      </w:r>
    </w:p>
    <w:p w14:paraId="34CE0A41" w14:textId="77777777" w:rsidR="00C45BF8" w:rsidRPr="004057A1" w:rsidRDefault="00C45BF8" w:rsidP="00915410">
      <w:pPr>
        <w:pStyle w:val="Default"/>
        <w:jc w:val="both"/>
        <w:rPr>
          <w:bCs/>
          <w:color w:val="auto"/>
        </w:rPr>
      </w:pPr>
    </w:p>
    <w:p w14:paraId="07409770" w14:textId="77777777" w:rsidR="006F6578" w:rsidRPr="004057A1" w:rsidRDefault="006F6578" w:rsidP="00915410">
      <w:pPr>
        <w:pStyle w:val="Default"/>
        <w:jc w:val="both"/>
        <w:rPr>
          <w:bCs/>
          <w:color w:val="auto"/>
        </w:rPr>
      </w:pPr>
      <w:r w:rsidRPr="004057A1">
        <w:rPr>
          <w:color w:val="auto"/>
        </w:rPr>
        <w:t xml:space="preserve">Fears about sharing information </w:t>
      </w:r>
      <w:r w:rsidR="00A57ECC" w:rsidRPr="004057A1">
        <w:rPr>
          <w:color w:val="auto"/>
        </w:rPr>
        <w:t xml:space="preserve">will not </w:t>
      </w:r>
      <w:r w:rsidRPr="004057A1">
        <w:rPr>
          <w:color w:val="auto"/>
        </w:rPr>
        <w:t xml:space="preserve">stand in the way of the need to safeguard and promote the welfare of children at risk of abuse or neglect. </w:t>
      </w:r>
      <w:r w:rsidRPr="004057A1">
        <w:rPr>
          <w:bCs/>
          <w:color w:val="auto"/>
        </w:rPr>
        <w:t xml:space="preserve">The </w:t>
      </w:r>
      <w:r w:rsidR="00140DC0" w:rsidRPr="004057A1">
        <w:rPr>
          <w:rFonts w:eastAsia="Calibri"/>
          <w:color w:val="auto"/>
        </w:rPr>
        <w:t xml:space="preserve">UK General Data Protection Regulations (UK GDPR) </w:t>
      </w:r>
      <w:r w:rsidRPr="004057A1">
        <w:rPr>
          <w:bCs/>
          <w:color w:val="auto"/>
        </w:rPr>
        <w:t>and Data Protection Act 2018 do not prevent, or limit, the sharing of information for the purposes of keeping</w:t>
      </w:r>
      <w:r w:rsidR="00C45BF8" w:rsidRPr="004057A1">
        <w:rPr>
          <w:bCs/>
          <w:color w:val="auto"/>
        </w:rPr>
        <w:t xml:space="preserve"> children and young people safe:</w:t>
      </w:r>
      <w:r w:rsidRPr="004057A1">
        <w:rPr>
          <w:bCs/>
          <w:color w:val="auto"/>
        </w:rPr>
        <w:t xml:space="preserve"> </w:t>
      </w:r>
    </w:p>
    <w:p w14:paraId="62EBF3C5" w14:textId="77777777" w:rsidR="00300358" w:rsidRPr="004057A1" w:rsidRDefault="00300358" w:rsidP="00915410">
      <w:pPr>
        <w:pStyle w:val="Default"/>
        <w:jc w:val="both"/>
        <w:rPr>
          <w:bCs/>
          <w:color w:val="auto"/>
        </w:rPr>
      </w:pPr>
    </w:p>
    <w:p w14:paraId="265A2B3C" w14:textId="2F3CEF0A" w:rsidR="00300358" w:rsidRPr="004057A1" w:rsidRDefault="00E47C29" w:rsidP="00300358">
      <w:pPr>
        <w:pStyle w:val="Default"/>
        <w:numPr>
          <w:ilvl w:val="0"/>
          <w:numId w:val="33"/>
        </w:numPr>
        <w:ind w:left="284" w:hanging="284"/>
        <w:jc w:val="both"/>
        <w:rPr>
          <w:color w:val="auto"/>
        </w:rPr>
      </w:pPr>
      <w:r w:rsidRPr="004057A1">
        <w:rPr>
          <w:color w:val="auto"/>
        </w:rPr>
        <w:t>‘</w:t>
      </w:r>
      <w:r w:rsidR="73013150" w:rsidRPr="004057A1">
        <w:rPr>
          <w:color w:val="auto"/>
        </w:rPr>
        <w:t>Information</w:t>
      </w:r>
      <w:r w:rsidR="006F6578" w:rsidRPr="004057A1">
        <w:rPr>
          <w:color w:val="auto"/>
        </w:rPr>
        <w:t xml:space="preserve"> </w:t>
      </w:r>
      <w:r w:rsidR="00A57ECC" w:rsidRPr="004057A1">
        <w:rPr>
          <w:color w:val="auto"/>
        </w:rPr>
        <w:t>will</w:t>
      </w:r>
      <w:r w:rsidR="006F6578" w:rsidRPr="004057A1">
        <w:rPr>
          <w:color w:val="auto"/>
        </w:rPr>
        <w:t xml:space="preserve"> be shared legally without consent</w:t>
      </w:r>
      <w:r w:rsidR="00A57ECC" w:rsidRPr="004057A1">
        <w:rPr>
          <w:color w:val="auto"/>
        </w:rPr>
        <w:t>, if the D</w:t>
      </w:r>
      <w:r w:rsidR="4CB918E1" w:rsidRPr="004057A1">
        <w:rPr>
          <w:color w:val="auto"/>
        </w:rPr>
        <w:t>SL</w:t>
      </w:r>
      <w:r w:rsidR="00A57ECC" w:rsidRPr="004057A1">
        <w:rPr>
          <w:color w:val="auto"/>
        </w:rPr>
        <w:t xml:space="preserve"> or a member of staff is unable to or </w:t>
      </w:r>
      <w:r w:rsidR="006F6578" w:rsidRPr="004057A1">
        <w:rPr>
          <w:color w:val="auto"/>
        </w:rPr>
        <w:t>cannot be reasonably expected to gain consent from the individual, or if to gain consent could place a chi</w:t>
      </w:r>
      <w:r w:rsidRPr="004057A1">
        <w:rPr>
          <w:color w:val="auto"/>
        </w:rPr>
        <w:t>ld at risk.’</w:t>
      </w:r>
    </w:p>
    <w:p w14:paraId="338FA474" w14:textId="5F7FD1C4" w:rsidR="00E47C29" w:rsidRPr="004057A1" w:rsidRDefault="006F6578" w:rsidP="00300358">
      <w:pPr>
        <w:pStyle w:val="Default"/>
        <w:numPr>
          <w:ilvl w:val="0"/>
          <w:numId w:val="33"/>
        </w:numPr>
        <w:ind w:left="284" w:hanging="284"/>
        <w:jc w:val="both"/>
        <w:rPr>
          <w:color w:val="auto"/>
        </w:rPr>
      </w:pPr>
      <w:r w:rsidRPr="004057A1">
        <w:rPr>
          <w:color w:val="auto"/>
        </w:rPr>
        <w:t>re</w:t>
      </w:r>
      <w:r w:rsidR="00A57ECC" w:rsidRPr="004057A1">
        <w:rPr>
          <w:color w:val="auto"/>
        </w:rPr>
        <w:t xml:space="preserve">levant personal information will </w:t>
      </w:r>
      <w:r w:rsidRPr="004057A1">
        <w:rPr>
          <w:color w:val="auto"/>
        </w:rPr>
        <w:t xml:space="preserve">be shared lawfully if it is to keep a child or individual at risk safe from neglect or physical, </w:t>
      </w:r>
      <w:r w:rsidR="0134812A" w:rsidRPr="004057A1">
        <w:rPr>
          <w:color w:val="auto"/>
        </w:rPr>
        <w:t>emotional,</w:t>
      </w:r>
      <w:r w:rsidRPr="004057A1">
        <w:rPr>
          <w:color w:val="auto"/>
        </w:rPr>
        <w:t xml:space="preserve"> or mental harm, or if it is protecting their physical, mental, or emotional well-being.</w:t>
      </w:r>
      <w:r w:rsidR="00E47C29" w:rsidRPr="004057A1">
        <w:rPr>
          <w:color w:val="auto"/>
        </w:rPr>
        <w:t>’</w:t>
      </w:r>
    </w:p>
    <w:p w14:paraId="6D98A12B" w14:textId="6456805A" w:rsidR="00E844C5" w:rsidRPr="004057A1" w:rsidRDefault="00E844C5" w:rsidP="00E844C5">
      <w:pPr>
        <w:pStyle w:val="Default"/>
        <w:ind w:left="4320" w:firstLine="720"/>
        <w:contextualSpacing/>
        <w:rPr>
          <w:color w:val="auto"/>
        </w:rPr>
      </w:pPr>
      <w:r w:rsidRPr="004057A1">
        <w:rPr>
          <w:color w:val="auto"/>
        </w:rPr>
        <w:t>(Information S</w:t>
      </w:r>
      <w:r w:rsidR="001E34A8" w:rsidRPr="004057A1">
        <w:rPr>
          <w:color w:val="auto"/>
        </w:rPr>
        <w:t>haring</w:t>
      </w:r>
      <w:r w:rsidR="3F652C62" w:rsidRPr="004057A1">
        <w:rPr>
          <w:color w:val="auto"/>
        </w:rPr>
        <w:t>)</w:t>
      </w:r>
    </w:p>
    <w:p w14:paraId="149111AE" w14:textId="77777777" w:rsidR="00A57ECC" w:rsidRPr="004057A1" w:rsidRDefault="00A57ECC" w:rsidP="00E844C5">
      <w:pPr>
        <w:spacing w:after="240"/>
        <w:ind w:right="-23"/>
        <w:contextualSpacing/>
        <w:rPr>
          <w:rFonts w:cs="Arial"/>
          <w:b/>
          <w:szCs w:val="24"/>
        </w:rPr>
      </w:pPr>
      <w:r w:rsidRPr="004057A1">
        <w:rPr>
          <w:rFonts w:cs="Arial"/>
          <w:b/>
          <w:szCs w:val="24"/>
        </w:rPr>
        <w:t>What information will be shared?</w:t>
      </w:r>
    </w:p>
    <w:p w14:paraId="76A024F3" w14:textId="3F731DD9" w:rsidR="00A57ECC" w:rsidRPr="004057A1" w:rsidRDefault="00A57ECC" w:rsidP="1A188356">
      <w:pPr>
        <w:spacing w:after="240"/>
        <w:ind w:right="-23"/>
        <w:contextualSpacing/>
        <w:jc w:val="both"/>
        <w:rPr>
          <w:rFonts w:cs="Arial"/>
        </w:rPr>
      </w:pPr>
      <w:r w:rsidRPr="004057A1">
        <w:rPr>
          <w:rFonts w:cs="Arial"/>
        </w:rPr>
        <w:t>When taking decisions about what information to share, the D</w:t>
      </w:r>
      <w:r w:rsidR="6474FE90" w:rsidRPr="004057A1">
        <w:rPr>
          <w:rFonts w:cs="Arial"/>
        </w:rPr>
        <w:t>SL</w:t>
      </w:r>
      <w:r w:rsidRPr="004057A1">
        <w:rPr>
          <w:rFonts w:cs="Arial"/>
        </w:rPr>
        <w:t xml:space="preserve"> will consider how much information they need to release and the impact of disclosing information on the information subject and any third parties. Information should be proportionate to the need and level of risk. Only information that is relevant to the purposes will be shared with those who need it. This allows others to do their job effectively and make informed decisions. </w:t>
      </w:r>
    </w:p>
    <w:p w14:paraId="2946DB82" w14:textId="77777777" w:rsidR="00A57ECC" w:rsidRPr="004057A1" w:rsidRDefault="00A57ECC" w:rsidP="00915410">
      <w:pPr>
        <w:ind w:right="-22"/>
        <w:jc w:val="both"/>
        <w:rPr>
          <w:rFonts w:cs="Arial"/>
          <w:szCs w:val="24"/>
        </w:rPr>
      </w:pPr>
    </w:p>
    <w:p w14:paraId="7678833B" w14:textId="57967420" w:rsidR="00A57ECC" w:rsidRPr="004057A1" w:rsidRDefault="00A57ECC" w:rsidP="1A188356">
      <w:pPr>
        <w:autoSpaceDE w:val="0"/>
        <w:autoSpaceDN w:val="0"/>
        <w:adjustRightInd w:val="0"/>
        <w:jc w:val="both"/>
        <w:rPr>
          <w:rFonts w:cs="Arial"/>
          <w:lang w:val="en-US"/>
        </w:rPr>
      </w:pPr>
      <w:r w:rsidRPr="004057A1">
        <w:rPr>
          <w:rFonts w:cs="Arial"/>
          <w:lang w:val="en-US"/>
        </w:rPr>
        <w:t xml:space="preserve">Information sharing decisions must be </w:t>
      </w:r>
      <w:proofErr w:type="gramStart"/>
      <w:r w:rsidRPr="004057A1">
        <w:rPr>
          <w:rFonts w:cs="Arial"/>
          <w:lang w:val="en-US"/>
        </w:rPr>
        <w:t>recorded,</w:t>
      </w:r>
      <w:proofErr w:type="gramEnd"/>
      <w:r w:rsidRPr="004057A1">
        <w:rPr>
          <w:rFonts w:cs="Arial"/>
          <w:lang w:val="en-US"/>
        </w:rPr>
        <w:t xml:space="preserve"> </w:t>
      </w:r>
      <w:bookmarkStart w:id="22" w:name="_Int_x5AtqBZ2"/>
      <w:proofErr w:type="gramStart"/>
      <w:r w:rsidRPr="004057A1">
        <w:rPr>
          <w:rFonts w:cs="Arial"/>
          <w:lang w:val="en-US"/>
        </w:rPr>
        <w:t>whether or not</w:t>
      </w:r>
      <w:bookmarkEnd w:id="22"/>
      <w:proofErr w:type="gramEnd"/>
      <w:r w:rsidRPr="004057A1">
        <w:rPr>
          <w:rFonts w:cs="Arial"/>
          <w:lang w:val="en-US"/>
        </w:rPr>
        <w:t xml:space="preserve"> the decision is taken to share. If the decision is to share, reasons should be cited including what information has been shared and with whom. If the decision is not to </w:t>
      </w:r>
      <w:proofErr w:type="gramStart"/>
      <w:r w:rsidRPr="004057A1">
        <w:rPr>
          <w:rFonts w:cs="Arial"/>
          <w:lang w:val="en-US"/>
        </w:rPr>
        <w:t>share</w:t>
      </w:r>
      <w:proofErr w:type="gramEnd"/>
      <w:r w:rsidRPr="004057A1">
        <w:rPr>
          <w:rFonts w:cs="Arial"/>
          <w:lang w:val="en-US"/>
        </w:rPr>
        <w:t>, the D</w:t>
      </w:r>
      <w:r w:rsidR="460D9F04" w:rsidRPr="004057A1">
        <w:rPr>
          <w:rFonts w:cs="Arial"/>
          <w:lang w:val="en-US"/>
        </w:rPr>
        <w:t>SL</w:t>
      </w:r>
      <w:r w:rsidRPr="004057A1">
        <w:rPr>
          <w:rFonts w:cs="Arial"/>
          <w:lang w:val="en-US"/>
        </w:rPr>
        <w:t xml:space="preserve"> will record the reasons for this decision and discuss them with the person requesting the information.</w:t>
      </w:r>
    </w:p>
    <w:p w14:paraId="5997CC1D" w14:textId="77777777" w:rsidR="00C45BF8" w:rsidRPr="004057A1" w:rsidRDefault="00C45BF8" w:rsidP="00915410">
      <w:pPr>
        <w:pStyle w:val="Default"/>
        <w:jc w:val="both"/>
        <w:rPr>
          <w:color w:val="auto"/>
        </w:rPr>
      </w:pPr>
    </w:p>
    <w:p w14:paraId="44ACC3DF" w14:textId="77777777" w:rsidR="00F064AB" w:rsidRPr="004057A1" w:rsidRDefault="00F064AB" w:rsidP="00E844C5">
      <w:pPr>
        <w:contextualSpacing/>
        <w:jc w:val="both"/>
      </w:pPr>
      <w:r w:rsidRPr="004057A1">
        <w:t xml:space="preserve">If a child </w:t>
      </w:r>
      <w:bookmarkStart w:id="23" w:name="_Int_WNdeua7T"/>
      <w:r w:rsidRPr="004057A1">
        <w:t>discloses</w:t>
      </w:r>
      <w:bookmarkEnd w:id="23"/>
      <w:r w:rsidRPr="004057A1">
        <w:t xml:space="preserve"> information that may </w:t>
      </w:r>
      <w:bookmarkStart w:id="24" w:name="_Int_qlseTpWq"/>
      <w:r w:rsidRPr="004057A1">
        <w:t>indicate</w:t>
      </w:r>
      <w:bookmarkEnd w:id="24"/>
      <w:r w:rsidRPr="004057A1">
        <w:t xml:space="preserve"> that they are at risk of abuse or neglect, the staff member will be clear that they cannot promise to keep the </w:t>
      </w:r>
      <w:r w:rsidR="00AE639D" w:rsidRPr="004057A1">
        <w:t xml:space="preserve">information a secret. </w:t>
      </w:r>
      <w:r w:rsidRPr="004057A1">
        <w:t>Th</w:t>
      </w:r>
      <w:r w:rsidR="00006660" w:rsidRPr="004057A1">
        <w:t>e staff member will be honest with</w:t>
      </w:r>
      <w:r w:rsidRPr="004057A1">
        <w:t xml:space="preserve"> the child and explain that it will be necessary to tell someone else </w:t>
      </w:r>
      <w:bookmarkStart w:id="25" w:name="_Int_tAo9fXD5"/>
      <w:r w:rsidRPr="004057A1">
        <w:t>in order to</w:t>
      </w:r>
      <w:bookmarkEnd w:id="25"/>
      <w:r w:rsidRPr="004057A1">
        <w:t xml:space="preserve"> help them and to keep them safe.</w:t>
      </w:r>
    </w:p>
    <w:p w14:paraId="67FE2456" w14:textId="77777777" w:rsidR="0092087B" w:rsidRPr="004057A1" w:rsidRDefault="0092087B" w:rsidP="00E844C5">
      <w:pPr>
        <w:contextualSpacing/>
        <w:jc w:val="both"/>
      </w:pPr>
      <w:r w:rsidRPr="004057A1">
        <w:t xml:space="preserve">A </w:t>
      </w:r>
      <w:r w:rsidR="00213124" w:rsidRPr="004057A1">
        <w:t xml:space="preserve">note </w:t>
      </w:r>
      <w:r w:rsidRPr="004057A1">
        <w:t xml:space="preserve">will be </w:t>
      </w:r>
      <w:r w:rsidR="00213124" w:rsidRPr="004057A1">
        <w:t>made</w:t>
      </w:r>
      <w:r w:rsidRPr="004057A1">
        <w:t xml:space="preserve"> of</w:t>
      </w:r>
      <w:r w:rsidR="00213124" w:rsidRPr="004057A1">
        <w:t xml:space="preserve"> what information has been shared</w:t>
      </w:r>
      <w:r w:rsidRPr="004057A1">
        <w:t xml:space="preserve"> </w:t>
      </w:r>
      <w:r w:rsidR="00213124" w:rsidRPr="004057A1">
        <w:t>and with whom.</w:t>
      </w:r>
    </w:p>
    <w:p w14:paraId="110FFD37" w14:textId="77777777" w:rsidR="00BD6CEF" w:rsidRPr="004057A1" w:rsidRDefault="00BD6CEF" w:rsidP="00AF6530">
      <w:pPr>
        <w:spacing w:after="120"/>
        <w:contextualSpacing/>
        <w:rPr>
          <w:b/>
          <w:sz w:val="28"/>
          <w:szCs w:val="28"/>
        </w:rPr>
      </w:pPr>
    </w:p>
    <w:p w14:paraId="43CDA3F1" w14:textId="77777777" w:rsidR="00CD615E" w:rsidRPr="004057A1" w:rsidRDefault="00F064AB" w:rsidP="00AF6530">
      <w:pPr>
        <w:spacing w:after="120"/>
        <w:contextualSpacing/>
        <w:rPr>
          <w:b/>
          <w:sz w:val="26"/>
          <w:szCs w:val="26"/>
        </w:rPr>
      </w:pPr>
      <w:r w:rsidRPr="004057A1">
        <w:rPr>
          <w:b/>
          <w:sz w:val="26"/>
          <w:szCs w:val="26"/>
        </w:rPr>
        <w:t>Communication with Parents</w:t>
      </w:r>
    </w:p>
    <w:p w14:paraId="3A451969" w14:textId="77777777" w:rsidR="00F064AB" w:rsidRPr="004057A1" w:rsidRDefault="00F064AB" w:rsidP="00400BC7">
      <w:pPr>
        <w:jc w:val="both"/>
        <w:rPr>
          <w:b/>
          <w:sz w:val="28"/>
          <w:szCs w:val="28"/>
        </w:rPr>
      </w:pPr>
      <w:r w:rsidRPr="004057A1">
        <w:t>The setting will:</w:t>
      </w:r>
    </w:p>
    <w:p w14:paraId="0AFB975B" w14:textId="77777777" w:rsidR="00F064AB" w:rsidRPr="004057A1" w:rsidRDefault="00F064AB" w:rsidP="00400BC7">
      <w:pPr>
        <w:numPr>
          <w:ilvl w:val="0"/>
          <w:numId w:val="5"/>
        </w:numPr>
        <w:tabs>
          <w:tab w:val="clear" w:pos="540"/>
          <w:tab w:val="num" w:pos="284"/>
        </w:tabs>
        <w:ind w:left="284" w:hanging="284"/>
        <w:jc w:val="both"/>
        <w:rPr>
          <w:strike/>
        </w:rPr>
      </w:pPr>
      <w:r w:rsidRPr="004057A1">
        <w:lastRenderedPageBreak/>
        <w:t xml:space="preserve">Undertake </w:t>
      </w:r>
      <w:bookmarkStart w:id="26" w:name="_Int_vXBd34tu"/>
      <w:r w:rsidRPr="004057A1">
        <w:t>appropriate discussion</w:t>
      </w:r>
      <w:bookmarkEnd w:id="26"/>
      <w:r w:rsidRPr="004057A1">
        <w:t xml:space="preserve"> with parents prior to involvement of another </w:t>
      </w:r>
      <w:r w:rsidR="0005458D" w:rsidRPr="004057A1">
        <w:t>agency unless</w:t>
      </w:r>
      <w:r w:rsidRPr="004057A1">
        <w:t xml:space="preserve"> the circumstances may put the</w:t>
      </w:r>
      <w:r w:rsidR="00144030" w:rsidRPr="004057A1">
        <w:t xml:space="preserve"> child at further risk of harm.</w:t>
      </w:r>
    </w:p>
    <w:p w14:paraId="4A30EACD" w14:textId="24F99963" w:rsidR="00A952F0" w:rsidRPr="004057A1" w:rsidRDefault="0047613A" w:rsidP="00A952F0">
      <w:pPr>
        <w:numPr>
          <w:ilvl w:val="0"/>
          <w:numId w:val="5"/>
        </w:numPr>
        <w:tabs>
          <w:tab w:val="clear" w:pos="540"/>
          <w:tab w:val="num" w:pos="284"/>
        </w:tabs>
        <w:ind w:left="284" w:hanging="284"/>
        <w:jc w:val="both"/>
      </w:pPr>
      <w:r w:rsidRPr="004057A1">
        <w:t>Contact</w:t>
      </w:r>
      <w:r w:rsidR="00A952F0" w:rsidRPr="004057A1">
        <w:t xml:space="preserve"> Children’s Social Care </w:t>
      </w:r>
      <w:r w:rsidRPr="004057A1">
        <w:t xml:space="preserve">first </w:t>
      </w:r>
      <w:r w:rsidR="00A952F0" w:rsidRPr="004057A1">
        <w:t xml:space="preserve">if the setting believes that notifying parents about a safeguarding concern </w:t>
      </w:r>
      <w:r w:rsidRPr="004057A1">
        <w:t>may</w:t>
      </w:r>
      <w:r w:rsidR="00A952F0" w:rsidRPr="004057A1">
        <w:t xml:space="preserve"> place the child or another person at immediate risk of harm or prejudice the prevention or detection of crime. Further guidance on this can be found in the </w:t>
      </w:r>
      <w:r w:rsidRPr="004057A1">
        <w:t>‘</w:t>
      </w:r>
      <w:r w:rsidR="003F7FC5" w:rsidRPr="004057A1">
        <w:t xml:space="preserve">Cambridgeshire Threshold Document: </w:t>
      </w:r>
      <w:r w:rsidR="00544548" w:rsidRPr="004057A1">
        <w:t>Continuum of Help and Support</w:t>
      </w:r>
      <w:r w:rsidR="003F7FC5" w:rsidRPr="004057A1">
        <w:t>’</w:t>
      </w:r>
      <w:r w:rsidR="00544548" w:rsidRPr="004057A1">
        <w:t xml:space="preserve"> </w:t>
      </w:r>
    </w:p>
    <w:p w14:paraId="6E9A0943" w14:textId="12C165C6" w:rsidR="00C45BF8" w:rsidRPr="004057A1" w:rsidRDefault="00F064AB" w:rsidP="00006660">
      <w:pPr>
        <w:numPr>
          <w:ilvl w:val="0"/>
          <w:numId w:val="5"/>
        </w:numPr>
        <w:tabs>
          <w:tab w:val="clear" w:pos="540"/>
          <w:tab w:val="num" w:pos="284"/>
        </w:tabs>
        <w:ind w:left="284" w:hanging="284"/>
        <w:jc w:val="both"/>
      </w:pPr>
      <w:r w:rsidRPr="004057A1">
        <w:t xml:space="preserve">Ensure that all parents/carers </w:t>
      </w:r>
      <w:r w:rsidR="6EF07F75" w:rsidRPr="004057A1">
        <w:t>understand</w:t>
      </w:r>
      <w:r w:rsidRPr="004057A1">
        <w:t xml:space="preserve"> the responsibility placed on the setting and staff for safeguarding and child protection by ensuring that they receive a copy of this policy when registering their child at the setting.</w:t>
      </w:r>
    </w:p>
    <w:p w14:paraId="3731E8DC" w14:textId="4B17B674" w:rsidR="00E844C5" w:rsidRPr="004057A1" w:rsidRDefault="00F064AB" w:rsidP="00A24DF1">
      <w:pPr>
        <w:numPr>
          <w:ilvl w:val="0"/>
          <w:numId w:val="5"/>
        </w:numPr>
        <w:tabs>
          <w:tab w:val="clear" w:pos="540"/>
          <w:tab w:val="num" w:pos="284"/>
        </w:tabs>
        <w:ind w:left="284" w:hanging="284"/>
        <w:contextualSpacing/>
        <w:jc w:val="both"/>
      </w:pPr>
      <w:r w:rsidRPr="004057A1">
        <w:t>Record on the log of concern form what discussions have taken place with parents and if a decision was made not to discuss the matter w</w:t>
      </w:r>
      <w:r w:rsidR="00C45BF8" w:rsidRPr="004057A1">
        <w:t>ith parents, the reason why not (circumstances may include if the D</w:t>
      </w:r>
      <w:r w:rsidR="1B7C47F2" w:rsidRPr="004057A1">
        <w:t>SL</w:t>
      </w:r>
      <w:r w:rsidR="00C45BF8" w:rsidRPr="004057A1">
        <w:t xml:space="preserve"> is unable to or cannot be reasonably expected to gain consent from the individual, or if gaining consent could place a child at risk</w:t>
      </w:r>
      <w:r w:rsidR="001E34A8" w:rsidRPr="004057A1">
        <w:t xml:space="preserve"> of harm such as potential physical or sexual abuse</w:t>
      </w:r>
      <w:r w:rsidR="00C45BF8" w:rsidRPr="004057A1">
        <w:t>).</w:t>
      </w:r>
    </w:p>
    <w:p w14:paraId="6B699379" w14:textId="77777777" w:rsidR="00A26785" w:rsidRPr="004057A1" w:rsidRDefault="00A26785" w:rsidP="00E844C5">
      <w:pPr>
        <w:spacing w:after="120"/>
        <w:contextualSpacing/>
        <w:jc w:val="both"/>
      </w:pPr>
    </w:p>
    <w:p w14:paraId="7B4052CD" w14:textId="77777777" w:rsidR="00CD615E" w:rsidRPr="004057A1" w:rsidRDefault="00400BC7" w:rsidP="00AF6530">
      <w:pPr>
        <w:spacing w:after="120"/>
        <w:contextualSpacing/>
        <w:rPr>
          <w:b/>
          <w:sz w:val="26"/>
          <w:szCs w:val="26"/>
        </w:rPr>
      </w:pPr>
      <w:r w:rsidRPr="004057A1">
        <w:rPr>
          <w:b/>
          <w:sz w:val="26"/>
          <w:szCs w:val="26"/>
        </w:rPr>
        <w:t>S</w:t>
      </w:r>
      <w:r w:rsidR="00F064AB" w:rsidRPr="004057A1">
        <w:rPr>
          <w:b/>
          <w:sz w:val="26"/>
          <w:szCs w:val="26"/>
        </w:rPr>
        <w:t>upporting Children</w:t>
      </w:r>
    </w:p>
    <w:p w14:paraId="6B4B5316" w14:textId="77777777" w:rsidR="00F064AB" w:rsidRPr="004057A1" w:rsidRDefault="00F064AB" w:rsidP="00CD615E">
      <w:pPr>
        <w:spacing w:after="120"/>
        <w:jc w:val="both"/>
      </w:pPr>
      <w:r w:rsidRPr="004057A1">
        <w:t xml:space="preserve">We recognise that </w:t>
      </w:r>
      <w:r w:rsidR="00B23535" w:rsidRPr="004057A1">
        <w:t>any child may be subject to abuse</w:t>
      </w:r>
      <w:r w:rsidRPr="004057A1">
        <w:t xml:space="preserve"> or witness abuse</w:t>
      </w:r>
      <w:r w:rsidR="00B23535" w:rsidRPr="004057A1">
        <w:t xml:space="preserve"> and that mental health problems can, in some cases, be an indicator that a child has suffered or is at risk of suffering abuse, neglect or exploitation. Children </w:t>
      </w:r>
      <w:r w:rsidRPr="004057A1">
        <w:t xml:space="preserve">may </w:t>
      </w:r>
      <w:r w:rsidR="00B23535" w:rsidRPr="004057A1">
        <w:t xml:space="preserve">also </w:t>
      </w:r>
      <w:r w:rsidRPr="004057A1">
        <w:t xml:space="preserve">find it difficult to develop a sense of self-worth and trust those around them. Some children may adopt inappropriate or abusive behaviours and that these children may be referred on for </w:t>
      </w:r>
      <w:bookmarkStart w:id="27" w:name="_Int_s6WqK5oC"/>
      <w:r w:rsidRPr="004057A1">
        <w:t>appropriate support</w:t>
      </w:r>
      <w:bookmarkEnd w:id="27"/>
      <w:r w:rsidRPr="004057A1">
        <w:t xml:space="preserve"> and intervention.</w:t>
      </w:r>
    </w:p>
    <w:p w14:paraId="0AFC5F27" w14:textId="77777777" w:rsidR="00F064AB" w:rsidRPr="004057A1" w:rsidRDefault="00F064AB" w:rsidP="00006660">
      <w:pPr>
        <w:jc w:val="both"/>
      </w:pPr>
      <w:r w:rsidRPr="004057A1">
        <w:t>The setting will support children through:</w:t>
      </w:r>
    </w:p>
    <w:p w14:paraId="30C5331F" w14:textId="1228EAC5" w:rsidR="00F064AB" w:rsidRPr="004057A1" w:rsidRDefault="00F064AB" w:rsidP="00006660">
      <w:pPr>
        <w:numPr>
          <w:ilvl w:val="0"/>
          <w:numId w:val="5"/>
        </w:numPr>
        <w:tabs>
          <w:tab w:val="clear" w:pos="540"/>
          <w:tab w:val="num" w:pos="284"/>
        </w:tabs>
        <w:ind w:left="538" w:hanging="538"/>
        <w:jc w:val="both"/>
      </w:pPr>
      <w:r w:rsidRPr="004057A1">
        <w:t>Activiti</w:t>
      </w:r>
      <w:r w:rsidR="001E34A8" w:rsidRPr="004057A1">
        <w:t xml:space="preserve">es to encourage self-esteem, </w:t>
      </w:r>
      <w:r w:rsidRPr="004057A1">
        <w:t>self-</w:t>
      </w:r>
      <w:r w:rsidR="11A706F2" w:rsidRPr="004057A1">
        <w:t>motivation,</w:t>
      </w:r>
      <w:r w:rsidR="001E34A8" w:rsidRPr="004057A1">
        <w:t xml:space="preserve"> and resilience</w:t>
      </w:r>
      <w:r w:rsidRPr="004057A1">
        <w:t>.</w:t>
      </w:r>
    </w:p>
    <w:p w14:paraId="2CFC61CB" w14:textId="1B1E436C" w:rsidR="00F064AB" w:rsidRPr="004057A1" w:rsidRDefault="00F064AB" w:rsidP="00006660">
      <w:pPr>
        <w:numPr>
          <w:ilvl w:val="0"/>
          <w:numId w:val="5"/>
        </w:numPr>
        <w:tabs>
          <w:tab w:val="clear" w:pos="540"/>
          <w:tab w:val="num" w:pos="284"/>
        </w:tabs>
        <w:ind w:left="284" w:hanging="284"/>
        <w:jc w:val="both"/>
      </w:pPr>
      <w:r w:rsidRPr="004057A1">
        <w:t xml:space="preserve">An ethos that actively promotes a positive, </w:t>
      </w:r>
      <w:r w:rsidR="552C5B14" w:rsidRPr="004057A1">
        <w:t>supportive,</w:t>
      </w:r>
      <w:r w:rsidRPr="004057A1">
        <w:t xml:space="preserve"> and secure environment that values people.</w:t>
      </w:r>
    </w:p>
    <w:p w14:paraId="23014EE2" w14:textId="77777777" w:rsidR="00C45BF8" w:rsidRPr="004057A1" w:rsidRDefault="00F064AB" w:rsidP="00006660">
      <w:pPr>
        <w:numPr>
          <w:ilvl w:val="0"/>
          <w:numId w:val="5"/>
        </w:numPr>
        <w:tabs>
          <w:tab w:val="clear" w:pos="540"/>
          <w:tab w:val="num" w:pos="284"/>
        </w:tabs>
        <w:ind w:left="284" w:hanging="284"/>
        <w:jc w:val="both"/>
      </w:pPr>
      <w:r w:rsidRPr="004057A1">
        <w:t xml:space="preserve">A behaviour policy aimed at supporting all children. All staff will agree on a consistent approach, which focuses on the behaviour of the child but does not damage the child’s sense of self-worth. The setting will ensure that the child knows that some behaviour is </w:t>
      </w:r>
      <w:r w:rsidR="0005458D" w:rsidRPr="004057A1">
        <w:t>unacceptable,</w:t>
      </w:r>
      <w:r w:rsidRPr="004057A1">
        <w:t xml:space="preserve"> but she/he is valued and not to be blamed for any abuse which has occurred.</w:t>
      </w:r>
    </w:p>
    <w:p w14:paraId="1D18C25E" w14:textId="46E673E1" w:rsidR="00F064AB" w:rsidRPr="004057A1" w:rsidRDefault="00F064AB" w:rsidP="00006660">
      <w:pPr>
        <w:numPr>
          <w:ilvl w:val="0"/>
          <w:numId w:val="5"/>
        </w:numPr>
        <w:tabs>
          <w:tab w:val="clear" w:pos="540"/>
          <w:tab w:val="num" w:pos="284"/>
        </w:tabs>
        <w:ind w:left="284" w:hanging="284"/>
        <w:jc w:val="both"/>
      </w:pPr>
      <w:r w:rsidRPr="004057A1">
        <w:t xml:space="preserve">Liaison with other agencies which support the child and family such as </w:t>
      </w:r>
      <w:r w:rsidR="00915410" w:rsidRPr="004057A1">
        <w:t xml:space="preserve">Children’s </w:t>
      </w:r>
      <w:r w:rsidRPr="004057A1">
        <w:t>Social Care and District</w:t>
      </w:r>
      <w:r w:rsidR="7B89199F" w:rsidRPr="004057A1">
        <w:t xml:space="preserve"> Teams </w:t>
      </w:r>
      <w:r w:rsidR="450F4EA5" w:rsidRPr="004057A1">
        <w:t>and Early</w:t>
      </w:r>
      <w:r w:rsidR="45E82246" w:rsidRPr="004057A1">
        <w:t xml:space="preserve"> Help/ Targeted </w:t>
      </w:r>
      <w:r w:rsidR="297A034B" w:rsidRPr="004057A1">
        <w:t>Support.</w:t>
      </w:r>
    </w:p>
    <w:p w14:paraId="14771D12" w14:textId="77777777" w:rsidR="00C945DC" w:rsidRPr="004057A1" w:rsidRDefault="00C945DC" w:rsidP="00C945DC">
      <w:pPr>
        <w:numPr>
          <w:ilvl w:val="0"/>
          <w:numId w:val="5"/>
        </w:numPr>
        <w:tabs>
          <w:tab w:val="clear" w:pos="540"/>
          <w:tab w:val="num" w:pos="284"/>
        </w:tabs>
        <w:ind w:left="284" w:hanging="284"/>
        <w:jc w:val="both"/>
      </w:pPr>
      <w:r w:rsidRPr="004057A1">
        <w:t>Promote supportive engagement with parents/carers in safeguarding and promoting the welfare of children, including where families may be facing challenging circumstances.</w:t>
      </w:r>
    </w:p>
    <w:p w14:paraId="73943FFD" w14:textId="02F98D73" w:rsidR="00F064AB" w:rsidRPr="004057A1" w:rsidRDefault="00F064AB" w:rsidP="00006660">
      <w:pPr>
        <w:numPr>
          <w:ilvl w:val="0"/>
          <w:numId w:val="5"/>
        </w:numPr>
        <w:tabs>
          <w:tab w:val="clear" w:pos="540"/>
          <w:tab w:val="num" w:pos="284"/>
        </w:tabs>
        <w:ind w:left="284" w:hanging="284"/>
        <w:jc w:val="both"/>
      </w:pPr>
      <w:r w:rsidRPr="004057A1">
        <w:t xml:space="preserve">Recognition that children living in a home environment where there is domestic abuse/violence, mental ill-health or substance misuse may be </w:t>
      </w:r>
      <w:r w:rsidR="794CD9F2" w:rsidRPr="004057A1">
        <w:t xml:space="preserve">more </w:t>
      </w:r>
      <w:r w:rsidRPr="004057A1">
        <w:t>vulnerable and in n</w:t>
      </w:r>
      <w:r w:rsidR="00006660" w:rsidRPr="004057A1">
        <w:t xml:space="preserve">eed of </w:t>
      </w:r>
      <w:r w:rsidR="0F775C42" w:rsidRPr="004057A1">
        <w:t xml:space="preserve">additional </w:t>
      </w:r>
      <w:r w:rsidR="00006660" w:rsidRPr="004057A1">
        <w:t xml:space="preserve">support and protection. </w:t>
      </w:r>
    </w:p>
    <w:p w14:paraId="754CDEA0" w14:textId="77777777" w:rsidR="00F064AB" w:rsidRPr="004057A1" w:rsidRDefault="00F064AB" w:rsidP="00006660">
      <w:pPr>
        <w:numPr>
          <w:ilvl w:val="0"/>
          <w:numId w:val="5"/>
        </w:numPr>
        <w:tabs>
          <w:tab w:val="clear" w:pos="540"/>
          <w:tab w:val="num" w:pos="284"/>
        </w:tabs>
        <w:ind w:left="284" w:hanging="284"/>
        <w:contextualSpacing/>
        <w:jc w:val="both"/>
      </w:pPr>
      <w:r w:rsidRPr="004057A1">
        <w:t xml:space="preserve">Monitoring children’s welfare, keeping records and seeking advice or making a referral to other agencies, </w:t>
      </w:r>
      <w:r w:rsidR="0005458D" w:rsidRPr="004057A1">
        <w:t>e.g.,</w:t>
      </w:r>
      <w:r w:rsidRPr="004057A1">
        <w:t xml:space="preserve"> </w:t>
      </w:r>
      <w:r w:rsidR="00E844C5" w:rsidRPr="004057A1">
        <w:t xml:space="preserve">Children’s </w:t>
      </w:r>
      <w:r w:rsidRPr="004057A1">
        <w:t>Social Care, when necessary.</w:t>
      </w:r>
    </w:p>
    <w:p w14:paraId="3FE9F23F" w14:textId="77777777" w:rsidR="00300358" w:rsidRPr="004057A1" w:rsidRDefault="00300358" w:rsidP="00EE5A06">
      <w:pPr>
        <w:jc w:val="both"/>
        <w:rPr>
          <w:rFonts w:cs="Arial"/>
          <w:b/>
          <w:bCs/>
          <w:sz w:val="28"/>
          <w:szCs w:val="28"/>
          <w:lang w:val="en-US"/>
        </w:rPr>
      </w:pPr>
    </w:p>
    <w:p w14:paraId="418D3A1A" w14:textId="77777777" w:rsidR="00EE5A06" w:rsidRPr="004057A1" w:rsidRDefault="00EE5A06" w:rsidP="00EE5A06">
      <w:pPr>
        <w:jc w:val="both"/>
        <w:rPr>
          <w:rFonts w:cs="Arial"/>
          <w:bCs/>
          <w:sz w:val="26"/>
          <w:szCs w:val="26"/>
          <w:lang w:val="en-US"/>
        </w:rPr>
      </w:pPr>
      <w:r w:rsidRPr="004057A1">
        <w:rPr>
          <w:rFonts w:cs="Arial"/>
          <w:b/>
          <w:bCs/>
          <w:sz w:val="26"/>
          <w:szCs w:val="26"/>
          <w:lang w:val="en-US"/>
        </w:rPr>
        <w:t xml:space="preserve">Privately Fostered Children </w:t>
      </w:r>
    </w:p>
    <w:p w14:paraId="760488D4" w14:textId="77777777" w:rsidR="0005458D" w:rsidRPr="004057A1" w:rsidRDefault="00EE5A06" w:rsidP="00EE5A06">
      <w:pPr>
        <w:jc w:val="both"/>
        <w:rPr>
          <w:rFonts w:cs="Arial"/>
          <w:szCs w:val="24"/>
          <w:lang w:val="en-US"/>
        </w:rPr>
      </w:pPr>
      <w:r w:rsidRPr="004057A1">
        <w:rPr>
          <w:rFonts w:cs="Arial"/>
          <w:szCs w:val="24"/>
          <w:lang w:val="en-US"/>
        </w:rPr>
        <w:t xml:space="preserve">Private fostering is when a child under the age of 16, (under 18 if disabled) is provided with care and accommodation by a person who is not a parent, person with parental </w:t>
      </w:r>
      <w:r w:rsidRPr="004057A1">
        <w:rPr>
          <w:rFonts w:cs="Arial"/>
          <w:szCs w:val="24"/>
          <w:lang w:val="en-US"/>
        </w:rPr>
        <w:lastRenderedPageBreak/>
        <w:t>responsibility for them or relative in their own home for 28 days or more. The setting will follow the mandatory duty to inform the Local Authority of any ‘Private Fostering’ arrangements and refer to the Specialist Fostering Team.</w:t>
      </w:r>
    </w:p>
    <w:p w14:paraId="672BCCDF" w14:textId="77777777" w:rsidR="0062154B" w:rsidRPr="004057A1" w:rsidRDefault="0062154B" w:rsidP="00EE5A06">
      <w:pPr>
        <w:jc w:val="both"/>
        <w:rPr>
          <w:rFonts w:cs="Arial"/>
          <w:szCs w:val="24"/>
          <w:lang w:val="en-US"/>
        </w:rPr>
      </w:pPr>
    </w:p>
    <w:p w14:paraId="1F72F646" w14:textId="77777777" w:rsidR="00B23535" w:rsidRPr="004057A1" w:rsidRDefault="00B23535" w:rsidP="00EE5A06">
      <w:pPr>
        <w:jc w:val="both"/>
        <w:rPr>
          <w:rFonts w:cs="Arial"/>
          <w:b/>
          <w:bCs/>
          <w:szCs w:val="24"/>
          <w:lang w:val="en-US"/>
        </w:rPr>
      </w:pPr>
    </w:p>
    <w:p w14:paraId="0931EE5E" w14:textId="77777777" w:rsidR="00A24DF1" w:rsidRPr="004057A1" w:rsidRDefault="00F064AB" w:rsidP="00EE5A06">
      <w:pPr>
        <w:jc w:val="both"/>
        <w:rPr>
          <w:rFonts w:cs="Arial"/>
          <w:b/>
          <w:bCs/>
          <w:sz w:val="26"/>
          <w:szCs w:val="26"/>
          <w:lang w:val="en-US"/>
        </w:rPr>
      </w:pPr>
      <w:r w:rsidRPr="004057A1">
        <w:rPr>
          <w:b/>
          <w:sz w:val="28"/>
          <w:szCs w:val="28"/>
        </w:rPr>
        <w:t>P</w:t>
      </w:r>
      <w:r w:rsidRPr="004057A1">
        <w:rPr>
          <w:b/>
          <w:sz w:val="26"/>
          <w:szCs w:val="26"/>
        </w:rPr>
        <w:t>romoting a protective ethos</w:t>
      </w:r>
    </w:p>
    <w:p w14:paraId="23364743" w14:textId="77777777" w:rsidR="0005458D" w:rsidRPr="004057A1" w:rsidRDefault="00834D3F" w:rsidP="00347B0F">
      <w:pPr>
        <w:pStyle w:val="Header"/>
        <w:jc w:val="both"/>
      </w:pPr>
      <w:r w:rsidRPr="004057A1">
        <w:t>The setting</w:t>
      </w:r>
      <w:r w:rsidR="00F064AB" w:rsidRPr="004057A1">
        <w:t xml:space="preserve"> will create an ethos in which children feel secure, their viewpoints are valued, they are encouraged to </w:t>
      </w:r>
      <w:r w:rsidR="0005458D" w:rsidRPr="004057A1">
        <w:t>talk,</w:t>
      </w:r>
      <w:r w:rsidR="00F064AB" w:rsidRPr="004057A1">
        <w:t xml:space="preserve"> and they are listened to. </w:t>
      </w:r>
    </w:p>
    <w:p w14:paraId="4072980C" w14:textId="77777777" w:rsidR="00F064AB" w:rsidRPr="004057A1" w:rsidRDefault="00F064AB" w:rsidP="00347B0F">
      <w:pPr>
        <w:pStyle w:val="Header"/>
        <w:jc w:val="both"/>
      </w:pPr>
      <w:r w:rsidRPr="004057A1">
        <w:t>This will be achieved in the following ways:</w:t>
      </w:r>
    </w:p>
    <w:p w14:paraId="00B766D2" w14:textId="6B7D1EEC" w:rsidR="00F064AB" w:rsidRPr="004057A1" w:rsidRDefault="00F064AB" w:rsidP="00EE5A06">
      <w:pPr>
        <w:numPr>
          <w:ilvl w:val="0"/>
          <w:numId w:val="5"/>
        </w:numPr>
        <w:tabs>
          <w:tab w:val="clear" w:pos="540"/>
          <w:tab w:val="num" w:pos="284"/>
        </w:tabs>
        <w:ind w:left="284" w:hanging="284"/>
        <w:jc w:val="both"/>
      </w:pPr>
      <w:r w:rsidRPr="004057A1">
        <w:t xml:space="preserve">All staff, including the </w:t>
      </w:r>
      <w:r w:rsidR="0005458D" w:rsidRPr="004057A1">
        <w:t>D</w:t>
      </w:r>
      <w:r w:rsidR="4B514DB3" w:rsidRPr="004057A1">
        <w:t>SL</w:t>
      </w:r>
      <w:r w:rsidR="0005458D" w:rsidRPr="004057A1">
        <w:t>s</w:t>
      </w:r>
      <w:r w:rsidRPr="004057A1">
        <w:t>, are trained</w:t>
      </w:r>
      <w:r w:rsidR="00144030" w:rsidRPr="004057A1">
        <w:t xml:space="preserve"> regularly to ensure skills and </w:t>
      </w:r>
      <w:r w:rsidRPr="004057A1">
        <w:t xml:space="preserve">knowledge are </w:t>
      </w:r>
      <w:r w:rsidR="0005458D" w:rsidRPr="004057A1">
        <w:t>up to date</w:t>
      </w:r>
      <w:r w:rsidRPr="004057A1">
        <w:t>.</w:t>
      </w:r>
    </w:p>
    <w:p w14:paraId="69D505A6" w14:textId="77777777" w:rsidR="00F064AB" w:rsidRPr="004057A1" w:rsidRDefault="00F064AB" w:rsidP="00EE5A06">
      <w:pPr>
        <w:numPr>
          <w:ilvl w:val="0"/>
          <w:numId w:val="5"/>
        </w:numPr>
        <w:tabs>
          <w:tab w:val="clear" w:pos="540"/>
          <w:tab w:val="num" w:pos="284"/>
        </w:tabs>
        <w:ind w:left="538" w:hanging="538"/>
        <w:jc w:val="both"/>
      </w:pPr>
      <w:r w:rsidRPr="004057A1">
        <w:t>Staff know how to respond to child protection concerns.</w:t>
      </w:r>
    </w:p>
    <w:p w14:paraId="433CBC5F" w14:textId="77777777" w:rsidR="00F064AB" w:rsidRPr="004057A1" w:rsidRDefault="00F064AB" w:rsidP="00EE5A06">
      <w:pPr>
        <w:numPr>
          <w:ilvl w:val="0"/>
          <w:numId w:val="5"/>
        </w:numPr>
        <w:tabs>
          <w:tab w:val="clear" w:pos="540"/>
          <w:tab w:val="num" w:pos="284"/>
        </w:tabs>
        <w:ind w:left="284" w:hanging="284"/>
        <w:jc w:val="both"/>
      </w:pPr>
      <w:r w:rsidRPr="004057A1">
        <w:t>Contribution to an inter-agency approach to child protection by working effectively and supportively with other agencies.</w:t>
      </w:r>
    </w:p>
    <w:p w14:paraId="553725BB" w14:textId="77777777" w:rsidR="00F064AB" w:rsidRPr="004057A1" w:rsidRDefault="00F064AB" w:rsidP="00EE5A06">
      <w:pPr>
        <w:numPr>
          <w:ilvl w:val="0"/>
          <w:numId w:val="5"/>
        </w:numPr>
        <w:tabs>
          <w:tab w:val="clear" w:pos="540"/>
          <w:tab w:val="num" w:pos="284"/>
        </w:tabs>
        <w:ind w:left="284" w:hanging="284"/>
        <w:jc w:val="both"/>
      </w:pPr>
      <w:r w:rsidRPr="004057A1">
        <w:t>Raising children's awareness and actively promoting self-esteem building, so that children have a range of strategies and contacts to ensure their safety.</w:t>
      </w:r>
    </w:p>
    <w:p w14:paraId="1E11AB1E" w14:textId="77777777" w:rsidR="00F064AB" w:rsidRPr="004057A1" w:rsidRDefault="00F064AB" w:rsidP="00EE5A06">
      <w:pPr>
        <w:numPr>
          <w:ilvl w:val="0"/>
          <w:numId w:val="5"/>
        </w:numPr>
        <w:tabs>
          <w:tab w:val="clear" w:pos="540"/>
          <w:tab w:val="num" w:pos="284"/>
        </w:tabs>
        <w:ind w:left="284" w:hanging="284"/>
        <w:jc w:val="both"/>
      </w:pPr>
      <w:r w:rsidRPr="004057A1">
        <w:t>Using personal safety programmes, such as Protective B</w:t>
      </w:r>
      <w:r w:rsidR="00915410" w:rsidRPr="004057A1">
        <w:t>ehaviours and the NSPCC PANTS campaign.</w:t>
      </w:r>
    </w:p>
    <w:p w14:paraId="6F213CEC" w14:textId="77777777" w:rsidR="00F064AB" w:rsidRPr="004057A1" w:rsidRDefault="00F064AB" w:rsidP="00EE5A06">
      <w:pPr>
        <w:numPr>
          <w:ilvl w:val="0"/>
          <w:numId w:val="5"/>
        </w:numPr>
        <w:tabs>
          <w:tab w:val="clear" w:pos="540"/>
        </w:tabs>
        <w:ind w:left="284" w:hanging="284"/>
        <w:jc w:val="both"/>
      </w:pPr>
      <w:r w:rsidRPr="004057A1">
        <w:t xml:space="preserve">Working with parents to build an understanding of the </w:t>
      </w:r>
      <w:r w:rsidR="00A24DF1" w:rsidRPr="004057A1">
        <w:t xml:space="preserve">setting’s responsibility to the </w:t>
      </w:r>
      <w:r w:rsidRPr="004057A1">
        <w:t>welfare of the children.</w:t>
      </w:r>
    </w:p>
    <w:p w14:paraId="2491E834" w14:textId="77777777" w:rsidR="00F064AB" w:rsidRPr="004057A1" w:rsidRDefault="00F064AB" w:rsidP="00EE5A06">
      <w:pPr>
        <w:numPr>
          <w:ilvl w:val="0"/>
          <w:numId w:val="5"/>
        </w:numPr>
        <w:tabs>
          <w:tab w:val="clear" w:pos="540"/>
          <w:tab w:val="num" w:pos="284"/>
        </w:tabs>
        <w:ind w:left="284" w:hanging="284"/>
        <w:jc w:val="both"/>
      </w:pPr>
      <w:r w:rsidRPr="004057A1">
        <w:t xml:space="preserve">Ensuring the relevant policies are in place, </w:t>
      </w:r>
      <w:r w:rsidR="0005458D" w:rsidRPr="004057A1">
        <w:t>i.e.,</w:t>
      </w:r>
      <w:r w:rsidRPr="004057A1">
        <w:t xml:space="preserve"> the use of mobile phones and cameras, behaviour management, intimate care, </w:t>
      </w:r>
      <w:r w:rsidR="0005458D" w:rsidRPr="004057A1">
        <w:t>whistleblowing</w:t>
      </w:r>
      <w:r w:rsidRPr="004057A1">
        <w:t>, social networking.</w:t>
      </w:r>
    </w:p>
    <w:p w14:paraId="5D829063" w14:textId="3CE6C131" w:rsidR="00F064AB" w:rsidRPr="004057A1" w:rsidRDefault="00F064AB" w:rsidP="00EE5A06">
      <w:pPr>
        <w:numPr>
          <w:ilvl w:val="0"/>
          <w:numId w:val="5"/>
        </w:numPr>
        <w:tabs>
          <w:tab w:val="clear" w:pos="540"/>
          <w:tab w:val="num" w:pos="284"/>
        </w:tabs>
        <w:ind w:left="284" w:hanging="284"/>
        <w:jc w:val="both"/>
      </w:pPr>
      <w:r w:rsidRPr="004057A1">
        <w:t>Being vigilant to the inappropriate behaviour of staff or adults working with children and ensuring that all staff and volunteers</w:t>
      </w:r>
      <w:r w:rsidR="00834D3F" w:rsidRPr="004057A1">
        <w:t xml:space="preserve"> know the allegations </w:t>
      </w:r>
      <w:r w:rsidR="4F921580" w:rsidRPr="004057A1">
        <w:t>procedure,</w:t>
      </w:r>
      <w:r w:rsidR="00465610" w:rsidRPr="004057A1">
        <w:t xml:space="preserve"> and this is actively supported within the setting. </w:t>
      </w:r>
    </w:p>
    <w:p w14:paraId="008F168A" w14:textId="77777777" w:rsidR="00F064AB" w:rsidRPr="004057A1" w:rsidRDefault="00F064AB" w:rsidP="00EE5A06">
      <w:pPr>
        <w:numPr>
          <w:ilvl w:val="0"/>
          <w:numId w:val="5"/>
        </w:numPr>
        <w:tabs>
          <w:tab w:val="clear" w:pos="540"/>
          <w:tab w:val="num" w:pos="284"/>
        </w:tabs>
        <w:ind w:left="538" w:hanging="538"/>
        <w:jc w:val="both"/>
      </w:pPr>
      <w:r w:rsidRPr="004057A1">
        <w:t>Staff acting as positive role models to children and young people.</w:t>
      </w:r>
    </w:p>
    <w:p w14:paraId="2B6E743B" w14:textId="77777777" w:rsidR="002051DB" w:rsidRPr="004057A1" w:rsidRDefault="00F064AB" w:rsidP="1A188356">
      <w:pPr>
        <w:pStyle w:val="Header"/>
        <w:numPr>
          <w:ilvl w:val="0"/>
          <w:numId w:val="5"/>
        </w:numPr>
        <w:tabs>
          <w:tab w:val="clear" w:pos="540"/>
          <w:tab w:val="clear" w:pos="4153"/>
          <w:tab w:val="clear" w:pos="8306"/>
          <w:tab w:val="num" w:pos="284"/>
          <w:tab w:val="left" w:pos="720"/>
          <w:tab w:val="center" w:pos="4320"/>
          <w:tab w:val="right" w:pos="8640"/>
        </w:tabs>
        <w:ind w:left="284" w:right="-54" w:hanging="282"/>
        <w:jc w:val="both"/>
        <w:rPr>
          <w:b/>
          <w:bCs/>
        </w:rPr>
      </w:pPr>
      <w:r w:rsidRPr="004057A1">
        <w:t xml:space="preserve">Ensuring staff are aware of the need to </w:t>
      </w:r>
      <w:bookmarkStart w:id="28" w:name="_Int_S5acW0ID"/>
      <w:r w:rsidRPr="004057A1">
        <w:t>maintain</w:t>
      </w:r>
      <w:bookmarkEnd w:id="28"/>
      <w:r w:rsidRPr="004057A1">
        <w:t xml:space="preserve"> </w:t>
      </w:r>
      <w:bookmarkStart w:id="29" w:name="_Int_cxiFgJ7L"/>
      <w:r w:rsidRPr="004057A1">
        <w:t>appropriate</w:t>
      </w:r>
      <w:bookmarkEnd w:id="29"/>
      <w:r w:rsidRPr="004057A1">
        <w:t xml:space="preserve"> and professional boundaries in their relationships w</w:t>
      </w:r>
      <w:r w:rsidR="00470AAF" w:rsidRPr="004057A1">
        <w:t>ith children and parents/carers in line with our setting’s staff code of conduct/behaviour policy.</w:t>
      </w:r>
    </w:p>
    <w:p w14:paraId="7F5A7161" w14:textId="55C858C5" w:rsidR="0092087B" w:rsidRPr="004057A1" w:rsidRDefault="0092087B" w:rsidP="1A188356">
      <w:pPr>
        <w:pStyle w:val="Header"/>
        <w:numPr>
          <w:ilvl w:val="0"/>
          <w:numId w:val="5"/>
        </w:numPr>
        <w:tabs>
          <w:tab w:val="clear" w:pos="540"/>
          <w:tab w:val="clear" w:pos="4153"/>
          <w:tab w:val="clear" w:pos="8306"/>
          <w:tab w:val="num" w:pos="284"/>
          <w:tab w:val="left" w:pos="720"/>
          <w:tab w:val="center" w:pos="4320"/>
          <w:tab w:val="right" w:pos="8640"/>
        </w:tabs>
        <w:ind w:left="284" w:right="-54" w:hanging="282"/>
        <w:jc w:val="both"/>
        <w:rPr>
          <w:b/>
          <w:bCs/>
        </w:rPr>
      </w:pPr>
      <w:r w:rsidRPr="004057A1">
        <w:t xml:space="preserve">Ensuring the Designated </w:t>
      </w:r>
      <w:r w:rsidR="71822157" w:rsidRPr="004057A1">
        <w:t>Safeguarding Leads</w:t>
      </w:r>
      <w:r w:rsidRPr="004057A1">
        <w:t xml:space="preserve"> keep themselves up to date with </w:t>
      </w:r>
      <w:r w:rsidR="00213124" w:rsidRPr="004057A1">
        <w:t xml:space="preserve">safeguarding concerns in the </w:t>
      </w:r>
      <w:r w:rsidRPr="004057A1">
        <w:t xml:space="preserve">local area and </w:t>
      </w:r>
      <w:bookmarkStart w:id="30" w:name="_Int_jzRraID4"/>
      <w:r w:rsidR="00213124" w:rsidRPr="004057A1">
        <w:t>disseminates</w:t>
      </w:r>
      <w:bookmarkEnd w:id="30"/>
      <w:r w:rsidRPr="004057A1">
        <w:t xml:space="preserve"> this to the staff as relevant</w:t>
      </w:r>
      <w:r w:rsidR="00213124" w:rsidRPr="004057A1">
        <w:t>.</w:t>
      </w:r>
    </w:p>
    <w:p w14:paraId="08CE6F91" w14:textId="77777777" w:rsidR="00347B0F" w:rsidRPr="004057A1" w:rsidRDefault="00347B0F" w:rsidP="00347B0F">
      <w:pPr>
        <w:pStyle w:val="Header"/>
        <w:tabs>
          <w:tab w:val="clear" w:pos="4153"/>
          <w:tab w:val="clear" w:pos="8306"/>
          <w:tab w:val="left" w:pos="-720"/>
          <w:tab w:val="left" w:pos="0"/>
          <w:tab w:val="left" w:pos="720"/>
          <w:tab w:val="center" w:pos="4320"/>
          <w:tab w:val="right" w:pos="8640"/>
        </w:tabs>
        <w:ind w:left="540" w:right="-54"/>
        <w:jc w:val="both"/>
        <w:rPr>
          <w:b/>
          <w:bCs/>
        </w:rPr>
      </w:pPr>
    </w:p>
    <w:p w14:paraId="5A5AA987" w14:textId="77777777" w:rsidR="00AD45B2" w:rsidRPr="004057A1" w:rsidRDefault="00F064AB" w:rsidP="00EE5A06">
      <w:pPr>
        <w:rPr>
          <w:b/>
          <w:sz w:val="26"/>
          <w:szCs w:val="26"/>
        </w:rPr>
      </w:pPr>
      <w:r w:rsidRPr="004057A1">
        <w:rPr>
          <w:b/>
          <w:sz w:val="26"/>
          <w:szCs w:val="26"/>
        </w:rPr>
        <w:t>Preventing unsuitable people from working with children</w:t>
      </w:r>
      <w:r w:rsidR="002946A9" w:rsidRPr="004057A1">
        <w:rPr>
          <w:b/>
          <w:sz w:val="26"/>
          <w:szCs w:val="26"/>
        </w:rPr>
        <w:t xml:space="preserve"> and young people</w:t>
      </w:r>
    </w:p>
    <w:p w14:paraId="2FB5C00A" w14:textId="77777777" w:rsidR="00F064AB" w:rsidRPr="004057A1" w:rsidRDefault="00F064AB" w:rsidP="1A188356">
      <w:pPr>
        <w:ind w:right="-54"/>
        <w:jc w:val="both"/>
      </w:pPr>
      <w:r w:rsidRPr="004057A1">
        <w:t xml:space="preserve">The setting has a duty to ensure that people looking after children are suitable to </w:t>
      </w:r>
      <w:r w:rsidR="00834D3F" w:rsidRPr="004057A1">
        <w:t>fulfil</w:t>
      </w:r>
      <w:r w:rsidRPr="004057A1">
        <w:t xml:space="preserve"> the requirements for their role. The setting will follow safer recruitment practices including verifying qualifications and ensuring </w:t>
      </w:r>
      <w:bookmarkStart w:id="31" w:name="_Int_pincf9wc"/>
      <w:r w:rsidRPr="004057A1">
        <w:t>appropriate DBS</w:t>
      </w:r>
      <w:bookmarkEnd w:id="31"/>
      <w:r w:rsidRPr="004057A1">
        <w:t xml:space="preserve"> and reference checks are undertaken. The setting will not allow people</w:t>
      </w:r>
      <w:r w:rsidR="00834D3F" w:rsidRPr="004057A1">
        <w:t>,</w:t>
      </w:r>
      <w:r w:rsidRPr="004057A1">
        <w:t xml:space="preserve"> whose suitability has not been checked, to have unsupervised contact with children.</w:t>
      </w:r>
    </w:p>
    <w:p w14:paraId="7E681B43" w14:textId="0978B6DA" w:rsidR="00FE53FF" w:rsidRPr="004057A1" w:rsidRDefault="00FE53FF" w:rsidP="1A188356">
      <w:pPr>
        <w:ind w:right="-54"/>
        <w:jc w:val="both"/>
      </w:pPr>
      <w:r w:rsidRPr="004057A1">
        <w:t xml:space="preserve">The setting follows the statutory requirements found within the </w:t>
      </w:r>
      <w:r w:rsidR="00226E03" w:rsidRPr="004057A1">
        <w:t xml:space="preserve">Early Years Foundation Stage </w:t>
      </w:r>
      <w:r w:rsidR="5847609F" w:rsidRPr="004057A1">
        <w:t>s</w:t>
      </w:r>
      <w:r w:rsidR="00226E03" w:rsidRPr="004057A1">
        <w:t>tatutory framework 2025 with regards to obtain</w:t>
      </w:r>
      <w:r w:rsidR="5AED86D1" w:rsidRPr="004057A1">
        <w:t>ing</w:t>
      </w:r>
      <w:r w:rsidR="00226E03" w:rsidRPr="004057A1">
        <w:t xml:space="preserve"> suitable </w:t>
      </w:r>
      <w:r w:rsidR="3ECFDE04" w:rsidRPr="004057A1">
        <w:t>r</w:t>
      </w:r>
      <w:r w:rsidR="00226E03" w:rsidRPr="004057A1">
        <w:t xml:space="preserve">eferences </w:t>
      </w:r>
      <w:r w:rsidR="00B45C0E" w:rsidRPr="004057A1">
        <w:t>prior to recruitment.</w:t>
      </w:r>
    </w:p>
    <w:p w14:paraId="61CDCEAD" w14:textId="77777777" w:rsidR="0005458D" w:rsidRPr="004057A1" w:rsidRDefault="0005458D" w:rsidP="00CD615E">
      <w:pPr>
        <w:tabs>
          <w:tab w:val="left" w:pos="-720"/>
        </w:tabs>
        <w:ind w:right="-54"/>
        <w:jc w:val="both"/>
      </w:pPr>
    </w:p>
    <w:p w14:paraId="7E6A0DE7" w14:textId="77777777" w:rsidR="0005458D" w:rsidRPr="004057A1" w:rsidRDefault="0005458D" w:rsidP="1A188356">
      <w:pPr>
        <w:ind w:right="-54"/>
        <w:jc w:val="both"/>
      </w:pPr>
      <w:r w:rsidRPr="004057A1">
        <w:t xml:space="preserve">Staff are expected to </w:t>
      </w:r>
      <w:bookmarkStart w:id="32" w:name="_Int_cibSTNcm"/>
      <w:r w:rsidRPr="004057A1">
        <w:t>disclose</w:t>
      </w:r>
      <w:bookmarkEnd w:id="32"/>
      <w:r w:rsidRPr="004057A1">
        <w:t xml:space="preserve"> any convictions, cautions, court orders, reprimands and warnings which may affect their suitability to work with children (whether received before or during their employment at the setting). This is checked and recorded during supervisions to ensure ongoing suitability.</w:t>
      </w:r>
    </w:p>
    <w:p w14:paraId="6BB9E253" w14:textId="77777777" w:rsidR="0005458D" w:rsidRPr="004057A1" w:rsidRDefault="0005458D" w:rsidP="00CD615E">
      <w:pPr>
        <w:tabs>
          <w:tab w:val="left" w:pos="-720"/>
        </w:tabs>
        <w:ind w:right="-54"/>
        <w:jc w:val="both"/>
      </w:pPr>
    </w:p>
    <w:p w14:paraId="43D9A86C" w14:textId="77777777" w:rsidR="00F064AB" w:rsidRPr="004057A1" w:rsidRDefault="008A5970" w:rsidP="009A3A0B">
      <w:pPr>
        <w:tabs>
          <w:tab w:val="left" w:pos="-720"/>
        </w:tabs>
        <w:ind w:right="-54"/>
        <w:jc w:val="both"/>
        <w:rPr>
          <w:b/>
        </w:rPr>
      </w:pPr>
      <w:r w:rsidRPr="004057A1">
        <w:rPr>
          <w:b/>
        </w:rPr>
        <w:t>These</w:t>
      </w:r>
      <w:r w:rsidR="00F064AB" w:rsidRPr="004057A1">
        <w:rPr>
          <w:b/>
        </w:rPr>
        <w:t xml:space="preserve"> members of staff/committee have undertaken Safer Recruitment training: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4057A1" w:rsidRPr="004057A1" w14:paraId="25A28AB0" w14:textId="77777777" w:rsidTr="0005458D">
        <w:trPr>
          <w:trHeight w:val="454"/>
        </w:trPr>
        <w:tc>
          <w:tcPr>
            <w:tcW w:w="9180" w:type="dxa"/>
            <w:tcBorders>
              <w:top w:val="nil"/>
              <w:left w:val="nil"/>
              <w:bottom w:val="dashSmallGap" w:sz="4" w:space="0" w:color="auto"/>
              <w:right w:val="nil"/>
            </w:tcBorders>
            <w:vAlign w:val="bottom"/>
          </w:tcPr>
          <w:p w14:paraId="737E12E1" w14:textId="2A894DC6" w:rsidR="00F064AB" w:rsidRPr="004057A1" w:rsidRDefault="004057A1" w:rsidP="009A3A0B">
            <w:pPr>
              <w:jc w:val="both"/>
              <w:rPr>
                <w:i/>
              </w:rPr>
            </w:pPr>
            <w:r w:rsidRPr="004057A1">
              <w:rPr>
                <w:i/>
              </w:rPr>
              <w:t xml:space="preserve">Christine Kaye </w:t>
            </w:r>
          </w:p>
        </w:tc>
      </w:tr>
      <w:tr w:rsidR="00F064AB" w:rsidRPr="004057A1" w14:paraId="62411670" w14:textId="77777777" w:rsidTr="0005458D">
        <w:trPr>
          <w:trHeight w:val="454"/>
        </w:trPr>
        <w:tc>
          <w:tcPr>
            <w:tcW w:w="9180" w:type="dxa"/>
            <w:tcBorders>
              <w:top w:val="dashSmallGap" w:sz="4" w:space="0" w:color="auto"/>
              <w:left w:val="nil"/>
              <w:bottom w:val="dashSmallGap" w:sz="4" w:space="0" w:color="auto"/>
              <w:right w:val="nil"/>
            </w:tcBorders>
            <w:vAlign w:val="bottom"/>
          </w:tcPr>
          <w:p w14:paraId="31329EA6" w14:textId="002C3B4D" w:rsidR="00F064AB" w:rsidRPr="004057A1" w:rsidRDefault="00F064AB" w:rsidP="009A3A0B">
            <w:pPr>
              <w:jc w:val="both"/>
              <w:rPr>
                <w:b/>
              </w:rPr>
            </w:pPr>
          </w:p>
        </w:tc>
      </w:tr>
    </w:tbl>
    <w:p w14:paraId="23DE523C" w14:textId="77777777" w:rsidR="00575AEC" w:rsidRPr="004057A1" w:rsidRDefault="00575AEC" w:rsidP="00834D3F">
      <w:pPr>
        <w:jc w:val="both"/>
        <w:rPr>
          <w:b/>
          <w:sz w:val="28"/>
          <w:szCs w:val="28"/>
        </w:rPr>
      </w:pPr>
    </w:p>
    <w:p w14:paraId="1990552D" w14:textId="77777777" w:rsidR="00F064AB" w:rsidRPr="004057A1" w:rsidRDefault="00F064AB" w:rsidP="00834D3F">
      <w:pPr>
        <w:jc w:val="both"/>
        <w:rPr>
          <w:b/>
          <w:sz w:val="26"/>
          <w:szCs w:val="26"/>
        </w:rPr>
      </w:pPr>
      <w:r w:rsidRPr="004057A1">
        <w:rPr>
          <w:b/>
          <w:sz w:val="26"/>
          <w:szCs w:val="26"/>
        </w:rPr>
        <w:t>Whistleblowing</w:t>
      </w:r>
    </w:p>
    <w:p w14:paraId="56274BA0" w14:textId="77777777" w:rsidR="00F064AB" w:rsidRPr="004057A1" w:rsidRDefault="00575AEC" w:rsidP="002051DB">
      <w:pPr>
        <w:spacing w:after="120"/>
        <w:jc w:val="both"/>
      </w:pPr>
      <w:r w:rsidRPr="004057A1">
        <w:t>The setting has a separate Whistle</w:t>
      </w:r>
      <w:r w:rsidR="004D1D87" w:rsidRPr="004057A1">
        <w:t>b</w:t>
      </w:r>
      <w:r w:rsidRPr="004057A1">
        <w:t>lowing P</w:t>
      </w:r>
      <w:r w:rsidR="00F064AB" w:rsidRPr="004057A1">
        <w:t>olicy which aims to help and protect both staff and children by:</w:t>
      </w:r>
    </w:p>
    <w:p w14:paraId="2ECB2DD0" w14:textId="77777777" w:rsidR="00F064AB" w:rsidRPr="004057A1" w:rsidRDefault="00F064AB" w:rsidP="00A24DF1">
      <w:pPr>
        <w:numPr>
          <w:ilvl w:val="0"/>
          <w:numId w:val="5"/>
        </w:numPr>
        <w:tabs>
          <w:tab w:val="clear" w:pos="540"/>
          <w:tab w:val="num" w:pos="284"/>
        </w:tabs>
        <w:ind w:left="539" w:hanging="539"/>
        <w:jc w:val="both"/>
      </w:pPr>
      <w:r w:rsidRPr="004057A1">
        <w:t xml:space="preserve">Preventing a problem getting </w:t>
      </w:r>
      <w:proofErr w:type="gramStart"/>
      <w:r w:rsidRPr="004057A1">
        <w:t>worse;</w:t>
      </w:r>
      <w:proofErr w:type="gramEnd"/>
      <w:r w:rsidRPr="004057A1">
        <w:t xml:space="preserve"> </w:t>
      </w:r>
    </w:p>
    <w:p w14:paraId="26079E84" w14:textId="77777777" w:rsidR="00F064AB" w:rsidRPr="004057A1" w:rsidRDefault="00F064AB" w:rsidP="00A24DF1">
      <w:pPr>
        <w:numPr>
          <w:ilvl w:val="0"/>
          <w:numId w:val="5"/>
        </w:numPr>
        <w:tabs>
          <w:tab w:val="clear" w:pos="540"/>
          <w:tab w:val="num" w:pos="284"/>
        </w:tabs>
        <w:ind w:left="539" w:hanging="539"/>
        <w:jc w:val="both"/>
      </w:pPr>
      <w:r w:rsidRPr="004057A1">
        <w:t xml:space="preserve">Safeguarding children and young </w:t>
      </w:r>
      <w:proofErr w:type="gramStart"/>
      <w:r w:rsidRPr="004057A1">
        <w:t>people;</w:t>
      </w:r>
      <w:proofErr w:type="gramEnd"/>
    </w:p>
    <w:p w14:paraId="04642262" w14:textId="77777777" w:rsidR="00A24DF1" w:rsidRPr="004057A1" w:rsidRDefault="00F064AB" w:rsidP="00A24DF1">
      <w:pPr>
        <w:numPr>
          <w:ilvl w:val="0"/>
          <w:numId w:val="5"/>
        </w:numPr>
        <w:tabs>
          <w:tab w:val="clear" w:pos="540"/>
          <w:tab w:val="num" w:pos="284"/>
        </w:tabs>
        <w:ind w:left="538" w:hanging="538"/>
        <w:jc w:val="both"/>
      </w:pPr>
      <w:r w:rsidRPr="004057A1">
        <w:t>Reducing the potential risks to others.</w:t>
      </w:r>
    </w:p>
    <w:p w14:paraId="52E56223" w14:textId="77777777" w:rsidR="00A24DF1" w:rsidRPr="004057A1" w:rsidRDefault="00A24DF1" w:rsidP="00A24DF1">
      <w:pPr>
        <w:ind w:left="538"/>
        <w:jc w:val="both"/>
      </w:pPr>
    </w:p>
    <w:p w14:paraId="4134DBDF" w14:textId="621BC9AD" w:rsidR="00AD45B2" w:rsidRPr="004057A1" w:rsidRDefault="00F064AB" w:rsidP="002051DB">
      <w:pPr>
        <w:spacing w:after="120"/>
        <w:jc w:val="both"/>
      </w:pPr>
      <w:r w:rsidRPr="004057A1">
        <w:t>The earlier a concern is raised, the easier and sooner the setting</w:t>
      </w:r>
      <w:r w:rsidR="00304BF2" w:rsidRPr="004057A1">
        <w:t xml:space="preserve"> can</w:t>
      </w:r>
      <w:r w:rsidRPr="004057A1">
        <w:t xml:space="preserve"> </w:t>
      </w:r>
      <w:bookmarkStart w:id="33" w:name="_Int_fHaF9l1T"/>
      <w:proofErr w:type="gramStart"/>
      <w:r w:rsidRPr="004057A1">
        <w:t>take action</w:t>
      </w:r>
      <w:bookmarkEnd w:id="33"/>
      <w:proofErr w:type="gramEnd"/>
      <w:r w:rsidRPr="004057A1">
        <w:t xml:space="preserve">. The responsibility for expressing concerns about unacceptable practice or behaviour rests with all staff, </w:t>
      </w:r>
      <w:r w:rsidR="1A38677C" w:rsidRPr="004057A1">
        <w:t>students,</w:t>
      </w:r>
      <w:r w:rsidRPr="004057A1">
        <w:t xml:space="preserve"> and volunteers. </w:t>
      </w:r>
    </w:p>
    <w:p w14:paraId="078E2990" w14:textId="77777777" w:rsidR="00EA6C11" w:rsidRPr="004057A1" w:rsidRDefault="00EB2678" w:rsidP="002051DB">
      <w:pPr>
        <w:spacing w:after="120"/>
        <w:jc w:val="both"/>
      </w:pPr>
      <w:r w:rsidRPr="004057A1">
        <w:t xml:space="preserve">The setting will ensure </w:t>
      </w:r>
      <w:r w:rsidR="00EA6C11" w:rsidRPr="004057A1">
        <w:t xml:space="preserve">staff are aware of the setting’s whistleblowing procedures and must ensure all staff feel able to raise concerns about poor or unsafe practice and know that such concerns will be taken seriously by the senior leadership team. </w:t>
      </w:r>
    </w:p>
    <w:p w14:paraId="68A1E3CE" w14:textId="76EB1E83" w:rsidR="00EB2678" w:rsidRPr="004057A1" w:rsidRDefault="00EA6C11" w:rsidP="002051DB">
      <w:pPr>
        <w:spacing w:after="120"/>
        <w:jc w:val="both"/>
      </w:pPr>
      <w:r w:rsidRPr="004057A1">
        <w:t xml:space="preserve">Where a staff member feels unable to raise an issue with their employer or feels that their genuine concerns are not being addressed, they should use the other channels open to them: </w:t>
      </w:r>
      <w:r w:rsidR="3DA67A33" w:rsidRPr="004057A1">
        <w:t>The</w:t>
      </w:r>
      <w:r w:rsidRPr="004057A1">
        <w:t xml:space="preserve"> NSPCC whistleblowing advice line is </w:t>
      </w:r>
      <w:r w:rsidR="008835B7" w:rsidRPr="004057A1">
        <w:t xml:space="preserve">available, staff </w:t>
      </w:r>
      <w:r w:rsidRPr="004057A1">
        <w:t>can call 0800 0280285 – 08:00 to 20:00, Monday to Friday and 09:00 to 18:00 at weekends. The email address is: help@nspcc.org.uk. Alternatively, staff can write to: National Society for the Prevention of Cruelty to Children (NSPCC), Weston House, 42 Curtain Road, London EC2A 3NH. • Ofsted provides guidance on how to make complaints about a provider: Complaints procedure - Ofsted - GOV.UK (www.gov.uk).</w:t>
      </w:r>
    </w:p>
    <w:p w14:paraId="6537F28F" w14:textId="77777777" w:rsidR="00213124" w:rsidRPr="004057A1" w:rsidRDefault="00213124" w:rsidP="002051DB">
      <w:pPr>
        <w:spacing w:after="12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8"/>
      </w:tblGrid>
      <w:tr w:rsidR="00F064AB" w:rsidRPr="004057A1" w14:paraId="7AC2506D" w14:textId="77777777" w:rsidTr="1A188356">
        <w:tc>
          <w:tcPr>
            <w:tcW w:w="9356" w:type="dxa"/>
            <w:shd w:val="clear" w:color="auto" w:fill="DEEAF6" w:themeFill="accent5" w:themeFillTint="33"/>
          </w:tcPr>
          <w:p w14:paraId="63744505" w14:textId="77777777" w:rsidR="00DB2F0C" w:rsidRPr="004057A1" w:rsidRDefault="00504A2E" w:rsidP="00347B0F">
            <w:pPr>
              <w:tabs>
                <w:tab w:val="left" w:pos="0"/>
              </w:tabs>
              <w:autoSpaceDE w:val="0"/>
              <w:autoSpaceDN w:val="0"/>
              <w:adjustRightInd w:val="0"/>
              <w:contextualSpacing/>
              <w:jc w:val="both"/>
              <w:rPr>
                <w:rFonts w:cs="Arial"/>
                <w:b/>
                <w:bCs/>
                <w:sz w:val="26"/>
                <w:szCs w:val="26"/>
              </w:rPr>
            </w:pPr>
            <w:r w:rsidRPr="004057A1">
              <w:rPr>
                <w:rFonts w:cs="Arial"/>
                <w:b/>
                <w:bCs/>
                <w:sz w:val="26"/>
                <w:szCs w:val="26"/>
              </w:rPr>
              <w:t>Allegation against a person who works or volunteers with children</w:t>
            </w:r>
          </w:p>
          <w:p w14:paraId="6DFB9E20" w14:textId="77777777" w:rsidR="00AD45B2" w:rsidRPr="004057A1" w:rsidRDefault="00AD45B2" w:rsidP="00347B0F">
            <w:pPr>
              <w:contextualSpacing/>
              <w:rPr>
                <w:rFonts w:cs="Arial"/>
                <w:b/>
                <w:bCs/>
                <w:szCs w:val="24"/>
              </w:rPr>
            </w:pPr>
          </w:p>
          <w:p w14:paraId="2263006F" w14:textId="77777777" w:rsidR="00504A2E" w:rsidRPr="004057A1" w:rsidRDefault="00CF3170" w:rsidP="00347B0F">
            <w:pPr>
              <w:contextualSpacing/>
              <w:rPr>
                <w:rFonts w:cs="Arial"/>
                <w:b/>
                <w:bCs/>
                <w:szCs w:val="24"/>
              </w:rPr>
            </w:pPr>
            <w:r w:rsidRPr="004057A1">
              <w:rPr>
                <w:rFonts w:cs="Arial"/>
                <w:b/>
                <w:bCs/>
                <w:szCs w:val="24"/>
              </w:rPr>
              <w:t xml:space="preserve">An allegation may relate to </w:t>
            </w:r>
            <w:r w:rsidR="00504A2E" w:rsidRPr="004057A1">
              <w:rPr>
                <w:rFonts w:cs="Arial"/>
                <w:b/>
                <w:bCs/>
                <w:szCs w:val="24"/>
              </w:rPr>
              <w:t xml:space="preserve">a person </w:t>
            </w:r>
            <w:r w:rsidR="00826728" w:rsidRPr="004057A1">
              <w:rPr>
                <w:rFonts w:cs="Arial"/>
                <w:b/>
                <w:bCs/>
                <w:szCs w:val="24"/>
              </w:rPr>
              <w:t xml:space="preserve">who </w:t>
            </w:r>
            <w:r w:rsidR="00504A2E" w:rsidRPr="004057A1">
              <w:rPr>
                <w:rFonts w:cs="Arial"/>
                <w:b/>
                <w:bCs/>
                <w:szCs w:val="24"/>
              </w:rPr>
              <w:t>works or volunteers with children who has:</w:t>
            </w:r>
          </w:p>
          <w:p w14:paraId="7B551914" w14:textId="77777777" w:rsidR="00504A2E" w:rsidRPr="004057A1" w:rsidRDefault="00B1143A" w:rsidP="00ED7996">
            <w:pPr>
              <w:pStyle w:val="ListParagraph"/>
              <w:numPr>
                <w:ilvl w:val="0"/>
                <w:numId w:val="28"/>
              </w:numPr>
              <w:ind w:left="309" w:hanging="309"/>
              <w:jc w:val="both"/>
              <w:rPr>
                <w:bCs/>
              </w:rPr>
            </w:pPr>
            <w:r w:rsidRPr="004057A1">
              <w:rPr>
                <w:bCs/>
              </w:rPr>
              <w:t>b</w:t>
            </w:r>
            <w:r w:rsidR="00504A2E" w:rsidRPr="004057A1">
              <w:rPr>
                <w:bCs/>
              </w:rPr>
              <w:t>ehaved in a way that has harmed a child, or may have harmed a child</w:t>
            </w:r>
          </w:p>
          <w:p w14:paraId="29036982" w14:textId="77777777" w:rsidR="00B1143A" w:rsidRPr="004057A1" w:rsidRDefault="00B1143A" w:rsidP="00ED7996">
            <w:pPr>
              <w:pStyle w:val="ListParagraph"/>
              <w:numPr>
                <w:ilvl w:val="0"/>
                <w:numId w:val="28"/>
              </w:numPr>
              <w:ind w:left="309" w:hanging="309"/>
              <w:jc w:val="both"/>
              <w:rPr>
                <w:bCs/>
              </w:rPr>
            </w:pPr>
            <w:r w:rsidRPr="004057A1">
              <w:rPr>
                <w:bCs/>
              </w:rPr>
              <w:t>p</w:t>
            </w:r>
            <w:r w:rsidR="00504A2E" w:rsidRPr="004057A1">
              <w:rPr>
                <w:bCs/>
              </w:rPr>
              <w:t>ossibly committed a criminal offence against or related to a child</w:t>
            </w:r>
          </w:p>
          <w:p w14:paraId="3A8D6B09" w14:textId="042EA3DD" w:rsidR="00504A2E" w:rsidRPr="004057A1" w:rsidRDefault="39861F5D" w:rsidP="00ED7996">
            <w:pPr>
              <w:pStyle w:val="ListParagraph"/>
              <w:numPr>
                <w:ilvl w:val="0"/>
                <w:numId w:val="28"/>
              </w:numPr>
              <w:ind w:left="309" w:hanging="309"/>
              <w:jc w:val="both"/>
            </w:pPr>
            <w:r w:rsidRPr="004057A1">
              <w:t>b</w:t>
            </w:r>
            <w:r w:rsidR="61D15054" w:rsidRPr="004057A1">
              <w:t>ehaved towards a child or c</w:t>
            </w:r>
            <w:r w:rsidR="14AA993C" w:rsidRPr="004057A1">
              <w:t>hildren in a w</w:t>
            </w:r>
            <w:r w:rsidR="67F68C4D" w:rsidRPr="004057A1">
              <w:t>ay</w:t>
            </w:r>
            <w:r w:rsidR="14AA993C" w:rsidRPr="004057A1">
              <w:t xml:space="preserve"> that </w:t>
            </w:r>
            <w:bookmarkStart w:id="34" w:name="_Int_Yhx3TD6x"/>
            <w:r w:rsidR="14AA993C" w:rsidRPr="004057A1">
              <w:t>indicates</w:t>
            </w:r>
            <w:bookmarkEnd w:id="34"/>
            <w:r w:rsidR="61D15054" w:rsidRPr="004057A1">
              <w:t xml:space="preserve"> they may pose a risk of harm to children</w:t>
            </w:r>
          </w:p>
          <w:p w14:paraId="69F0DCA1" w14:textId="77777777" w:rsidR="00C36781" w:rsidRPr="004057A1" w:rsidRDefault="50B8FA7E" w:rsidP="00ED7996">
            <w:pPr>
              <w:pStyle w:val="ListParagraph"/>
              <w:numPr>
                <w:ilvl w:val="0"/>
                <w:numId w:val="28"/>
              </w:numPr>
              <w:ind w:left="309" w:hanging="309"/>
              <w:jc w:val="both"/>
            </w:pPr>
            <w:r w:rsidRPr="004057A1">
              <w:t xml:space="preserve">behaved or may have behaved in a way that </w:t>
            </w:r>
            <w:bookmarkStart w:id="35" w:name="_Int_Ch4KaAdm"/>
            <w:r w:rsidRPr="004057A1">
              <w:t>indicates</w:t>
            </w:r>
            <w:bookmarkEnd w:id="35"/>
            <w:r w:rsidRPr="004057A1">
              <w:t xml:space="preserve"> they may </w:t>
            </w:r>
            <w:r w:rsidR="37F7147C" w:rsidRPr="004057A1">
              <w:t xml:space="preserve">not </w:t>
            </w:r>
            <w:r w:rsidRPr="004057A1">
              <w:t>be suitable to work with children.</w:t>
            </w:r>
          </w:p>
          <w:p w14:paraId="70DF9E56" w14:textId="77777777" w:rsidR="00ED7996" w:rsidRPr="004057A1" w:rsidRDefault="00ED7996" w:rsidP="00ED7996">
            <w:pPr>
              <w:pStyle w:val="ListParagraph"/>
              <w:ind w:left="309"/>
              <w:jc w:val="both"/>
              <w:rPr>
                <w:bCs/>
              </w:rPr>
            </w:pPr>
          </w:p>
          <w:p w14:paraId="2AEA3758" w14:textId="77777777" w:rsidR="00504A2E" w:rsidRPr="004057A1" w:rsidRDefault="00F064AB" w:rsidP="00504A2E">
            <w:pPr>
              <w:tabs>
                <w:tab w:val="left" w:pos="0"/>
                <w:tab w:val="left" w:pos="720"/>
              </w:tabs>
              <w:autoSpaceDE w:val="0"/>
              <w:autoSpaceDN w:val="0"/>
              <w:adjustRightInd w:val="0"/>
              <w:spacing w:after="120"/>
              <w:jc w:val="both"/>
              <w:rPr>
                <w:rFonts w:cs="Arial"/>
                <w:bCs/>
                <w:szCs w:val="24"/>
              </w:rPr>
            </w:pPr>
            <w:r w:rsidRPr="004057A1">
              <w:rPr>
                <w:szCs w:val="24"/>
              </w:rPr>
              <w:t xml:space="preserve">If an allegation is made against a </w:t>
            </w:r>
            <w:r w:rsidR="00504A2E" w:rsidRPr="004057A1">
              <w:rPr>
                <w:szCs w:val="24"/>
              </w:rPr>
              <w:t>person who works or volunteers with children</w:t>
            </w:r>
            <w:r w:rsidRPr="004057A1">
              <w:rPr>
                <w:szCs w:val="24"/>
              </w:rPr>
              <w:t xml:space="preserve">, </w:t>
            </w:r>
            <w:r w:rsidRPr="004057A1">
              <w:rPr>
                <w:bCs/>
                <w:szCs w:val="24"/>
              </w:rPr>
              <w:t>the following action will be taken (</w:t>
            </w:r>
            <w:r w:rsidR="004D1D87" w:rsidRPr="004057A1">
              <w:rPr>
                <w:bCs/>
                <w:szCs w:val="24"/>
              </w:rPr>
              <w:t>refer to:</w:t>
            </w:r>
            <w:r w:rsidRPr="004057A1">
              <w:rPr>
                <w:bCs/>
                <w:szCs w:val="24"/>
              </w:rPr>
              <w:t xml:space="preserve"> </w:t>
            </w:r>
            <w:r w:rsidR="00504A2E" w:rsidRPr="004057A1">
              <w:rPr>
                <w:bCs/>
                <w:szCs w:val="24"/>
              </w:rPr>
              <w:t>‘</w:t>
            </w:r>
            <w:r w:rsidR="00504A2E" w:rsidRPr="004057A1">
              <w:rPr>
                <w:rFonts w:cs="Arial"/>
                <w:bCs/>
                <w:szCs w:val="24"/>
              </w:rPr>
              <w:t>Allegation against a person who works or volunteers with children’ flowchart and guidance):</w:t>
            </w:r>
          </w:p>
          <w:p w14:paraId="5F58061A" w14:textId="77777777" w:rsidR="00AD45B2" w:rsidRPr="004057A1" w:rsidRDefault="00AD45B2" w:rsidP="00AD45B2">
            <w:pPr>
              <w:numPr>
                <w:ilvl w:val="0"/>
                <w:numId w:val="5"/>
              </w:numPr>
              <w:tabs>
                <w:tab w:val="clear" w:pos="540"/>
              </w:tabs>
              <w:ind w:left="309" w:hanging="260"/>
              <w:jc w:val="both"/>
            </w:pPr>
            <w:r w:rsidRPr="004057A1">
              <w:t>The setting will ensure the immediate safety of the children.</w:t>
            </w:r>
          </w:p>
          <w:p w14:paraId="1500A02F" w14:textId="77777777" w:rsidR="00AD45B2" w:rsidRPr="004057A1" w:rsidRDefault="00F064AB" w:rsidP="00AD45B2">
            <w:pPr>
              <w:numPr>
                <w:ilvl w:val="0"/>
                <w:numId w:val="5"/>
              </w:numPr>
              <w:tabs>
                <w:tab w:val="clear" w:pos="540"/>
              </w:tabs>
              <w:ind w:left="309" w:hanging="260"/>
              <w:jc w:val="both"/>
            </w:pPr>
            <w:r w:rsidRPr="004057A1">
              <w:lastRenderedPageBreak/>
              <w:t xml:space="preserve">The setting will </w:t>
            </w:r>
            <w:r w:rsidRPr="004057A1">
              <w:rPr>
                <w:b/>
                <w:bCs/>
              </w:rPr>
              <w:t xml:space="preserve">not </w:t>
            </w:r>
            <w:r w:rsidRPr="004057A1">
              <w:t>start to inves</w:t>
            </w:r>
            <w:r w:rsidR="33EC6E2E" w:rsidRPr="004057A1">
              <w:t>tigate but</w:t>
            </w:r>
            <w:r w:rsidRPr="004057A1">
              <w:t xml:space="preserve"> will </w:t>
            </w:r>
            <w:bookmarkStart w:id="36" w:name="_Int_lDtLlYD8"/>
            <w:r w:rsidRPr="004057A1">
              <w:t>immediately</w:t>
            </w:r>
            <w:bookmarkEnd w:id="36"/>
            <w:r w:rsidRPr="004057A1">
              <w:t xml:space="preserve"> contact the Local Auth</w:t>
            </w:r>
            <w:r w:rsidR="55045A4F" w:rsidRPr="004057A1">
              <w:t>ority Designated Officer (LADO): 01223 727967</w:t>
            </w:r>
            <w:r w:rsidRPr="004057A1">
              <w:t>.</w:t>
            </w:r>
          </w:p>
          <w:p w14:paraId="5C3CFF7C" w14:textId="77777777" w:rsidR="00F064AB" w:rsidRPr="004057A1" w:rsidRDefault="00F064AB" w:rsidP="00ED7996">
            <w:pPr>
              <w:numPr>
                <w:ilvl w:val="0"/>
                <w:numId w:val="5"/>
              </w:numPr>
              <w:tabs>
                <w:tab w:val="clear" w:pos="540"/>
              </w:tabs>
              <w:ind w:left="309" w:hanging="260"/>
              <w:jc w:val="both"/>
            </w:pPr>
            <w:r w:rsidRPr="004057A1">
              <w:t>If the LADO decides the matter is a child protection case, external/internal agencies (</w:t>
            </w:r>
            <w:r w:rsidR="004D1D87" w:rsidRPr="004057A1">
              <w:t>e.g.,</w:t>
            </w:r>
            <w:r w:rsidRPr="004057A1">
              <w:t xml:space="preserve"> police) will be informed by the </w:t>
            </w:r>
            <w:proofErr w:type="gramStart"/>
            <w:r w:rsidRPr="004057A1">
              <w:t>LADO</w:t>
            </w:r>
            <w:proofErr w:type="gramEnd"/>
            <w:r w:rsidRPr="004057A1">
              <w:t xml:space="preserve"> and the setting will act upon the advice given to ensure that any investigation is not jeopardised.</w:t>
            </w:r>
          </w:p>
          <w:p w14:paraId="03349061" w14:textId="77777777" w:rsidR="00F064AB" w:rsidRPr="004057A1" w:rsidRDefault="00F064AB" w:rsidP="00ED7996">
            <w:pPr>
              <w:numPr>
                <w:ilvl w:val="0"/>
                <w:numId w:val="5"/>
              </w:numPr>
              <w:tabs>
                <w:tab w:val="clear" w:pos="540"/>
              </w:tabs>
              <w:ind w:left="309" w:hanging="260"/>
              <w:jc w:val="both"/>
            </w:pPr>
            <w:r w:rsidRPr="004057A1">
              <w:t xml:space="preserve">The setting will </w:t>
            </w:r>
            <w:bookmarkStart w:id="37" w:name="_Int_tpb2R8qQ"/>
            <w:r w:rsidRPr="004057A1">
              <w:t>notify Ofs</w:t>
            </w:r>
            <w:r w:rsidR="39861F5D" w:rsidRPr="004057A1">
              <w:t>ted</w:t>
            </w:r>
            <w:bookmarkEnd w:id="37"/>
            <w:r w:rsidR="39861F5D" w:rsidRPr="004057A1">
              <w:t xml:space="preserve"> of a significant event </w:t>
            </w:r>
          </w:p>
          <w:p w14:paraId="53B1D937" w14:textId="17FCFB91" w:rsidR="00F064AB" w:rsidRPr="004057A1" w:rsidRDefault="00F064AB" w:rsidP="00ED7996">
            <w:pPr>
              <w:numPr>
                <w:ilvl w:val="0"/>
                <w:numId w:val="5"/>
              </w:numPr>
              <w:tabs>
                <w:tab w:val="clear" w:pos="540"/>
              </w:tabs>
              <w:ind w:left="309" w:hanging="260"/>
              <w:jc w:val="both"/>
            </w:pPr>
            <w:r w:rsidRPr="004057A1">
              <w:t>It may be necessary for the employer to suspend the alleged perpetrator</w:t>
            </w:r>
            <w:r w:rsidR="52A57A4E" w:rsidRPr="004057A1">
              <w:t xml:space="preserve">. </w:t>
            </w:r>
            <w:r w:rsidRPr="004057A1">
              <w:t>Suspension is a neutral act to allow a thorough and fair investigation.</w:t>
            </w:r>
          </w:p>
          <w:p w14:paraId="585018CB" w14:textId="77777777" w:rsidR="00F064AB" w:rsidRPr="004057A1" w:rsidRDefault="00F064AB" w:rsidP="00ED7996">
            <w:pPr>
              <w:numPr>
                <w:ilvl w:val="0"/>
                <w:numId w:val="5"/>
              </w:numPr>
              <w:tabs>
                <w:tab w:val="clear" w:pos="540"/>
              </w:tabs>
              <w:ind w:left="309" w:hanging="260"/>
              <w:jc w:val="both"/>
            </w:pPr>
            <w:r w:rsidRPr="004057A1">
              <w:t>If it is agreed that the matter is not a child protection case, the setting will investigate the matter</w:t>
            </w:r>
            <w:r w:rsidR="7D7AB2EC" w:rsidRPr="004057A1">
              <w:t xml:space="preserve"> themselves</w:t>
            </w:r>
            <w:r w:rsidR="004D1D87" w:rsidRPr="004057A1">
              <w:t xml:space="preserve">, gaining HR advice as </w:t>
            </w:r>
            <w:bookmarkStart w:id="38" w:name="_Int_g3DVQeQa"/>
            <w:r w:rsidR="004D1D87" w:rsidRPr="004057A1">
              <w:t>required</w:t>
            </w:r>
            <w:bookmarkEnd w:id="38"/>
            <w:r w:rsidR="004D1D87" w:rsidRPr="004057A1">
              <w:t>.</w:t>
            </w:r>
          </w:p>
        </w:tc>
      </w:tr>
    </w:tbl>
    <w:p w14:paraId="44E871BC" w14:textId="77777777" w:rsidR="00ED7996" w:rsidRPr="004057A1" w:rsidRDefault="00ED7996" w:rsidP="00266503">
      <w:pPr>
        <w:pStyle w:val="Header"/>
        <w:tabs>
          <w:tab w:val="left" w:pos="-720"/>
          <w:tab w:val="left" w:pos="720"/>
        </w:tabs>
        <w:ind w:right="-57"/>
        <w:jc w:val="both"/>
      </w:pPr>
    </w:p>
    <w:p w14:paraId="032B3367" w14:textId="77777777" w:rsidR="00834D3F" w:rsidRPr="004057A1" w:rsidRDefault="00F064AB" w:rsidP="00266503">
      <w:pPr>
        <w:pStyle w:val="Header"/>
        <w:tabs>
          <w:tab w:val="left" w:pos="-720"/>
          <w:tab w:val="left" w:pos="720"/>
        </w:tabs>
        <w:ind w:right="-57"/>
        <w:jc w:val="both"/>
      </w:pPr>
      <w:r w:rsidRPr="004057A1">
        <w:t xml:space="preserve">The setting will ensure that any disciplinary proceedings against staff relating to child protection matters are concluded in full even when the member of staff is no longer employed at the setting and that notification of any concerns is made to the relevant </w:t>
      </w:r>
    </w:p>
    <w:p w14:paraId="11CC080D" w14:textId="0639E32D" w:rsidR="00F064AB" w:rsidRPr="004057A1" w:rsidRDefault="00F064AB" w:rsidP="1A188356">
      <w:pPr>
        <w:pStyle w:val="Header"/>
        <w:tabs>
          <w:tab w:val="left" w:pos="720"/>
        </w:tabs>
        <w:ind w:right="-54"/>
        <w:jc w:val="both"/>
        <w:rPr>
          <w:b/>
          <w:bCs/>
        </w:rPr>
      </w:pPr>
      <w:r w:rsidRPr="004057A1">
        <w:t>agencies, the Disclosure and Barring Service (DBS) and included in references where applicable</w:t>
      </w:r>
      <w:r w:rsidR="359EF2EA" w:rsidRPr="004057A1">
        <w:t xml:space="preserve">. </w:t>
      </w:r>
      <w:r w:rsidRPr="004057A1">
        <w:t>For further information, refer to the setting’s safer recruitment policy.</w:t>
      </w:r>
    </w:p>
    <w:p w14:paraId="144A5D23" w14:textId="77777777" w:rsidR="00AD45B2" w:rsidRPr="004057A1" w:rsidRDefault="00AD45B2" w:rsidP="00266503">
      <w:pPr>
        <w:tabs>
          <w:tab w:val="left" w:pos="4536"/>
          <w:tab w:val="left" w:leader="underscore" w:pos="7088"/>
          <w:tab w:val="left" w:pos="7513"/>
        </w:tabs>
        <w:spacing w:after="120"/>
        <w:contextualSpacing/>
        <w:rPr>
          <w:b/>
          <w:sz w:val="28"/>
          <w:szCs w:val="28"/>
        </w:rPr>
      </w:pPr>
    </w:p>
    <w:p w14:paraId="4E4A43DF" w14:textId="77777777" w:rsidR="00473B5D" w:rsidRPr="004057A1" w:rsidRDefault="00473B5D" w:rsidP="00266503">
      <w:pPr>
        <w:tabs>
          <w:tab w:val="left" w:pos="4536"/>
          <w:tab w:val="left" w:leader="underscore" w:pos="7088"/>
          <w:tab w:val="left" w:pos="7513"/>
        </w:tabs>
        <w:spacing w:after="120"/>
        <w:contextualSpacing/>
        <w:rPr>
          <w:b/>
          <w:sz w:val="26"/>
          <w:szCs w:val="26"/>
        </w:rPr>
      </w:pPr>
      <w:r w:rsidRPr="004057A1">
        <w:rPr>
          <w:b/>
          <w:sz w:val="26"/>
          <w:szCs w:val="26"/>
        </w:rPr>
        <w:t>Adoption and annual review of the policy</w:t>
      </w:r>
    </w:p>
    <w:tbl>
      <w:tblPr>
        <w:tblW w:w="9686" w:type="dxa"/>
        <w:tblLook w:val="01E0" w:firstRow="1" w:lastRow="1" w:firstColumn="1" w:lastColumn="1" w:noHBand="0" w:noVBand="0"/>
      </w:tblPr>
      <w:tblGrid>
        <w:gridCol w:w="4565"/>
        <w:gridCol w:w="339"/>
        <w:gridCol w:w="4782"/>
      </w:tblGrid>
      <w:tr w:rsidR="004057A1" w:rsidRPr="004057A1" w14:paraId="200DFB16" w14:textId="77777777" w:rsidTr="00982CE7">
        <w:trPr>
          <w:trHeight w:val="590"/>
        </w:trPr>
        <w:tc>
          <w:tcPr>
            <w:tcW w:w="4904" w:type="dxa"/>
            <w:gridSpan w:val="2"/>
            <w:vAlign w:val="bottom"/>
          </w:tcPr>
          <w:p w14:paraId="738610EB" w14:textId="77777777" w:rsidR="00AD45B2" w:rsidRPr="004057A1" w:rsidRDefault="00AD45B2" w:rsidP="00DF0A38">
            <w:pPr>
              <w:tabs>
                <w:tab w:val="left" w:pos="4536"/>
                <w:tab w:val="left" w:leader="underscore" w:pos="7088"/>
                <w:tab w:val="left" w:pos="7513"/>
              </w:tabs>
              <w:rPr>
                <w:b/>
              </w:rPr>
            </w:pPr>
          </w:p>
        </w:tc>
        <w:tc>
          <w:tcPr>
            <w:tcW w:w="4782" w:type="dxa"/>
            <w:tcBorders>
              <w:bottom w:val="dashSmallGap" w:sz="4" w:space="0" w:color="auto"/>
            </w:tcBorders>
            <w:vAlign w:val="bottom"/>
          </w:tcPr>
          <w:p w14:paraId="0F6B3805" w14:textId="4E991E88" w:rsidR="00473B5D" w:rsidRPr="004057A1" w:rsidRDefault="004057A1" w:rsidP="00DF0A38">
            <w:pPr>
              <w:tabs>
                <w:tab w:val="left" w:pos="4536"/>
                <w:tab w:val="left" w:leader="underscore" w:pos="7088"/>
                <w:tab w:val="left" w:pos="7513"/>
              </w:tabs>
              <w:jc w:val="center"/>
            </w:pPr>
            <w:r w:rsidRPr="004057A1">
              <w:t xml:space="preserve">Gorefield Pre-School </w:t>
            </w:r>
          </w:p>
        </w:tc>
      </w:tr>
      <w:tr w:rsidR="004057A1" w:rsidRPr="004057A1" w14:paraId="637805D2" w14:textId="77777777" w:rsidTr="00982CE7">
        <w:trPr>
          <w:trHeight w:hRule="exact" w:val="146"/>
        </w:trPr>
        <w:tc>
          <w:tcPr>
            <w:tcW w:w="4904" w:type="dxa"/>
            <w:gridSpan w:val="2"/>
            <w:vAlign w:val="bottom"/>
          </w:tcPr>
          <w:p w14:paraId="463F29E8" w14:textId="77777777" w:rsidR="00473B5D" w:rsidRPr="004057A1" w:rsidRDefault="00473B5D" w:rsidP="00DF0A38">
            <w:pPr>
              <w:tabs>
                <w:tab w:val="left" w:pos="4536"/>
                <w:tab w:val="left" w:leader="underscore" w:pos="7088"/>
                <w:tab w:val="left" w:pos="7513"/>
              </w:tabs>
              <w:rPr>
                <w:b/>
                <w:i/>
              </w:rPr>
            </w:pPr>
          </w:p>
        </w:tc>
        <w:tc>
          <w:tcPr>
            <w:tcW w:w="4782" w:type="dxa"/>
            <w:tcBorders>
              <w:top w:val="dashSmallGap" w:sz="4" w:space="0" w:color="auto"/>
            </w:tcBorders>
            <w:vAlign w:val="bottom"/>
          </w:tcPr>
          <w:p w14:paraId="3B7B4B86" w14:textId="77777777" w:rsidR="00473B5D" w:rsidRPr="004057A1" w:rsidRDefault="00473B5D" w:rsidP="00DF0A38">
            <w:pPr>
              <w:tabs>
                <w:tab w:val="left" w:pos="4536"/>
                <w:tab w:val="left" w:leader="underscore" w:pos="7088"/>
                <w:tab w:val="left" w:pos="7513"/>
              </w:tabs>
              <w:rPr>
                <w:i/>
              </w:rPr>
            </w:pPr>
          </w:p>
        </w:tc>
      </w:tr>
      <w:tr w:rsidR="004057A1" w:rsidRPr="004057A1" w14:paraId="7157703A" w14:textId="77777777" w:rsidTr="00982CE7">
        <w:trPr>
          <w:trHeight w:val="590"/>
        </w:trPr>
        <w:tc>
          <w:tcPr>
            <w:tcW w:w="4904" w:type="dxa"/>
            <w:gridSpan w:val="2"/>
            <w:vAlign w:val="bottom"/>
          </w:tcPr>
          <w:p w14:paraId="1C85BB03" w14:textId="77777777" w:rsidR="00473B5D" w:rsidRPr="004057A1" w:rsidRDefault="00473B5D" w:rsidP="00DF0A38">
            <w:pPr>
              <w:tabs>
                <w:tab w:val="left" w:pos="4536"/>
                <w:tab w:val="left" w:leader="underscore" w:pos="7088"/>
                <w:tab w:val="left" w:pos="7513"/>
              </w:tabs>
              <w:rPr>
                <w:b/>
              </w:rPr>
            </w:pPr>
            <w:r w:rsidRPr="004057A1">
              <w:rPr>
                <w:b/>
              </w:rPr>
              <w:t>held on:</w:t>
            </w:r>
          </w:p>
        </w:tc>
        <w:tc>
          <w:tcPr>
            <w:tcW w:w="4782" w:type="dxa"/>
            <w:tcBorders>
              <w:bottom w:val="dashSmallGap" w:sz="4" w:space="0" w:color="auto"/>
            </w:tcBorders>
            <w:vAlign w:val="bottom"/>
          </w:tcPr>
          <w:p w14:paraId="037480BD" w14:textId="457B28DA" w:rsidR="00473B5D" w:rsidRPr="004057A1" w:rsidRDefault="004057A1" w:rsidP="00DF0A38">
            <w:pPr>
              <w:tabs>
                <w:tab w:val="left" w:pos="4536"/>
                <w:tab w:val="left" w:leader="underscore" w:pos="7088"/>
                <w:tab w:val="left" w:pos="7513"/>
              </w:tabs>
              <w:jc w:val="center"/>
            </w:pPr>
            <w:r w:rsidRPr="004057A1">
              <w:t xml:space="preserve">Christine Kaye </w:t>
            </w:r>
          </w:p>
        </w:tc>
      </w:tr>
      <w:tr w:rsidR="004057A1" w:rsidRPr="004057A1" w14:paraId="34DEAED2" w14:textId="77777777" w:rsidTr="004057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0"/>
        </w:trPr>
        <w:tc>
          <w:tcPr>
            <w:tcW w:w="4565" w:type="dxa"/>
            <w:tcBorders>
              <w:top w:val="nil"/>
              <w:left w:val="nil"/>
              <w:right w:val="nil"/>
            </w:tcBorders>
          </w:tcPr>
          <w:p w14:paraId="4CA56899" w14:textId="77777777" w:rsidR="00473B5D" w:rsidRPr="004057A1" w:rsidRDefault="00473B5D" w:rsidP="00DF0A38">
            <w:pPr>
              <w:pStyle w:val="Header"/>
              <w:rPr>
                <w:b/>
              </w:rPr>
            </w:pPr>
            <w:r w:rsidRPr="004057A1">
              <w:rPr>
                <w:b/>
              </w:rPr>
              <w:t xml:space="preserve">Signed on behalf of the </w:t>
            </w:r>
          </w:p>
          <w:p w14:paraId="00A393E0" w14:textId="77777777" w:rsidR="00473B5D" w:rsidRPr="004057A1" w:rsidRDefault="00473B5D" w:rsidP="00DF0A38">
            <w:pPr>
              <w:pStyle w:val="Header"/>
            </w:pPr>
            <w:r w:rsidRPr="004057A1">
              <w:rPr>
                <w:b/>
              </w:rPr>
              <w:t>Management Committee / Proprietor:</w:t>
            </w:r>
          </w:p>
        </w:tc>
        <w:tc>
          <w:tcPr>
            <w:tcW w:w="5121" w:type="dxa"/>
            <w:gridSpan w:val="2"/>
            <w:tcBorders>
              <w:top w:val="nil"/>
              <w:left w:val="nil"/>
              <w:bottom w:val="dashSmallGap" w:sz="4" w:space="0" w:color="auto"/>
              <w:right w:val="nil"/>
            </w:tcBorders>
            <w:vAlign w:val="bottom"/>
          </w:tcPr>
          <w:p w14:paraId="48701224" w14:textId="6BDB8E24" w:rsidR="00473B5D" w:rsidRPr="004057A1" w:rsidRDefault="004057A1" w:rsidP="00DF0A38">
            <w:pPr>
              <w:pStyle w:val="Header"/>
              <w:jc w:val="center"/>
              <w:rPr>
                <w:i/>
              </w:rPr>
            </w:pPr>
            <w:r w:rsidRPr="004057A1">
              <w:rPr>
                <w:i/>
              </w:rPr>
              <w:t xml:space="preserve">Manager </w:t>
            </w:r>
          </w:p>
        </w:tc>
      </w:tr>
    </w:tbl>
    <w:p w14:paraId="513A1863" w14:textId="77777777" w:rsidR="00F064AB" w:rsidRPr="00084450" w:rsidRDefault="00347B0F" w:rsidP="00F064AB">
      <w:pPr>
        <w:spacing w:after="360"/>
        <w:jc w:val="center"/>
        <w:rPr>
          <w:b/>
          <w:sz w:val="32"/>
          <w:szCs w:val="32"/>
        </w:rPr>
      </w:pPr>
      <w:r w:rsidRPr="004057A1">
        <w:rPr>
          <w:b/>
          <w:sz w:val="36"/>
          <w:szCs w:val="36"/>
        </w:rPr>
        <w:br w:type="page"/>
      </w:r>
      <w:r w:rsidR="00834D3F" w:rsidRPr="00084450">
        <w:rPr>
          <w:b/>
          <w:sz w:val="32"/>
          <w:szCs w:val="32"/>
        </w:rPr>
        <w:lastRenderedPageBreak/>
        <w:t>U</w:t>
      </w:r>
      <w:r w:rsidR="00F064AB" w:rsidRPr="00084450">
        <w:rPr>
          <w:b/>
          <w:sz w:val="32"/>
          <w:szCs w:val="32"/>
        </w:rPr>
        <w:t>seful contacts</w:t>
      </w:r>
    </w:p>
    <w:tbl>
      <w:tblPr>
        <w:tblW w:w="9676" w:type="dxa"/>
        <w:shd w:val="clear" w:color="auto" w:fill="BDD6EE"/>
        <w:tblLook w:val="01E0" w:firstRow="1" w:lastRow="1" w:firstColumn="1" w:lastColumn="1" w:noHBand="0" w:noVBand="0"/>
      </w:tblPr>
      <w:tblGrid>
        <w:gridCol w:w="7498"/>
        <w:gridCol w:w="2178"/>
      </w:tblGrid>
      <w:tr w:rsidR="001B3E4C" w:rsidRPr="00084450" w14:paraId="6AB0DD1C" w14:textId="77777777" w:rsidTr="00AB5DD2">
        <w:trPr>
          <w:trHeight w:hRule="exact" w:val="1788"/>
        </w:trPr>
        <w:tc>
          <w:tcPr>
            <w:tcW w:w="7498" w:type="dxa"/>
            <w:tcBorders>
              <w:top w:val="single" w:sz="12" w:space="0" w:color="auto"/>
              <w:left w:val="single" w:sz="12" w:space="0" w:color="auto"/>
              <w:bottom w:val="single" w:sz="12" w:space="0" w:color="auto"/>
            </w:tcBorders>
            <w:shd w:val="clear" w:color="auto" w:fill="DEEAF6"/>
            <w:vAlign w:val="center"/>
          </w:tcPr>
          <w:p w14:paraId="0653B14E" w14:textId="77777777" w:rsidR="00F064AB" w:rsidRPr="00084450" w:rsidRDefault="00436D92" w:rsidP="00B070E9">
            <w:pPr>
              <w:pStyle w:val="BodyText2"/>
              <w:tabs>
                <w:tab w:val="left" w:pos="1260"/>
              </w:tabs>
              <w:rPr>
                <w:b/>
                <w:color w:val="auto"/>
              </w:rPr>
            </w:pPr>
            <w:r w:rsidRPr="00084450">
              <w:rPr>
                <w:b/>
                <w:color w:val="auto"/>
              </w:rPr>
              <w:t>Children’s</w:t>
            </w:r>
            <w:r w:rsidR="002946A9" w:rsidRPr="00084450">
              <w:rPr>
                <w:b/>
                <w:color w:val="auto"/>
              </w:rPr>
              <w:t xml:space="preserve"> Social Care</w:t>
            </w:r>
            <w:r w:rsidR="00304BF2" w:rsidRPr="00084450">
              <w:rPr>
                <w:b/>
                <w:color w:val="auto"/>
              </w:rPr>
              <w:t>:</w:t>
            </w:r>
          </w:p>
          <w:p w14:paraId="2DBF0D7D" w14:textId="77777777" w:rsidR="006C413B" w:rsidRPr="00084450" w:rsidRDefault="006C413B" w:rsidP="00B070E9">
            <w:pPr>
              <w:pStyle w:val="BodyText2"/>
              <w:tabs>
                <w:tab w:val="left" w:pos="1260"/>
              </w:tabs>
              <w:rPr>
                <w:color w:val="auto"/>
              </w:rPr>
            </w:pPr>
          </w:p>
          <w:p w14:paraId="07435411" w14:textId="77777777" w:rsidR="00F064AB" w:rsidRPr="00084450" w:rsidRDefault="00FA72BA" w:rsidP="00B070E9">
            <w:pPr>
              <w:pStyle w:val="BodyText2"/>
              <w:tabs>
                <w:tab w:val="left" w:pos="1260"/>
              </w:tabs>
              <w:rPr>
                <w:color w:val="auto"/>
              </w:rPr>
            </w:pPr>
            <w:r w:rsidRPr="00084450">
              <w:rPr>
                <w:color w:val="auto"/>
              </w:rPr>
              <w:t>Contact Centre (for telephone referrals)</w:t>
            </w:r>
          </w:p>
          <w:p w14:paraId="6B62F1B3" w14:textId="77777777" w:rsidR="00F064AB" w:rsidRPr="00084450" w:rsidRDefault="00F064AB" w:rsidP="00B070E9">
            <w:pPr>
              <w:pStyle w:val="BodyText2"/>
              <w:tabs>
                <w:tab w:val="left" w:pos="1260"/>
              </w:tabs>
              <w:rPr>
                <w:color w:val="auto"/>
              </w:rPr>
            </w:pPr>
          </w:p>
          <w:p w14:paraId="43CF390A" w14:textId="77777777" w:rsidR="00F064AB" w:rsidRPr="00084450" w:rsidRDefault="00F064AB" w:rsidP="00B070E9">
            <w:pPr>
              <w:pStyle w:val="BodyText2"/>
              <w:tabs>
                <w:tab w:val="left" w:pos="1260"/>
              </w:tabs>
              <w:rPr>
                <w:color w:val="auto"/>
              </w:rPr>
            </w:pPr>
            <w:r w:rsidRPr="00084450">
              <w:rPr>
                <w:color w:val="auto"/>
              </w:rPr>
              <w:t xml:space="preserve">Emergency Duty Team (out of </w:t>
            </w:r>
            <w:r w:rsidR="00304BF2" w:rsidRPr="00084450">
              <w:rPr>
                <w:color w:val="auto"/>
              </w:rPr>
              <w:t xml:space="preserve">office </w:t>
            </w:r>
            <w:r w:rsidRPr="00084450">
              <w:rPr>
                <w:color w:val="auto"/>
              </w:rPr>
              <w:t xml:space="preserve">hours)                                                                      </w:t>
            </w:r>
          </w:p>
          <w:p w14:paraId="02F2C34E" w14:textId="77777777" w:rsidR="00F064AB" w:rsidRPr="00084450" w:rsidRDefault="00F064AB" w:rsidP="00B070E9">
            <w:pPr>
              <w:pStyle w:val="BodyText2"/>
              <w:tabs>
                <w:tab w:val="left" w:pos="1260"/>
              </w:tabs>
              <w:rPr>
                <w:color w:val="auto"/>
              </w:rPr>
            </w:pPr>
          </w:p>
          <w:p w14:paraId="680A4E5D" w14:textId="77777777" w:rsidR="00F064AB" w:rsidRPr="00084450" w:rsidRDefault="00F064AB" w:rsidP="00B070E9">
            <w:pPr>
              <w:pStyle w:val="BodyText2"/>
              <w:tabs>
                <w:tab w:val="left" w:pos="1260"/>
              </w:tabs>
              <w:rPr>
                <w:color w:val="auto"/>
              </w:rPr>
            </w:pPr>
          </w:p>
        </w:tc>
        <w:tc>
          <w:tcPr>
            <w:tcW w:w="2178" w:type="dxa"/>
            <w:tcBorders>
              <w:top w:val="single" w:sz="12" w:space="0" w:color="auto"/>
              <w:bottom w:val="single" w:sz="12" w:space="0" w:color="auto"/>
              <w:right w:val="single" w:sz="12" w:space="0" w:color="auto"/>
            </w:tcBorders>
            <w:shd w:val="clear" w:color="auto" w:fill="DEEAF6"/>
            <w:vAlign w:val="center"/>
          </w:tcPr>
          <w:p w14:paraId="19219836" w14:textId="77777777" w:rsidR="006C413B" w:rsidRPr="00084450" w:rsidRDefault="006C413B" w:rsidP="00B070E9">
            <w:pPr>
              <w:pStyle w:val="BodyText2"/>
              <w:tabs>
                <w:tab w:val="left" w:pos="1260"/>
              </w:tabs>
              <w:rPr>
                <w:color w:val="auto"/>
                <w:lang w:val="en"/>
              </w:rPr>
            </w:pPr>
          </w:p>
          <w:p w14:paraId="280FF5E6" w14:textId="77777777" w:rsidR="00F064AB" w:rsidRPr="00084450" w:rsidRDefault="00FA72BA" w:rsidP="00B070E9">
            <w:pPr>
              <w:pStyle w:val="BodyText2"/>
              <w:tabs>
                <w:tab w:val="left" w:pos="1260"/>
              </w:tabs>
              <w:rPr>
                <w:color w:val="auto"/>
                <w:lang w:val="en"/>
              </w:rPr>
            </w:pPr>
            <w:r w:rsidRPr="00084450">
              <w:rPr>
                <w:color w:val="auto"/>
                <w:lang w:val="en"/>
              </w:rPr>
              <w:t>0345 045 5203</w:t>
            </w:r>
          </w:p>
          <w:p w14:paraId="296FEF7D" w14:textId="77777777" w:rsidR="006C413B" w:rsidRPr="00084450" w:rsidRDefault="006C413B" w:rsidP="00B070E9">
            <w:pPr>
              <w:pStyle w:val="BodyText2"/>
              <w:tabs>
                <w:tab w:val="left" w:pos="1260"/>
              </w:tabs>
              <w:rPr>
                <w:color w:val="auto"/>
                <w:lang w:val="en"/>
              </w:rPr>
            </w:pPr>
          </w:p>
          <w:p w14:paraId="43B4D219" w14:textId="77777777" w:rsidR="00F064AB" w:rsidRPr="00084450" w:rsidRDefault="00F064AB" w:rsidP="00B070E9">
            <w:pPr>
              <w:pStyle w:val="BodyText2"/>
              <w:tabs>
                <w:tab w:val="left" w:pos="1260"/>
              </w:tabs>
              <w:rPr>
                <w:color w:val="auto"/>
                <w:lang w:val="en"/>
              </w:rPr>
            </w:pPr>
            <w:r w:rsidRPr="00084450">
              <w:rPr>
                <w:color w:val="auto"/>
                <w:lang w:val="en"/>
              </w:rPr>
              <w:t xml:space="preserve">01733 234724 </w:t>
            </w:r>
          </w:p>
        </w:tc>
      </w:tr>
    </w:tbl>
    <w:p w14:paraId="498EFCFA" w14:textId="3BDD4611" w:rsidR="00F064AB" w:rsidRPr="00084450" w:rsidRDefault="004B5206" w:rsidP="70746C5E">
      <w:pPr>
        <w:spacing w:after="360"/>
        <w:rPr>
          <w:b/>
          <w:bCs/>
        </w:rPr>
      </w:pPr>
      <w:r w:rsidRPr="00084450">
        <w:rPr>
          <w:noProof/>
        </w:rPr>
        <mc:AlternateContent>
          <mc:Choice Requires="wps">
            <w:drawing>
              <wp:anchor distT="45720" distB="45720" distL="114300" distR="114300" simplePos="0" relativeHeight="251658268" behindDoc="0" locked="0" layoutInCell="1" allowOverlap="1" wp14:anchorId="77D112CB" wp14:editId="07777777">
                <wp:simplePos x="0" y="0"/>
                <wp:positionH relativeFrom="column">
                  <wp:posOffset>-74930</wp:posOffset>
                </wp:positionH>
                <wp:positionV relativeFrom="paragraph">
                  <wp:posOffset>301625</wp:posOffset>
                </wp:positionV>
                <wp:extent cx="6151245" cy="1863090"/>
                <wp:effectExtent l="0" t="0" r="0" b="0"/>
                <wp:wrapSquare wrapText="bothSides"/>
                <wp:docPr id="10002908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1245" cy="1863090"/>
                        </a:xfrm>
                        <a:prstGeom prst="rect">
                          <a:avLst/>
                        </a:prstGeom>
                        <a:solidFill>
                          <a:srgbClr val="DEEAF6"/>
                        </a:solidFill>
                        <a:ln w="19050">
                          <a:solidFill>
                            <a:srgbClr val="000000"/>
                          </a:solidFill>
                          <a:miter lim="800000"/>
                          <a:headEnd/>
                          <a:tailEnd/>
                        </a:ln>
                      </wps:spPr>
                      <wps:txbx>
                        <w:txbxContent>
                          <w:p w14:paraId="6E664311" w14:textId="77777777" w:rsidR="00B76FF7" w:rsidRDefault="002023EF">
                            <w:r w:rsidRPr="002023EF">
                              <w:rPr>
                                <w:b/>
                              </w:rPr>
                              <w:t>Early Help Hub</w:t>
                            </w:r>
                            <w:r>
                              <w:t xml:space="preserve"> </w:t>
                            </w:r>
                            <w:r>
                              <w:tab/>
                            </w:r>
                            <w:r>
                              <w:tab/>
                            </w:r>
                            <w:r>
                              <w:tab/>
                            </w:r>
                            <w:r>
                              <w:tab/>
                            </w:r>
                            <w:r>
                              <w:tab/>
                            </w:r>
                            <w:r>
                              <w:tab/>
                            </w:r>
                            <w:r>
                              <w:tab/>
                            </w:r>
                            <w:r>
                              <w:tab/>
                              <w:t xml:space="preserve">    01480 376666</w:t>
                            </w:r>
                          </w:p>
                          <w:p w14:paraId="7194DBDC" w14:textId="77777777" w:rsidR="002023EF" w:rsidRDefault="002023EF"/>
                          <w:p w14:paraId="70B41A8B" w14:textId="77777777" w:rsidR="002023EF" w:rsidRDefault="002023EF">
                            <w:r w:rsidRPr="002023EF">
                              <w:rPr>
                                <w:b/>
                              </w:rPr>
                              <w:t>Local Authority Designated Officer (LADO)</w:t>
                            </w:r>
                            <w:r>
                              <w:tab/>
                            </w:r>
                            <w:r>
                              <w:tab/>
                            </w:r>
                            <w:r>
                              <w:tab/>
                            </w:r>
                            <w:r>
                              <w:tab/>
                              <w:t xml:space="preserve">    01223 727967</w:t>
                            </w:r>
                          </w:p>
                          <w:p w14:paraId="769D0D3C" w14:textId="77777777" w:rsidR="002023EF" w:rsidRDefault="002023EF"/>
                          <w:p w14:paraId="382CA915" w14:textId="77777777" w:rsidR="002023EF" w:rsidRDefault="002023EF">
                            <w:r w:rsidRPr="002023EF">
                              <w:rPr>
                                <w:b/>
                              </w:rPr>
                              <w:t>Ofsted</w:t>
                            </w:r>
                            <w:r w:rsidRPr="002023EF">
                              <w:rPr>
                                <w:b/>
                              </w:rPr>
                              <w:tab/>
                            </w:r>
                            <w:r>
                              <w:tab/>
                            </w:r>
                            <w:r>
                              <w:tab/>
                            </w:r>
                            <w:r>
                              <w:tab/>
                            </w:r>
                            <w:r>
                              <w:tab/>
                            </w:r>
                            <w:r>
                              <w:tab/>
                            </w:r>
                            <w:r>
                              <w:tab/>
                            </w:r>
                            <w:r>
                              <w:tab/>
                            </w:r>
                            <w:r>
                              <w:tab/>
                              <w:t xml:space="preserve">    0300 123 1231</w:t>
                            </w:r>
                          </w:p>
                          <w:p w14:paraId="54CD245A" w14:textId="77777777" w:rsidR="002023EF" w:rsidRDefault="002023EF"/>
                          <w:p w14:paraId="77FA0A55" w14:textId="77777777" w:rsidR="002023EF" w:rsidRDefault="002023EF">
                            <w:r w:rsidRPr="00A24DF1">
                              <w:rPr>
                                <w:b/>
                              </w:rPr>
                              <w:t>Senior Adviser Intervention and Safeguarding (Gemma Hope)</w:t>
                            </w:r>
                            <w:r w:rsidRPr="00A24DF1">
                              <w:tab/>
                            </w:r>
                            <w:r>
                              <w:t xml:space="preserve">    01223 714760</w:t>
                            </w:r>
                          </w:p>
                          <w:p w14:paraId="1231BE67" w14:textId="77777777" w:rsidR="002023EF" w:rsidRDefault="002023EF"/>
                          <w:p w14:paraId="6BC94131" w14:textId="77777777" w:rsidR="002023EF" w:rsidRPr="00084450" w:rsidRDefault="00A24DF1">
                            <w:r w:rsidRPr="00084450">
                              <w:rPr>
                                <w:b/>
                              </w:rPr>
                              <w:t xml:space="preserve">Early </w:t>
                            </w:r>
                            <w:r w:rsidR="00E619FD" w:rsidRPr="00084450">
                              <w:rPr>
                                <w:b/>
                              </w:rPr>
                              <w:t>Years’ Service</w:t>
                            </w:r>
                            <w:r w:rsidRPr="00084450">
                              <w:rPr>
                                <w:b/>
                              </w:rPr>
                              <w:t xml:space="preserve"> </w:t>
                            </w:r>
                            <w:r w:rsidRPr="00084450">
                              <w:rPr>
                                <w:b/>
                              </w:rPr>
                              <w:tab/>
                            </w:r>
                            <w:r w:rsidRPr="00084450">
                              <w:rPr>
                                <w:b/>
                              </w:rPr>
                              <w:tab/>
                            </w:r>
                            <w:r w:rsidRPr="00084450">
                              <w:rPr>
                                <w:b/>
                              </w:rPr>
                              <w:tab/>
                              <w:t xml:space="preserve">  </w:t>
                            </w:r>
                            <w:hyperlink r:id="rId12" w:history="1">
                              <w:r w:rsidRPr="00084450">
                                <w:rPr>
                                  <w:rStyle w:val="Hyperlink"/>
                                  <w:color w:val="auto"/>
                                </w:rPr>
                                <w:t>earlyyears.service@cambridgeshire.gov.uk</w:t>
                              </w:r>
                            </w:hyperlink>
                          </w:p>
                          <w:p w14:paraId="36FEB5B0" w14:textId="77777777" w:rsidR="002023EF" w:rsidRDefault="002023EF"/>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7D112CB" id="_x0000_s1027" type="#_x0000_t202" style="position:absolute;margin-left:-5.9pt;margin-top:23.75pt;width:484.35pt;height:146.7pt;z-index:2516582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" fillcolor="#deeaf6" strokeweight="1.5pt">
                <v:textbox style="mso-fit-shape-to-text:t">
                  <w:txbxContent>
                    <w:p w14:paraId="6E664311" w14:textId="77777777" w:rsidR="00B76FF7" w:rsidRDefault="002023EF">
                      <w:r w:rsidRPr="002023EF">
                        <w:rPr>
                          <w:b/>
                        </w:rPr>
                        <w:t>Early Help Hub</w:t>
                      </w:r>
                      <w:r>
                        <w:t xml:space="preserve"> </w:t>
                      </w:r>
                      <w:r>
                        <w:tab/>
                      </w:r>
                      <w:r>
                        <w:tab/>
                      </w:r>
                      <w:r>
                        <w:tab/>
                      </w:r>
                      <w:r>
                        <w:tab/>
                      </w:r>
                      <w:r>
                        <w:tab/>
                      </w:r>
                      <w:r>
                        <w:tab/>
                      </w:r>
                      <w:r>
                        <w:tab/>
                      </w:r>
                      <w:r>
                        <w:tab/>
                        <w:t xml:space="preserve">    01480 376666</w:t>
                      </w:r>
                    </w:p>
                    <w:p w14:paraId="7194DBDC" w14:textId="77777777" w:rsidR="002023EF" w:rsidRDefault="002023EF"/>
                    <w:p w14:paraId="70B41A8B" w14:textId="77777777" w:rsidR="002023EF" w:rsidRDefault="002023EF">
                      <w:r w:rsidRPr="002023EF">
                        <w:rPr>
                          <w:b/>
                        </w:rPr>
                        <w:t>Local Authority Designated Officer (LADO)</w:t>
                      </w:r>
                      <w:r>
                        <w:tab/>
                      </w:r>
                      <w:r>
                        <w:tab/>
                      </w:r>
                      <w:r>
                        <w:tab/>
                      </w:r>
                      <w:r>
                        <w:tab/>
                        <w:t xml:space="preserve">    01223 727967</w:t>
                      </w:r>
                    </w:p>
                    <w:p w14:paraId="769D0D3C" w14:textId="77777777" w:rsidR="002023EF" w:rsidRDefault="002023EF"/>
                    <w:p w14:paraId="382CA915" w14:textId="77777777" w:rsidR="002023EF" w:rsidRDefault="002023EF">
                      <w:r w:rsidRPr="002023EF">
                        <w:rPr>
                          <w:b/>
                        </w:rPr>
                        <w:t>Ofsted</w:t>
                      </w:r>
                      <w:r w:rsidRPr="002023EF">
                        <w:rPr>
                          <w:b/>
                        </w:rPr>
                        <w:tab/>
                      </w:r>
                      <w:r>
                        <w:tab/>
                      </w:r>
                      <w:r>
                        <w:tab/>
                      </w:r>
                      <w:r>
                        <w:tab/>
                      </w:r>
                      <w:r>
                        <w:tab/>
                      </w:r>
                      <w:r>
                        <w:tab/>
                      </w:r>
                      <w:r>
                        <w:tab/>
                      </w:r>
                      <w:r>
                        <w:tab/>
                      </w:r>
                      <w:r>
                        <w:tab/>
                        <w:t xml:space="preserve">    0300 123 1231</w:t>
                      </w:r>
                    </w:p>
                    <w:p w14:paraId="54CD245A" w14:textId="77777777" w:rsidR="002023EF" w:rsidRDefault="002023EF"/>
                    <w:p w14:paraId="77FA0A55" w14:textId="77777777" w:rsidR="002023EF" w:rsidRDefault="002023EF">
                      <w:r w:rsidRPr="00A24DF1">
                        <w:rPr>
                          <w:b/>
                        </w:rPr>
                        <w:t>Senior Adviser Intervention and Safeguarding (Gemma Hope)</w:t>
                      </w:r>
                      <w:r w:rsidRPr="00A24DF1">
                        <w:tab/>
                      </w:r>
                      <w:r>
                        <w:t xml:space="preserve">    01223 714760</w:t>
                      </w:r>
                    </w:p>
                    <w:p w14:paraId="1231BE67" w14:textId="77777777" w:rsidR="002023EF" w:rsidRDefault="002023EF"/>
                    <w:p w14:paraId="6BC94131" w14:textId="77777777" w:rsidR="002023EF" w:rsidRPr="00084450" w:rsidRDefault="00A24DF1">
                      <w:r w:rsidRPr="00084450">
                        <w:rPr>
                          <w:b/>
                        </w:rPr>
                        <w:t xml:space="preserve">Early </w:t>
                      </w:r>
                      <w:r w:rsidR="00E619FD" w:rsidRPr="00084450">
                        <w:rPr>
                          <w:b/>
                        </w:rPr>
                        <w:t>Years’ Service</w:t>
                      </w:r>
                      <w:r w:rsidRPr="00084450">
                        <w:rPr>
                          <w:b/>
                        </w:rPr>
                        <w:t xml:space="preserve"> </w:t>
                      </w:r>
                      <w:r w:rsidRPr="00084450">
                        <w:rPr>
                          <w:b/>
                        </w:rPr>
                        <w:tab/>
                      </w:r>
                      <w:r w:rsidRPr="00084450">
                        <w:rPr>
                          <w:b/>
                        </w:rPr>
                        <w:tab/>
                      </w:r>
                      <w:r w:rsidRPr="00084450">
                        <w:rPr>
                          <w:b/>
                        </w:rPr>
                        <w:tab/>
                        <w:t xml:space="preserve">  </w:t>
                      </w:r>
                      <w:hyperlink r:id="rId13" w:history="1">
                        <w:r w:rsidRPr="00084450">
                          <w:rPr>
                            <w:rStyle w:val="Hyperlink"/>
                            <w:color w:val="auto"/>
                          </w:rPr>
                          <w:t>earlyyears.service@cambridgeshire.gov.uk</w:t>
                        </w:r>
                      </w:hyperlink>
                    </w:p>
                    <w:p w14:paraId="36FEB5B0" w14:textId="77777777" w:rsidR="002023EF" w:rsidRDefault="002023EF"/>
                  </w:txbxContent>
                </v:textbox>
                <w10:wrap type="square"/>
              </v:shape>
            </w:pict>
          </mc:Fallback>
        </mc:AlternateContent>
      </w:r>
      <w:r w:rsidR="4C57D4FF" w:rsidRPr="2AF0180E">
        <w:rPr>
          <w:b/>
          <w:bCs/>
        </w:rPr>
        <w:t>NSPCC Whistleblowing Support Line:</w:t>
      </w:r>
      <w:r>
        <w:tab/>
      </w:r>
      <w:r>
        <w:tab/>
      </w:r>
      <w:r>
        <w:tab/>
      </w:r>
      <w:r>
        <w:tab/>
      </w:r>
      <w:r w:rsidR="4C57D4FF" w:rsidRPr="2AF0180E">
        <w:rPr>
          <w:b/>
          <w:bCs/>
        </w:rPr>
        <w:t>0800 028</w:t>
      </w:r>
      <w:r w:rsidR="7E27433D" w:rsidRPr="2AF0180E">
        <w:rPr>
          <w:b/>
          <w:bCs/>
        </w:rPr>
        <w:t>0285</w:t>
      </w:r>
    </w:p>
    <w:p w14:paraId="6BD18F9B" w14:textId="77777777" w:rsidR="00796ED7" w:rsidRPr="00084450" w:rsidRDefault="00796ED7" w:rsidP="00796ED7">
      <w:pPr>
        <w:tabs>
          <w:tab w:val="left" w:pos="2010"/>
        </w:tabs>
      </w:pPr>
      <w:r w:rsidRPr="00084450">
        <w:tab/>
      </w:r>
    </w:p>
    <w:p w14:paraId="238601FE" w14:textId="77777777" w:rsidR="00F064AB" w:rsidRPr="00084450" w:rsidRDefault="00F064AB" w:rsidP="00F064AB">
      <w:pPr>
        <w:rPr>
          <w:b/>
        </w:rPr>
      </w:pPr>
      <w:r w:rsidRPr="00084450">
        <w:br w:type="page"/>
      </w:r>
    </w:p>
    <w:tbl>
      <w:tblPr>
        <w:tblW w:w="1006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10" w:color="auto" w:fill="auto"/>
        <w:tblLook w:val="01E0" w:firstRow="1" w:lastRow="1" w:firstColumn="1" w:lastColumn="1" w:noHBand="0" w:noVBand="0"/>
      </w:tblPr>
      <w:tblGrid>
        <w:gridCol w:w="10065"/>
      </w:tblGrid>
      <w:tr w:rsidR="00F064AB" w:rsidRPr="00084450" w14:paraId="35CA74F8" w14:textId="77777777" w:rsidTr="00D32B05">
        <w:tc>
          <w:tcPr>
            <w:tcW w:w="10065" w:type="dxa"/>
            <w:shd w:val="clear" w:color="auto" w:fill="9CC2E5"/>
            <w:vAlign w:val="center"/>
          </w:tcPr>
          <w:p w14:paraId="65F4092A" w14:textId="77777777" w:rsidR="00F064AB" w:rsidRPr="00084450" w:rsidRDefault="00347B0F" w:rsidP="00803966">
            <w:pPr>
              <w:pStyle w:val="Heading1"/>
              <w:tabs>
                <w:tab w:val="left" w:pos="448"/>
                <w:tab w:val="center" w:pos="4819"/>
              </w:tabs>
              <w:spacing w:before="240"/>
              <w:jc w:val="center"/>
              <w:rPr>
                <w:color w:val="auto"/>
                <w:sz w:val="36"/>
                <w:szCs w:val="36"/>
              </w:rPr>
            </w:pPr>
            <w:r w:rsidRPr="00084450">
              <w:rPr>
                <w:color w:val="auto"/>
                <w:sz w:val="36"/>
                <w:szCs w:val="36"/>
              </w:rPr>
              <w:lastRenderedPageBreak/>
              <w:t>S</w:t>
            </w:r>
            <w:r w:rsidR="00F064AB" w:rsidRPr="00084450">
              <w:rPr>
                <w:color w:val="auto"/>
                <w:sz w:val="36"/>
                <w:szCs w:val="36"/>
              </w:rPr>
              <w:t>afeguarding Flowchart</w:t>
            </w:r>
          </w:p>
          <w:p w14:paraId="759CF9D7" w14:textId="729ED95B" w:rsidR="007E1774" w:rsidRPr="00465610" w:rsidRDefault="00982CE7" w:rsidP="007E1774">
            <w:pPr>
              <w:jc w:val="center"/>
              <w:rPr>
                <w:b/>
                <w:color w:val="FF0000"/>
                <w:sz w:val="36"/>
                <w:szCs w:val="36"/>
              </w:rPr>
            </w:pPr>
            <w:r>
              <w:rPr>
                <w:b/>
                <w:color w:val="FF0000"/>
                <w:sz w:val="36"/>
                <w:szCs w:val="36"/>
              </w:rPr>
              <w:t xml:space="preserve">September </w:t>
            </w:r>
            <w:r w:rsidR="009A7869" w:rsidRPr="00465610">
              <w:rPr>
                <w:b/>
                <w:color w:val="FF0000"/>
                <w:sz w:val="36"/>
                <w:szCs w:val="36"/>
              </w:rPr>
              <w:t>202</w:t>
            </w:r>
            <w:r>
              <w:rPr>
                <w:b/>
                <w:color w:val="FF0000"/>
                <w:sz w:val="36"/>
                <w:szCs w:val="36"/>
              </w:rPr>
              <w:t>5</w:t>
            </w:r>
          </w:p>
          <w:p w14:paraId="0F3CABC7" w14:textId="77777777" w:rsidR="00F064AB" w:rsidRPr="00084450" w:rsidRDefault="00F064AB" w:rsidP="00740C98">
            <w:pPr>
              <w:spacing w:after="120"/>
              <w:rPr>
                <w:i/>
                <w:sz w:val="8"/>
                <w:szCs w:val="8"/>
              </w:rPr>
            </w:pPr>
          </w:p>
        </w:tc>
      </w:tr>
    </w:tbl>
    <w:p w14:paraId="6AD0D0C6" w14:textId="77777777" w:rsidR="00F064AB" w:rsidRPr="00084450" w:rsidRDefault="004B5206" w:rsidP="00F064AB">
      <w:pPr>
        <w:rPr>
          <w:b/>
          <w:sz w:val="52"/>
          <w:szCs w:val="52"/>
        </w:rPr>
      </w:pPr>
      <w:r w:rsidRPr="00084450">
        <w:rPr>
          <w:noProof/>
        </w:rPr>
        <mc:AlternateContent>
          <mc:Choice Requires="wps">
            <w:drawing>
              <wp:anchor distT="0" distB="0" distL="114300" distR="114300" simplePos="0" relativeHeight="251658249" behindDoc="0" locked="0" layoutInCell="1" allowOverlap="1" wp14:anchorId="243EA098" wp14:editId="07777777">
                <wp:simplePos x="0" y="0"/>
                <wp:positionH relativeFrom="column">
                  <wp:posOffset>1914525</wp:posOffset>
                </wp:positionH>
                <wp:positionV relativeFrom="paragraph">
                  <wp:posOffset>349885</wp:posOffset>
                </wp:positionV>
                <wp:extent cx="1990725" cy="885190"/>
                <wp:effectExtent l="0" t="0" r="0" b="0"/>
                <wp:wrapNone/>
                <wp:docPr id="1913132081" name="Rectangle: Rounded Corners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885190"/>
                        </a:xfrm>
                        <a:prstGeom prst="roundRect">
                          <a:avLst>
                            <a:gd name="adj" fmla="val 16667"/>
                          </a:avLst>
                        </a:prstGeom>
                        <a:solidFill>
                          <a:srgbClr val="DEEAF6"/>
                        </a:solidFill>
                        <a:ln w="1270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31CB0244">
              <v:roundrect id="Rectangle: Rounded Corners 14" style="position:absolute;margin-left:150.75pt;margin-top:27.55pt;width:156.75pt;height:69.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spid="_x0000_s1026" fillcolor="#deeaf6" strokeweight="1pt" arcsize="10923f" w14:anchorId="0E8D85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">
                <v:stroke joinstyle="miter"/>
              </v:roundrect>
            </w:pict>
          </mc:Fallback>
        </mc:AlternateContent>
      </w:r>
      <w:r w:rsidRPr="00084450">
        <w:rPr>
          <w:noProof/>
        </w:rPr>
        <mc:AlternateContent>
          <mc:Choice Requires="wps">
            <w:drawing>
              <wp:anchor distT="0" distB="0" distL="114300" distR="114300" simplePos="0" relativeHeight="251658250" behindDoc="0" locked="0" layoutInCell="1" allowOverlap="1" wp14:anchorId="13E3133F" wp14:editId="07777777">
                <wp:simplePos x="0" y="0"/>
                <wp:positionH relativeFrom="column">
                  <wp:posOffset>4058920</wp:posOffset>
                </wp:positionH>
                <wp:positionV relativeFrom="paragraph">
                  <wp:posOffset>349885</wp:posOffset>
                </wp:positionV>
                <wp:extent cx="1990725" cy="1323975"/>
                <wp:effectExtent l="0" t="0" r="0" b="0"/>
                <wp:wrapNone/>
                <wp:docPr id="1310169480" name="Rectangle: Rounded Corners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1323975"/>
                        </a:xfrm>
                        <a:prstGeom prst="roundRect">
                          <a:avLst>
                            <a:gd name="adj" fmla="val 16667"/>
                          </a:avLst>
                        </a:prstGeom>
                        <a:solidFill>
                          <a:srgbClr val="DEEAF6"/>
                        </a:solidFill>
                        <a:ln w="1270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11259959">
              <v:roundrect id="Rectangle: Rounded Corners 16" style="position:absolute;margin-left:319.6pt;margin-top:27.55pt;width:156.75pt;height:104.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spid="_x0000_s1026" fillcolor="#deeaf6" strokeweight="1pt" arcsize="10923f" w14:anchorId="68869E0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">
                <v:stroke joinstyle="miter"/>
              </v:roundrect>
            </w:pict>
          </mc:Fallback>
        </mc:AlternateContent>
      </w:r>
      <w:r w:rsidRPr="00084450">
        <w:rPr>
          <w:noProof/>
        </w:rPr>
        <mc:AlternateContent>
          <mc:Choice Requires="wps">
            <w:drawing>
              <wp:anchor distT="0" distB="0" distL="114300" distR="114300" simplePos="0" relativeHeight="251658251" behindDoc="0" locked="0" layoutInCell="1" allowOverlap="1" wp14:anchorId="187E5559" wp14:editId="07777777">
                <wp:simplePos x="0" y="0"/>
                <wp:positionH relativeFrom="column">
                  <wp:posOffset>-202565</wp:posOffset>
                </wp:positionH>
                <wp:positionV relativeFrom="paragraph">
                  <wp:posOffset>297180</wp:posOffset>
                </wp:positionV>
                <wp:extent cx="1866900" cy="774065"/>
                <wp:effectExtent l="0" t="0" r="0" b="0"/>
                <wp:wrapNone/>
                <wp:docPr id="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66900" cy="774065"/>
                        </a:xfrm>
                        <a:prstGeom prst="rect">
                          <a:avLst/>
                        </a:prstGeom>
                        <a:noFill/>
                        <a:ln w="6350">
                          <a:noFill/>
                        </a:ln>
                      </wps:spPr>
                      <wps:txbx>
                        <w:txbxContent>
                          <w:p w14:paraId="5B08B5D1" w14:textId="77777777" w:rsidR="00F064AB" w:rsidRDefault="00F064AB" w:rsidP="00F064AB">
                            <w:pPr>
                              <w:jc w:val="center"/>
                            </w:pPr>
                          </w:p>
                          <w:p w14:paraId="4FFEE7AE" w14:textId="77777777" w:rsidR="00F064AB" w:rsidRDefault="00F064AB" w:rsidP="00F064AB">
                            <w:pPr>
                              <w:jc w:val="center"/>
                            </w:pPr>
                            <w:r>
                              <w:t>Safeguarding concern or c</w:t>
                            </w:r>
                            <w:r w:rsidRPr="00B30ADD">
                              <w:t>oncern about a child’s welfare</w:t>
                            </w:r>
                          </w:p>
                          <w:p w14:paraId="16DEB4AB" w14:textId="77777777" w:rsidR="00F064AB" w:rsidRDefault="00F064AB" w:rsidP="00F064AB">
                            <w:pPr>
                              <w:jc w:val="center"/>
                            </w:pPr>
                          </w:p>
                          <w:p w14:paraId="0AD9C6F4" w14:textId="77777777" w:rsidR="00F064AB" w:rsidRDefault="00F064AB" w:rsidP="00F064AB">
                            <w:pPr>
                              <w:jc w:val="center"/>
                            </w:pPr>
                          </w:p>
                          <w:p w14:paraId="4B1F511A" w14:textId="77777777" w:rsidR="00F064AB" w:rsidRPr="00B30ADD" w:rsidRDefault="00F064AB" w:rsidP="00F064AB">
                            <w:pPr>
                              <w:jc w:val="center"/>
                            </w:pPr>
                          </w:p>
                          <w:p w14:paraId="65F9C3DC" w14:textId="77777777" w:rsidR="00F064AB" w:rsidRDefault="00F064AB" w:rsidP="00F064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7E5559" id="Text Box 14" o:spid="_x0000_s1028" type="#_x0000_t202" style="position:absolute;margin-left:-15.95pt;margin-top:23.4pt;width:147pt;height:60.9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" filled="f" stroked="f" strokeweight=".5pt">
                <v:textbox>
                  <w:txbxContent>
                    <w:p w14:paraId="5B08B5D1" w14:textId="77777777" w:rsidR="00F064AB" w:rsidRDefault="00F064AB" w:rsidP="00F064AB">
                      <w:pPr>
                        <w:jc w:val="center"/>
                      </w:pPr>
                    </w:p>
                    <w:p w14:paraId="4FFEE7AE" w14:textId="77777777" w:rsidR="00F064AB" w:rsidRDefault="00F064AB" w:rsidP="00F064AB">
                      <w:pPr>
                        <w:jc w:val="center"/>
                      </w:pPr>
                      <w:r>
                        <w:t>Safeguarding concern or c</w:t>
                      </w:r>
                      <w:r w:rsidRPr="00B30ADD">
                        <w:t>oncern about a child’s welfare</w:t>
                      </w:r>
                    </w:p>
                    <w:p w14:paraId="16DEB4AB" w14:textId="77777777" w:rsidR="00F064AB" w:rsidRDefault="00F064AB" w:rsidP="00F064AB">
                      <w:pPr>
                        <w:jc w:val="center"/>
                      </w:pPr>
                    </w:p>
                    <w:p w14:paraId="0AD9C6F4" w14:textId="77777777" w:rsidR="00F064AB" w:rsidRDefault="00F064AB" w:rsidP="00F064AB">
                      <w:pPr>
                        <w:jc w:val="center"/>
                      </w:pPr>
                    </w:p>
                    <w:p w14:paraId="4B1F511A" w14:textId="77777777" w:rsidR="00F064AB" w:rsidRPr="00B30ADD" w:rsidRDefault="00F064AB" w:rsidP="00F064AB">
                      <w:pPr>
                        <w:jc w:val="center"/>
                      </w:pPr>
                    </w:p>
                    <w:p w14:paraId="65F9C3DC" w14:textId="77777777" w:rsidR="00F064AB" w:rsidRDefault="00F064AB" w:rsidP="00F064AB"/>
                  </w:txbxContent>
                </v:textbox>
              </v:shape>
            </w:pict>
          </mc:Fallback>
        </mc:AlternateContent>
      </w:r>
      <w:r w:rsidRPr="00084450">
        <w:rPr>
          <w:noProof/>
        </w:rPr>
        <mc:AlternateContent>
          <mc:Choice Requires="wps">
            <w:drawing>
              <wp:anchor distT="0" distB="0" distL="114300" distR="114300" simplePos="0" relativeHeight="251658248" behindDoc="0" locked="0" layoutInCell="1" allowOverlap="1" wp14:anchorId="49D07B86" wp14:editId="07777777">
                <wp:simplePos x="0" y="0"/>
                <wp:positionH relativeFrom="column">
                  <wp:posOffset>-243840</wp:posOffset>
                </wp:positionH>
                <wp:positionV relativeFrom="paragraph">
                  <wp:posOffset>349885</wp:posOffset>
                </wp:positionV>
                <wp:extent cx="2028825" cy="885190"/>
                <wp:effectExtent l="0" t="0" r="0" b="0"/>
                <wp:wrapNone/>
                <wp:docPr id="1837896896" name="Rectangle: Rounded Corners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8825" cy="885190"/>
                        </a:xfrm>
                        <a:prstGeom prst="roundRect">
                          <a:avLst>
                            <a:gd name="adj" fmla="val 16667"/>
                          </a:avLst>
                        </a:prstGeom>
                        <a:solidFill>
                          <a:srgbClr val="DEEAF6"/>
                        </a:solidFill>
                        <a:ln w="1270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56B2284B">
              <v:roundrect id="Rectangle: Rounded Corners 11" style="position:absolute;margin-left:-19.2pt;margin-top:27.55pt;width:159.75pt;height:69.7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deeaf6" strokeweight="1pt" arcsize="10923f" w14:anchorId="283A0F7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">
                <v:stroke joinstyle="miter"/>
              </v:roundrect>
            </w:pict>
          </mc:Fallback>
        </mc:AlternateContent>
      </w:r>
      <w:r w:rsidRPr="00084450">
        <w:rPr>
          <w:noProof/>
        </w:rPr>
        <mc:AlternateContent>
          <mc:Choice Requires="wps">
            <w:drawing>
              <wp:anchor distT="0" distB="0" distL="114300" distR="114300" simplePos="0" relativeHeight="251658244" behindDoc="0" locked="0" layoutInCell="1" allowOverlap="1" wp14:anchorId="368872CF" wp14:editId="07777777">
                <wp:simplePos x="0" y="0"/>
                <wp:positionH relativeFrom="column">
                  <wp:posOffset>8488680</wp:posOffset>
                </wp:positionH>
                <wp:positionV relativeFrom="paragraph">
                  <wp:posOffset>459740</wp:posOffset>
                </wp:positionV>
                <wp:extent cx="45720" cy="45720"/>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 cy="45720"/>
                        </a:xfrm>
                        <a:prstGeom prst="rect">
                          <a:avLst/>
                        </a:prstGeom>
                        <a:solidFill>
                          <a:sysClr val="window" lastClr="FFFFFF"/>
                        </a:solidFill>
                        <a:ln w="6350">
                          <a:solidFill>
                            <a:prstClr val="black"/>
                          </a:solidFill>
                        </a:ln>
                      </wps:spPr>
                      <wps:txbx>
                        <w:txbxContent>
                          <w:p w14:paraId="7DF4E37C" w14:textId="77777777" w:rsidR="00F064AB" w:rsidRDefault="00F064AB" w:rsidP="00F064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68872CF" id="Text Box 13" o:spid="_x0000_s1029" type="#_x0000_t202" style="position:absolute;margin-left:668.4pt;margin-top:36.2pt;width:3.6pt;height: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" fillcolor="window" strokeweight=".5pt">
                <v:path arrowok="t"/>
                <v:textbox>
                  <w:txbxContent>
                    <w:p w14:paraId="7DF4E37C" w14:textId="77777777" w:rsidR="00F064AB" w:rsidRDefault="00F064AB" w:rsidP="00F064AB"/>
                  </w:txbxContent>
                </v:textbox>
              </v:shape>
            </w:pict>
          </mc:Fallback>
        </mc:AlternateContent>
      </w:r>
    </w:p>
    <w:p w14:paraId="37918559" w14:textId="77777777" w:rsidR="00F064AB" w:rsidRPr="00084450" w:rsidRDefault="004B5206" w:rsidP="00F064AB">
      <w:pPr>
        <w:rPr>
          <w:sz w:val="52"/>
          <w:szCs w:val="52"/>
        </w:rPr>
      </w:pPr>
      <w:r w:rsidRPr="00084450">
        <w:rPr>
          <w:noProof/>
        </w:rPr>
        <mc:AlternateContent>
          <mc:Choice Requires="wps">
            <w:drawing>
              <wp:anchor distT="0" distB="0" distL="114300" distR="114300" simplePos="0" relativeHeight="251658253" behindDoc="0" locked="0" layoutInCell="1" allowOverlap="1" wp14:anchorId="284DB1C4" wp14:editId="07777777">
                <wp:simplePos x="0" y="0"/>
                <wp:positionH relativeFrom="column">
                  <wp:posOffset>4058920</wp:posOffset>
                </wp:positionH>
                <wp:positionV relativeFrom="paragraph">
                  <wp:posOffset>95250</wp:posOffset>
                </wp:positionV>
                <wp:extent cx="1905000" cy="1283970"/>
                <wp:effectExtent l="0" t="0" r="0" b="0"/>
                <wp:wrapNone/>
                <wp:docPr id="2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0" cy="1283970"/>
                        </a:xfrm>
                        <a:prstGeom prst="rect">
                          <a:avLst/>
                        </a:prstGeom>
                        <a:noFill/>
                        <a:ln w="6350">
                          <a:noFill/>
                        </a:ln>
                      </wps:spPr>
                      <wps:txbx>
                        <w:txbxContent>
                          <w:p w14:paraId="1C76215C" w14:textId="77777777" w:rsidR="00F064AB" w:rsidRPr="00B30ADD" w:rsidRDefault="00F064AB" w:rsidP="00F064AB">
                            <w:pPr>
                              <w:jc w:val="center"/>
                            </w:pPr>
                            <w:r w:rsidRPr="00B30ADD">
                              <w:t>No safeguarding concern, but emerging needs of the child indicate that additional services or support may be required</w:t>
                            </w:r>
                          </w:p>
                          <w:p w14:paraId="1DA6542E" w14:textId="77777777" w:rsidR="00F064AB" w:rsidRDefault="00F064AB" w:rsidP="00F064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4DB1C4" id="Text Box 12" o:spid="_x0000_s1030" type="#_x0000_t202" style="position:absolute;margin-left:319.6pt;margin-top:7.5pt;width:150pt;height:101.1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" filled="f" stroked="f" strokeweight=".5pt">
                <v:textbox>
                  <w:txbxContent>
                    <w:p w14:paraId="1C76215C" w14:textId="77777777" w:rsidR="00F064AB" w:rsidRPr="00B30ADD" w:rsidRDefault="00F064AB" w:rsidP="00F064AB">
                      <w:pPr>
                        <w:jc w:val="center"/>
                      </w:pPr>
                      <w:r w:rsidRPr="00B30ADD">
                        <w:t>No safeguarding concern, but emerging needs of the child indicate that additional services or support may be required</w:t>
                      </w:r>
                    </w:p>
                    <w:p w14:paraId="1DA6542E" w14:textId="77777777" w:rsidR="00F064AB" w:rsidRDefault="00F064AB" w:rsidP="00F064AB"/>
                  </w:txbxContent>
                </v:textbox>
              </v:shape>
            </w:pict>
          </mc:Fallback>
        </mc:AlternateContent>
      </w:r>
      <w:r w:rsidRPr="00084450">
        <w:rPr>
          <w:noProof/>
        </w:rPr>
        <mc:AlternateContent>
          <mc:Choice Requires="wps">
            <w:drawing>
              <wp:anchor distT="0" distB="0" distL="114300" distR="114300" simplePos="0" relativeHeight="251658252" behindDoc="0" locked="0" layoutInCell="1" allowOverlap="1" wp14:anchorId="14CD84BD" wp14:editId="07777777">
                <wp:simplePos x="0" y="0"/>
                <wp:positionH relativeFrom="column">
                  <wp:posOffset>1971675</wp:posOffset>
                </wp:positionH>
                <wp:positionV relativeFrom="paragraph">
                  <wp:posOffset>125730</wp:posOffset>
                </wp:positionV>
                <wp:extent cx="1914525" cy="636270"/>
                <wp:effectExtent l="0" t="0" r="0" b="0"/>
                <wp:wrapNone/>
                <wp:docPr id="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4525" cy="636270"/>
                        </a:xfrm>
                        <a:prstGeom prst="rect">
                          <a:avLst/>
                        </a:prstGeom>
                        <a:noFill/>
                        <a:ln w="6350">
                          <a:noFill/>
                        </a:ln>
                      </wps:spPr>
                      <wps:txbx>
                        <w:txbxContent>
                          <w:p w14:paraId="6E59C1D3" w14:textId="77777777" w:rsidR="00F064AB" w:rsidRPr="00B30ADD" w:rsidRDefault="00F064AB" w:rsidP="00F064AB">
                            <w:pPr>
                              <w:jc w:val="center"/>
                            </w:pPr>
                            <w:r w:rsidRPr="00B30ADD">
                              <w:t>Allegation made against member of staff</w:t>
                            </w:r>
                          </w:p>
                          <w:p w14:paraId="722B00AE" w14:textId="77777777" w:rsidR="00F064AB" w:rsidRDefault="00F064AB" w:rsidP="00F064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CD84BD" id="Text Box 11" o:spid="_x0000_s1031" type="#_x0000_t202" style="position:absolute;margin-left:155.25pt;margin-top:9.9pt;width:150.75pt;height:50.1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" filled="f" stroked="f" strokeweight=".5pt">
                <v:textbox>
                  <w:txbxContent>
                    <w:p w14:paraId="6E59C1D3" w14:textId="77777777" w:rsidR="00F064AB" w:rsidRPr="00B30ADD" w:rsidRDefault="00F064AB" w:rsidP="00F064AB">
                      <w:pPr>
                        <w:jc w:val="center"/>
                      </w:pPr>
                      <w:r w:rsidRPr="00B30ADD">
                        <w:t>Allegation made against member of staff</w:t>
                      </w:r>
                    </w:p>
                    <w:p w14:paraId="722B00AE" w14:textId="77777777" w:rsidR="00F064AB" w:rsidRDefault="00F064AB" w:rsidP="00F064AB"/>
                  </w:txbxContent>
                </v:textbox>
              </v:shape>
            </w:pict>
          </mc:Fallback>
        </mc:AlternateContent>
      </w:r>
    </w:p>
    <w:p w14:paraId="6E1831B3" w14:textId="77777777" w:rsidR="00F064AB" w:rsidRPr="00084450" w:rsidRDefault="00F064AB" w:rsidP="00F064AB">
      <w:pPr>
        <w:rPr>
          <w:sz w:val="52"/>
          <w:szCs w:val="52"/>
        </w:rPr>
      </w:pPr>
    </w:p>
    <w:p w14:paraId="3AB6205C" w14:textId="77777777" w:rsidR="00F064AB" w:rsidRPr="00084450" w:rsidRDefault="004B5206" w:rsidP="00F064AB">
      <w:pPr>
        <w:rPr>
          <w:sz w:val="52"/>
          <w:szCs w:val="52"/>
        </w:rPr>
      </w:pPr>
      <w:r w:rsidRPr="00084450">
        <w:rPr>
          <w:noProof/>
        </w:rPr>
        <mc:AlternateContent>
          <mc:Choice Requires="wps">
            <w:drawing>
              <wp:anchor distT="0" distB="0" distL="114300" distR="114300" simplePos="0" relativeHeight="251658260" behindDoc="0" locked="0" layoutInCell="1" allowOverlap="1" wp14:anchorId="20DDED90" wp14:editId="07777777">
                <wp:simplePos x="0" y="0"/>
                <wp:positionH relativeFrom="column">
                  <wp:posOffset>619760</wp:posOffset>
                </wp:positionH>
                <wp:positionV relativeFrom="paragraph">
                  <wp:posOffset>133350</wp:posOffset>
                </wp:positionV>
                <wp:extent cx="259080" cy="746760"/>
                <wp:effectExtent l="19050" t="0" r="26670" b="15240"/>
                <wp:wrapNone/>
                <wp:docPr id="1947141779" name="Arrow: Down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9080" cy="74676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7767CB06">
              <v:shapetype id="_x0000_t67" coordsize="21600,21600" o:spt="67" adj="16200,5400" path="m0@0l@1@0@1,0@2,0@2@0,21600@0,10800,21600xe" w14:anchorId="405A207F">
                <v:stroke joinstyle="miter"/>
                <v:formulas>
                  <v:f eqn="val #0"/>
                  <v:f eqn="val #1"/>
                  <v:f eqn="sum height 0 #1"/>
                  <v:f eqn="sum 10800 0 #1"/>
                  <v:f eqn="sum width 0 #0"/>
                  <v:f eqn="prod @4 @3 10800"/>
                  <v:f eqn="sum width 0 @5"/>
                </v:formulas>
                <v:path textboxrect="@1,0,@2,@6" o:connecttype="custom" o:connectlocs="10800,0;0,@0;10800,21600;21600,@0" o:connectangles="270,180,90,0"/>
                <v:handles>
                  <v:h position="#1,#0" xrange="0,10800" yrange="0,21600"/>
                </v:handles>
              </v:shapetype>
              <v:shape id="Arrow: Down 30" style="position:absolute;margin-left:48.8pt;margin-top:10.5pt;width:20.4pt;height:58.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472c4" strokecolor="#2f528f" strokeweight="1pt" type="#_x0000_t67" adj="17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">
                <v:path arrowok="t"/>
              </v:shape>
            </w:pict>
          </mc:Fallback>
        </mc:AlternateContent>
      </w:r>
      <w:r w:rsidRPr="00084450">
        <w:rPr>
          <w:noProof/>
        </w:rPr>
        <mc:AlternateContent>
          <mc:Choice Requires="wps">
            <w:drawing>
              <wp:anchor distT="0" distB="0" distL="114300" distR="114300" simplePos="0" relativeHeight="251658262" behindDoc="0" locked="0" layoutInCell="1" allowOverlap="1" wp14:anchorId="488DB3A9" wp14:editId="07777777">
                <wp:simplePos x="0" y="0"/>
                <wp:positionH relativeFrom="margin">
                  <wp:posOffset>2786380</wp:posOffset>
                </wp:positionH>
                <wp:positionV relativeFrom="paragraph">
                  <wp:posOffset>133350</wp:posOffset>
                </wp:positionV>
                <wp:extent cx="266700" cy="746760"/>
                <wp:effectExtent l="19050" t="0" r="19050" b="15240"/>
                <wp:wrapNone/>
                <wp:docPr id="34" name="Arrow: Down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6700" cy="74676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29F1040E">
              <v:shape id="Arrow: Down 10" style="position:absolute;margin-left:219.4pt;margin-top:10.5pt;width:21pt;height:58.8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4472c4" strokecolor="#2f528f" strokeweight="1pt" type="#_x0000_t67" adj="17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" w14:anchorId="583B7CCE">
                <v:path arrowok="t"/>
                <w10:wrap anchorx="margin"/>
              </v:shape>
            </w:pict>
          </mc:Fallback>
        </mc:AlternateContent>
      </w:r>
    </w:p>
    <w:p w14:paraId="5248A7D8" w14:textId="67C87AF3" w:rsidR="00F064AB" w:rsidRPr="00084450" w:rsidRDefault="002B4612" w:rsidP="00F064AB">
      <w:pPr>
        <w:rPr>
          <w:sz w:val="52"/>
          <w:szCs w:val="52"/>
        </w:rPr>
      </w:pPr>
      <w:r w:rsidRPr="00084450">
        <w:rPr>
          <w:noProof/>
        </w:rPr>
        <mc:AlternateContent>
          <mc:Choice Requires="wps">
            <w:drawing>
              <wp:anchor distT="0" distB="0" distL="114300" distR="114300" simplePos="0" relativeHeight="251658254" behindDoc="0" locked="0" layoutInCell="1" allowOverlap="1" wp14:anchorId="22127F91" wp14:editId="1AE34C5F">
                <wp:simplePos x="0" y="0"/>
                <wp:positionH relativeFrom="column">
                  <wp:posOffset>-238760</wp:posOffset>
                </wp:positionH>
                <wp:positionV relativeFrom="paragraph">
                  <wp:posOffset>446406</wp:posOffset>
                </wp:positionV>
                <wp:extent cx="1976120" cy="1032510"/>
                <wp:effectExtent l="0" t="0" r="24130" b="15240"/>
                <wp:wrapNone/>
                <wp:docPr id="1879611277" name="Rectangle: Rounded Corners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6120" cy="1032510"/>
                        </a:xfrm>
                        <a:prstGeom prst="roundRect">
                          <a:avLst>
                            <a:gd name="adj" fmla="val 16667"/>
                          </a:avLst>
                        </a:prstGeom>
                        <a:solidFill>
                          <a:srgbClr val="BDD6EE"/>
                        </a:solidFill>
                        <a:ln w="1270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roundrect id="Rectangle: Rounded Corners 23" style="position:absolute;margin-left:-18.8pt;margin-top:35.15pt;width:155.6pt;height:81.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spid="_x0000_s1026" fillcolor="#bdd6ee" strokeweight="1pt" arcsize="10923f" w14:anchorId="4B942AC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">
                <v:stroke joinstyle="miter"/>
              </v:roundrect>
            </w:pict>
          </mc:Fallback>
        </mc:AlternateContent>
      </w:r>
      <w:r w:rsidR="004B5206" w:rsidRPr="00084450">
        <w:rPr>
          <w:noProof/>
        </w:rPr>
        <mc:AlternateContent>
          <mc:Choice Requires="wps">
            <w:drawing>
              <wp:anchor distT="0" distB="0" distL="114300" distR="114300" simplePos="0" relativeHeight="251658261" behindDoc="0" locked="0" layoutInCell="1" allowOverlap="1" wp14:anchorId="571235D2" wp14:editId="07777777">
                <wp:simplePos x="0" y="0"/>
                <wp:positionH relativeFrom="column">
                  <wp:posOffset>4937760</wp:posOffset>
                </wp:positionH>
                <wp:positionV relativeFrom="paragraph">
                  <wp:posOffset>178435</wp:posOffset>
                </wp:positionV>
                <wp:extent cx="224155" cy="355600"/>
                <wp:effectExtent l="19050" t="0" r="4445" b="25400"/>
                <wp:wrapNone/>
                <wp:docPr id="31" name="Arrow: Down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4155" cy="35560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214B4A94">
              <v:shape id="Arrow: Down 9" style="position:absolute;margin-left:388.8pt;margin-top:14.05pt;width:17.65pt;height:2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472c4" strokecolor="#2f528f" strokeweight="1pt" type="#_x0000_t67" adj="147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" w14:anchorId="3C73FC40">
                <v:path arrowok="t"/>
              </v:shape>
            </w:pict>
          </mc:Fallback>
        </mc:AlternateContent>
      </w:r>
    </w:p>
    <w:p w14:paraId="6EB3D7AA" w14:textId="01F18C8F" w:rsidR="00F064AB" w:rsidRPr="00084450" w:rsidRDefault="002B4612" w:rsidP="00F064AB">
      <w:pPr>
        <w:rPr>
          <w:sz w:val="14"/>
          <w:szCs w:val="52"/>
        </w:rPr>
      </w:pPr>
      <w:r w:rsidRPr="00084450">
        <w:rPr>
          <w:noProof/>
        </w:rPr>
        <mc:AlternateContent>
          <mc:Choice Requires="wps">
            <w:drawing>
              <wp:anchor distT="0" distB="0" distL="114300" distR="114300" simplePos="0" relativeHeight="251658255" behindDoc="0" locked="0" layoutInCell="1" allowOverlap="1" wp14:anchorId="1B0B3D0C" wp14:editId="4E85EDB5">
                <wp:simplePos x="0" y="0"/>
                <wp:positionH relativeFrom="column">
                  <wp:posOffset>-169545</wp:posOffset>
                </wp:positionH>
                <wp:positionV relativeFrom="paragraph">
                  <wp:posOffset>66675</wp:posOffset>
                </wp:positionV>
                <wp:extent cx="1913890" cy="1113790"/>
                <wp:effectExtent l="0" t="0" r="0" b="0"/>
                <wp:wrapNone/>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3890" cy="1113790"/>
                        </a:xfrm>
                        <a:prstGeom prst="rect">
                          <a:avLst/>
                        </a:prstGeom>
                        <a:noFill/>
                        <a:ln w="6350">
                          <a:noFill/>
                        </a:ln>
                      </wps:spPr>
                      <wps:txbx>
                        <w:txbxContent>
                          <w:p w14:paraId="3805F962" w14:textId="078B0B6E" w:rsidR="00F064AB" w:rsidRPr="00B30ADD" w:rsidRDefault="00F064AB" w:rsidP="00F064AB">
                            <w:pPr>
                              <w:jc w:val="center"/>
                            </w:pPr>
                            <w:r w:rsidRPr="00B30ADD">
                              <w:t>Concern lo</w:t>
                            </w:r>
                            <w:r>
                              <w:t xml:space="preserve">gged and passed immediately to </w:t>
                            </w:r>
                            <w:r w:rsidR="002B4612">
                              <w:t>the Designated Safeguarding Lead</w:t>
                            </w:r>
                            <w:r w:rsidRPr="00B30ADD">
                              <w:t xml:space="preserve"> for Child Protection</w:t>
                            </w:r>
                            <w:r w:rsidR="002B4612">
                              <w:t xml:space="preserve"> (DSL)</w:t>
                            </w:r>
                          </w:p>
                          <w:p w14:paraId="54E11D2A" w14:textId="77777777" w:rsidR="00F064AB" w:rsidRDefault="00F064AB" w:rsidP="00F064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0B3D0C" id="Text Box 8" o:spid="_x0000_s1032" type="#_x0000_t202" style="position:absolute;margin-left:-13.35pt;margin-top:5.25pt;width:150.7pt;height:87.7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" filled="f" stroked="f" strokeweight=".5pt">
                <v:textbox>
                  <w:txbxContent>
                    <w:p w14:paraId="3805F962" w14:textId="078B0B6E" w:rsidR="00F064AB" w:rsidRPr="00B30ADD" w:rsidRDefault="00F064AB" w:rsidP="00F064AB">
                      <w:pPr>
                        <w:jc w:val="center"/>
                      </w:pPr>
                      <w:r w:rsidRPr="00B30ADD">
                        <w:t>Concern lo</w:t>
                      </w:r>
                      <w:r>
                        <w:t xml:space="preserve">gged and passed immediately to </w:t>
                      </w:r>
                      <w:r w:rsidR="002B4612">
                        <w:t>the Designated Safeguarding Lead</w:t>
                      </w:r>
                      <w:r w:rsidRPr="00B30ADD">
                        <w:t xml:space="preserve"> for Child Protection</w:t>
                      </w:r>
                      <w:r w:rsidR="002B4612">
                        <w:t xml:space="preserve"> (DSL)</w:t>
                      </w:r>
                    </w:p>
                    <w:p w14:paraId="54E11D2A" w14:textId="77777777" w:rsidR="00F064AB" w:rsidRDefault="00F064AB" w:rsidP="00F064AB"/>
                  </w:txbxContent>
                </v:textbox>
              </v:shape>
            </w:pict>
          </mc:Fallback>
        </mc:AlternateContent>
      </w:r>
    </w:p>
    <w:p w14:paraId="312A1128" w14:textId="016E5CFA" w:rsidR="00F064AB" w:rsidRPr="00084450" w:rsidRDefault="004B5206" w:rsidP="00F064AB">
      <w:pPr>
        <w:rPr>
          <w:sz w:val="14"/>
          <w:szCs w:val="52"/>
        </w:rPr>
      </w:pPr>
      <w:r w:rsidRPr="00084450">
        <w:rPr>
          <w:noProof/>
        </w:rPr>
        <mc:AlternateContent>
          <mc:Choice Requires="wps">
            <w:drawing>
              <wp:anchor distT="0" distB="0" distL="114300" distR="114300" simplePos="0" relativeHeight="251658243" behindDoc="0" locked="0" layoutInCell="1" allowOverlap="1" wp14:anchorId="2CDEED8D" wp14:editId="07777777">
                <wp:simplePos x="0" y="0"/>
                <wp:positionH relativeFrom="column">
                  <wp:posOffset>4051300</wp:posOffset>
                </wp:positionH>
                <wp:positionV relativeFrom="paragraph">
                  <wp:posOffset>85725</wp:posOffset>
                </wp:positionV>
                <wp:extent cx="1976120" cy="1045845"/>
                <wp:effectExtent l="0" t="0" r="0" b="0"/>
                <wp:wrapNone/>
                <wp:docPr id="1993644987" name="Rectangle: Rounded Corners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6120" cy="1045845"/>
                        </a:xfrm>
                        <a:prstGeom prst="roundRect">
                          <a:avLst>
                            <a:gd name="adj" fmla="val 16667"/>
                          </a:avLst>
                        </a:prstGeom>
                        <a:solidFill>
                          <a:srgbClr val="BDD6EE"/>
                        </a:solidFill>
                        <a:ln w="1270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353EF485">
              <v:roundrect id="Rectangle: Rounded Corners 26" style="position:absolute;margin-left:319pt;margin-top:6.75pt;width:155.6pt;height:82.3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spid="_x0000_s1026" fillcolor="#bdd6ee" strokeweight="1pt" arcsize="10923f" w14:anchorId="7577B6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">
                <v:stroke joinstyle="miter"/>
              </v:roundrect>
            </w:pict>
          </mc:Fallback>
        </mc:AlternateContent>
      </w:r>
      <w:r w:rsidRPr="00084450">
        <w:rPr>
          <w:noProof/>
        </w:rPr>
        <mc:AlternateContent>
          <mc:Choice Requires="wps">
            <w:drawing>
              <wp:anchor distT="0" distB="0" distL="114300" distR="114300" simplePos="0" relativeHeight="251658256" behindDoc="0" locked="0" layoutInCell="1" allowOverlap="1" wp14:anchorId="06D2E1A5" wp14:editId="07777777">
                <wp:simplePos x="0" y="0"/>
                <wp:positionH relativeFrom="column">
                  <wp:posOffset>1929130</wp:posOffset>
                </wp:positionH>
                <wp:positionV relativeFrom="paragraph">
                  <wp:posOffset>83820</wp:posOffset>
                </wp:positionV>
                <wp:extent cx="1976120" cy="1047750"/>
                <wp:effectExtent l="0" t="0" r="0" b="0"/>
                <wp:wrapNone/>
                <wp:docPr id="1062445119" name="Rectangle: Rounded Corners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6120" cy="1047750"/>
                        </a:xfrm>
                        <a:prstGeom prst="roundRect">
                          <a:avLst>
                            <a:gd name="adj" fmla="val 16667"/>
                          </a:avLst>
                        </a:prstGeom>
                        <a:solidFill>
                          <a:srgbClr val="BDD6EE"/>
                        </a:solidFill>
                        <a:ln w="1270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7B13CB90">
              <v:roundrect id="Rectangle: Rounded Corners 25" style="position:absolute;margin-left:151.9pt;margin-top:6.6pt;width:155.6pt;height:8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spid="_x0000_s1026" fillcolor="#bdd6ee" strokeweight="1pt" arcsize="10923f" w14:anchorId="2A513F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">
                <v:stroke joinstyle="miter"/>
              </v:roundrect>
            </w:pict>
          </mc:Fallback>
        </mc:AlternateContent>
      </w:r>
      <w:r w:rsidRPr="00084450">
        <w:rPr>
          <w:noProof/>
        </w:rPr>
        <mc:AlternateContent>
          <mc:Choice Requires="wps">
            <w:drawing>
              <wp:anchor distT="0" distB="0" distL="114300" distR="114300" simplePos="0" relativeHeight="251658257" behindDoc="0" locked="0" layoutInCell="1" allowOverlap="1" wp14:anchorId="489238FF" wp14:editId="07777777">
                <wp:simplePos x="0" y="0"/>
                <wp:positionH relativeFrom="margin">
                  <wp:posOffset>1903095</wp:posOffset>
                </wp:positionH>
                <wp:positionV relativeFrom="paragraph">
                  <wp:posOffset>83820</wp:posOffset>
                </wp:positionV>
                <wp:extent cx="1964690" cy="1180465"/>
                <wp:effectExtent l="0" t="0"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4690" cy="1180465"/>
                        </a:xfrm>
                        <a:prstGeom prst="rect">
                          <a:avLst/>
                        </a:prstGeom>
                        <a:noFill/>
                        <a:ln w="6350">
                          <a:noFill/>
                        </a:ln>
                      </wps:spPr>
                      <wps:txbx>
                        <w:txbxContent>
                          <w:p w14:paraId="035CCD89" w14:textId="77777777" w:rsidR="00F064AB" w:rsidRPr="00304BF2" w:rsidRDefault="003C6749" w:rsidP="00F064AB">
                            <w:pPr>
                              <w:jc w:val="center"/>
                            </w:pPr>
                            <w:r>
                              <w:t>F</w:t>
                            </w:r>
                            <w:r w:rsidR="00304BF2" w:rsidRPr="00304BF2">
                              <w:t>ollow the Allegation</w:t>
                            </w:r>
                            <w:r>
                              <w:t xml:space="preserve"> against a person who works or volunteers with children</w:t>
                            </w:r>
                            <w:r w:rsidR="00F064AB" w:rsidRPr="00304BF2">
                              <w:t xml:space="preserve"> </w:t>
                            </w:r>
                            <w:r w:rsidR="00304BF2" w:rsidRPr="00304BF2">
                              <w:t>F</w:t>
                            </w:r>
                            <w:r w:rsidR="00F064AB" w:rsidRPr="00304BF2">
                              <w:t xml:space="preserve">low </w:t>
                            </w:r>
                            <w:r w:rsidR="00304BF2" w:rsidRPr="00304BF2">
                              <w:t>C</w:t>
                            </w:r>
                            <w:r w:rsidR="00F064AB" w:rsidRPr="00304BF2">
                              <w:t xml:space="preserve">hart </w:t>
                            </w:r>
                            <w:r w:rsidR="00304BF2">
                              <w:t>and Guidance</w:t>
                            </w:r>
                            <w:r w:rsidR="00C36781">
                              <w:t xml:space="preserve"> (Jan 2021</w:t>
                            </w:r>
                            <w:r>
                              <w:t>)</w:t>
                            </w:r>
                          </w:p>
                          <w:p w14:paraId="2DE403A5" w14:textId="77777777" w:rsidR="00F064AB" w:rsidRDefault="00F064AB" w:rsidP="00F064AB">
                            <w:pPr>
                              <w:rPr>
                                <w:b/>
                                <w:color w:val="002060"/>
                              </w:rPr>
                            </w:pPr>
                          </w:p>
                          <w:p w14:paraId="62431CDC" w14:textId="77777777" w:rsidR="00F064AB" w:rsidRPr="00B30ADD" w:rsidRDefault="00F064AB" w:rsidP="00F064AB">
                            <w:pPr>
                              <w:rPr>
                                <w:b/>
                                <w:color w:val="0020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9238FF" id="Text Box 7" o:spid="_x0000_s1033" type="#_x0000_t202" style="position:absolute;margin-left:149.85pt;margin-top:6.6pt;width:154.7pt;height:92.95pt;z-index:2516582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" filled="f" stroked="f" strokeweight=".5pt">
                <v:textbox>
                  <w:txbxContent>
                    <w:p w14:paraId="035CCD89" w14:textId="77777777" w:rsidR="00F064AB" w:rsidRPr="00304BF2" w:rsidRDefault="003C6749" w:rsidP="00F064AB">
                      <w:pPr>
                        <w:jc w:val="center"/>
                      </w:pPr>
                      <w:r>
                        <w:t>F</w:t>
                      </w:r>
                      <w:r w:rsidR="00304BF2" w:rsidRPr="00304BF2">
                        <w:t>ollow the Allegation</w:t>
                      </w:r>
                      <w:r>
                        <w:t xml:space="preserve"> against a person who works or volunteers with children</w:t>
                      </w:r>
                      <w:r w:rsidR="00F064AB" w:rsidRPr="00304BF2">
                        <w:t xml:space="preserve"> </w:t>
                      </w:r>
                      <w:r w:rsidR="00304BF2" w:rsidRPr="00304BF2">
                        <w:t>F</w:t>
                      </w:r>
                      <w:r w:rsidR="00F064AB" w:rsidRPr="00304BF2">
                        <w:t xml:space="preserve">low </w:t>
                      </w:r>
                      <w:r w:rsidR="00304BF2" w:rsidRPr="00304BF2">
                        <w:t>C</w:t>
                      </w:r>
                      <w:r w:rsidR="00F064AB" w:rsidRPr="00304BF2">
                        <w:t xml:space="preserve">hart </w:t>
                      </w:r>
                      <w:r w:rsidR="00304BF2">
                        <w:t>and Guidance</w:t>
                      </w:r>
                      <w:r w:rsidR="00C36781">
                        <w:t xml:space="preserve"> (Jan 2021</w:t>
                      </w:r>
                      <w:r>
                        <w:t>)</w:t>
                      </w:r>
                    </w:p>
                    <w:p w14:paraId="2DE403A5" w14:textId="77777777" w:rsidR="00F064AB" w:rsidRDefault="00F064AB" w:rsidP="00F064AB">
                      <w:pPr>
                        <w:rPr>
                          <w:b/>
                          <w:color w:val="002060"/>
                        </w:rPr>
                      </w:pPr>
                    </w:p>
                    <w:p w14:paraId="62431CDC" w14:textId="77777777" w:rsidR="00F064AB" w:rsidRPr="00B30ADD" w:rsidRDefault="00F064AB" w:rsidP="00F064AB">
                      <w:pPr>
                        <w:rPr>
                          <w:b/>
                          <w:color w:val="002060"/>
                        </w:rPr>
                      </w:pPr>
                    </w:p>
                  </w:txbxContent>
                </v:textbox>
                <w10:wrap anchorx="margin"/>
              </v:shape>
            </w:pict>
          </mc:Fallback>
        </mc:AlternateContent>
      </w:r>
    </w:p>
    <w:p w14:paraId="5BE93A62" w14:textId="77777777" w:rsidR="00F064AB" w:rsidRPr="00084450" w:rsidRDefault="00F064AB" w:rsidP="00F064AB">
      <w:pPr>
        <w:rPr>
          <w:sz w:val="14"/>
          <w:szCs w:val="52"/>
        </w:rPr>
      </w:pPr>
    </w:p>
    <w:p w14:paraId="384BA73E" w14:textId="77777777" w:rsidR="00F064AB" w:rsidRPr="00084450" w:rsidRDefault="00F064AB" w:rsidP="00F064AB">
      <w:pPr>
        <w:rPr>
          <w:sz w:val="14"/>
          <w:szCs w:val="52"/>
        </w:rPr>
      </w:pPr>
    </w:p>
    <w:p w14:paraId="4EA0721C" w14:textId="77777777" w:rsidR="00F064AB" w:rsidRPr="00084450" w:rsidRDefault="004B5206" w:rsidP="00F064AB">
      <w:pPr>
        <w:rPr>
          <w:sz w:val="14"/>
          <w:szCs w:val="14"/>
        </w:rPr>
      </w:pPr>
      <w:r w:rsidRPr="00084450">
        <w:rPr>
          <w:noProof/>
        </w:rPr>
        <mc:AlternateContent>
          <mc:Choice Requires="wps">
            <w:drawing>
              <wp:anchor distT="0" distB="0" distL="114300" distR="114300" simplePos="0" relativeHeight="251658245" behindDoc="0" locked="0" layoutInCell="1" allowOverlap="1" wp14:anchorId="76AC1824" wp14:editId="0E9149D0">
                <wp:simplePos x="0" y="0"/>
                <wp:positionH relativeFrom="column">
                  <wp:posOffset>4123690</wp:posOffset>
                </wp:positionH>
                <wp:positionV relativeFrom="paragraph">
                  <wp:posOffset>38735</wp:posOffset>
                </wp:positionV>
                <wp:extent cx="1838325" cy="71437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38325" cy="714375"/>
                        </a:xfrm>
                        <a:prstGeom prst="rect">
                          <a:avLst/>
                        </a:prstGeom>
                        <a:noFill/>
                        <a:ln w="6350">
                          <a:noFill/>
                        </a:ln>
                      </wps:spPr>
                      <wps:txbx>
                        <w:txbxContent>
                          <w:p w14:paraId="7119648C" w14:textId="77777777" w:rsidR="00AE4AD8" w:rsidRPr="000A12BE" w:rsidRDefault="00AE4AD8" w:rsidP="005E1377">
                            <w:pPr>
                              <w:spacing w:line="256" w:lineRule="auto"/>
                              <w:jc w:val="center"/>
                              <w:rPr>
                                <w:rFonts w:cs="Arial"/>
                                <w:sz w:val="28"/>
                                <w:szCs w:val="28"/>
                              </w:rPr>
                            </w:pPr>
                            <w:r w:rsidRPr="000A12BE">
                              <w:rPr>
                                <w:rFonts w:cs="Arial"/>
                                <w:sz w:val="28"/>
                                <w:szCs w:val="28"/>
                              </w:rPr>
                              <w:t xml:space="preserve">Discuss with the setting manager or </w:t>
                            </w:r>
                            <w:r w:rsidRPr="000A12BE">
                              <w:rPr>
                                <w:rFonts w:cs="Arial"/>
                                <w:color w:val="000000"/>
                                <w:sz w:val="28"/>
                                <w:szCs w:val="28"/>
                              </w:rPr>
                              <w:t>DSL</w:t>
                            </w:r>
                          </w:p>
                        </w:txbxContent>
                      </wps:txbx>
                      <wps:bodyPr spcFirstLastPara="0" wrap="square" lIns="91440" tIns="45720" rIns="91440" bIns="45720" anchor="t">
                        <a:noAutofit/>
                      </wps:bodyPr>
                    </wps:wsp>
                  </a:graphicData>
                </a:graphic>
                <wp14:sizeRelH relativeFrom="margin">
                  <wp14:pctWidth>0</wp14:pctWidth>
                </wp14:sizeRelH>
                <wp14:sizeRelV relativeFrom="margin">
                  <wp14:pctHeight>0</wp14:pctHeight>
                </wp14:sizeRelV>
              </wp:anchor>
            </w:drawing>
          </mc:Choice>
          <mc:Fallback>
            <w:pict>
              <v:rect w14:anchorId="76AC1824" id="_x0000_s1034" style="position:absolute;margin-left:324.7pt;margin-top:3.05pt;width:144.75pt;height:56.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" filled="f" stroked="f" strokeweight=".5pt">
                <v:textbox>
                  <w:txbxContent>
                    <w:p w14:paraId="7119648C" w14:textId="77777777" w:rsidR="00AE4AD8" w:rsidRPr="000A12BE" w:rsidRDefault="00AE4AD8" w:rsidP="005E1377">
                      <w:pPr>
                        <w:spacing w:line="256" w:lineRule="auto"/>
                        <w:jc w:val="center"/>
                        <w:rPr>
                          <w:rFonts w:cs="Arial"/>
                          <w:sz w:val="28"/>
                          <w:szCs w:val="28"/>
                        </w:rPr>
                      </w:pPr>
                      <w:r w:rsidRPr="000A12BE">
                        <w:rPr>
                          <w:rFonts w:cs="Arial"/>
                          <w:sz w:val="28"/>
                          <w:szCs w:val="28"/>
                        </w:rPr>
                        <w:t xml:space="preserve">Discuss with the setting manager or </w:t>
                      </w:r>
                      <w:r w:rsidRPr="000A12BE">
                        <w:rPr>
                          <w:rFonts w:cs="Arial"/>
                          <w:color w:val="000000"/>
                          <w:sz w:val="28"/>
                          <w:szCs w:val="28"/>
                        </w:rPr>
                        <w:t>DSL</w:t>
                      </w:r>
                    </w:p>
                  </w:txbxContent>
                </v:textbox>
              </v:rect>
            </w:pict>
          </mc:Fallback>
        </mc:AlternateContent>
      </w:r>
    </w:p>
    <w:p w14:paraId="34B3F2EB" w14:textId="77777777" w:rsidR="00F064AB" w:rsidRPr="00084450" w:rsidRDefault="00F064AB" w:rsidP="00F064AB">
      <w:pPr>
        <w:rPr>
          <w:sz w:val="14"/>
          <w:szCs w:val="52"/>
        </w:rPr>
      </w:pPr>
    </w:p>
    <w:p w14:paraId="7D34F5C7" w14:textId="77777777" w:rsidR="00F064AB" w:rsidRPr="00084450" w:rsidRDefault="00F064AB" w:rsidP="00F064AB">
      <w:pPr>
        <w:rPr>
          <w:sz w:val="14"/>
          <w:szCs w:val="52"/>
        </w:rPr>
      </w:pPr>
    </w:p>
    <w:p w14:paraId="0B4020A7" w14:textId="77777777" w:rsidR="00F064AB" w:rsidRPr="00084450" w:rsidRDefault="00F064AB" w:rsidP="00F064AB">
      <w:pPr>
        <w:rPr>
          <w:sz w:val="14"/>
          <w:szCs w:val="52"/>
        </w:rPr>
      </w:pPr>
    </w:p>
    <w:p w14:paraId="1D7B270A" w14:textId="77777777" w:rsidR="00F064AB" w:rsidRPr="00084450" w:rsidRDefault="00F064AB" w:rsidP="00F064AB">
      <w:pPr>
        <w:rPr>
          <w:sz w:val="14"/>
          <w:szCs w:val="52"/>
        </w:rPr>
      </w:pPr>
    </w:p>
    <w:p w14:paraId="4F904CB7" w14:textId="77777777" w:rsidR="00F064AB" w:rsidRPr="00084450" w:rsidRDefault="00F064AB" w:rsidP="00F064AB">
      <w:pPr>
        <w:rPr>
          <w:sz w:val="14"/>
          <w:szCs w:val="52"/>
        </w:rPr>
      </w:pPr>
    </w:p>
    <w:p w14:paraId="65D7B467" w14:textId="77777777" w:rsidR="00F064AB" w:rsidRPr="00084450" w:rsidRDefault="004B5206" w:rsidP="00F064AB">
      <w:pPr>
        <w:rPr>
          <w:sz w:val="52"/>
          <w:szCs w:val="52"/>
        </w:rPr>
      </w:pPr>
      <w:r w:rsidRPr="00084450">
        <w:rPr>
          <w:noProof/>
          <w:sz w:val="52"/>
          <w:szCs w:val="52"/>
          <w:lang w:eastAsia="en-GB"/>
        </w:rPr>
        <mc:AlternateContent>
          <mc:Choice Requires="wps">
            <w:drawing>
              <wp:anchor distT="0" distB="0" distL="114300" distR="114300" simplePos="0" relativeHeight="251658263" behindDoc="0" locked="0" layoutInCell="1" allowOverlap="1" wp14:anchorId="3C88100D" wp14:editId="583401C7">
                <wp:simplePos x="0" y="0"/>
                <wp:positionH relativeFrom="column">
                  <wp:posOffset>619760</wp:posOffset>
                </wp:positionH>
                <wp:positionV relativeFrom="paragraph">
                  <wp:posOffset>135890</wp:posOffset>
                </wp:positionV>
                <wp:extent cx="259080" cy="752475"/>
                <wp:effectExtent l="19050" t="0" r="7620" b="28575"/>
                <wp:wrapNone/>
                <wp:docPr id="1927053502" name="Arrow: Down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9080" cy="75247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type id="_x0000_t67" coordsize="21600,21600" o:spt="67" adj="16200,5400" path="m0@0l@1@0@1,0@2,0@2@0,21600@0,10800,21600xe" w14:anchorId="5238763B">
                <v:stroke joinstyle="miter"/>
                <v:formulas>
                  <v:f eqn="val #0"/>
                  <v:f eqn="val #1"/>
                  <v:f eqn="sum height 0 #1"/>
                  <v:f eqn="sum 10800 0 #1"/>
                  <v:f eqn="sum width 0 #0"/>
                  <v:f eqn="prod @4 @3 10800"/>
                  <v:f eqn="sum width 0 @5"/>
                </v:formulas>
                <v:path textboxrect="@1,0,@2,@6" o:connecttype="custom" o:connectlocs="10800,0;0,@0;10800,21600;21600,@0" o:connectangles="270,180,90,0"/>
                <v:handles>
                  <v:h position="#1,#0" xrange="0,10800" yrange="0,21600"/>
                </v:handles>
              </v:shapetype>
              <v:shape id="Arrow: Down 30" style="position:absolute;margin-left:48.8pt;margin-top:10.7pt;width:20.4pt;height:59.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472c4" strokecolor="#2f528f" strokeweight="1pt" type="#_x0000_t67" adj="17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">
                <v:path arrowok="t"/>
              </v:shape>
            </w:pict>
          </mc:Fallback>
        </mc:AlternateContent>
      </w:r>
      <w:r w:rsidRPr="00084450">
        <w:rPr>
          <w:noProof/>
          <w:sz w:val="52"/>
          <w:szCs w:val="52"/>
          <w:lang w:eastAsia="en-GB"/>
        </w:rPr>
        <mc:AlternateContent>
          <mc:Choice Requires="wps">
            <w:drawing>
              <wp:anchor distT="0" distB="0" distL="114300" distR="114300" simplePos="0" relativeHeight="251658264" behindDoc="0" locked="0" layoutInCell="1" allowOverlap="1" wp14:anchorId="314D7089" wp14:editId="07777777">
                <wp:simplePos x="0" y="0"/>
                <wp:positionH relativeFrom="column">
                  <wp:posOffset>4902835</wp:posOffset>
                </wp:positionH>
                <wp:positionV relativeFrom="paragraph">
                  <wp:posOffset>265430</wp:posOffset>
                </wp:positionV>
                <wp:extent cx="259080" cy="880110"/>
                <wp:effectExtent l="19050" t="0" r="7620" b="15240"/>
                <wp:wrapNone/>
                <wp:docPr id="370285260" name="Arrow: Down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9080" cy="88011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5605603B">
              <v:shape id="Arrow: Down 30" style="position:absolute;margin-left:386.05pt;margin-top:20.9pt;width:20.4pt;height:69.3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472c4" strokecolor="#2f528f" strokeweight="1pt" type="#_x0000_t67" adj="184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" w14:anchorId="2AA5E147">
                <v:path arrowok="t"/>
              </v:shape>
            </w:pict>
          </mc:Fallback>
        </mc:AlternateContent>
      </w:r>
      <w:r w:rsidRPr="00084450">
        <w:rPr>
          <w:noProof/>
          <w:sz w:val="52"/>
          <w:szCs w:val="52"/>
          <w:lang w:eastAsia="en-GB"/>
        </w:rPr>
        <mc:AlternateContent>
          <mc:Choice Requires="wps">
            <w:drawing>
              <wp:anchor distT="0" distB="0" distL="114300" distR="114300" simplePos="0" relativeHeight="251658267" behindDoc="0" locked="0" layoutInCell="1" allowOverlap="1" wp14:anchorId="6B21C492" wp14:editId="07777777">
                <wp:simplePos x="0" y="0"/>
                <wp:positionH relativeFrom="column">
                  <wp:posOffset>2747010</wp:posOffset>
                </wp:positionH>
                <wp:positionV relativeFrom="paragraph">
                  <wp:posOffset>265430</wp:posOffset>
                </wp:positionV>
                <wp:extent cx="259080" cy="935990"/>
                <wp:effectExtent l="19050" t="0" r="7620" b="16510"/>
                <wp:wrapNone/>
                <wp:docPr id="1531298333" name="Arrow: Down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9080" cy="93599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6F1343D7">
              <v:shape id="Arrow: Down 30" style="position:absolute;margin-left:216.3pt;margin-top:20.9pt;width:20.4pt;height:73.7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472c4" strokecolor="#2f528f" strokeweight="1pt" type="#_x0000_t67" adj="18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" w14:anchorId="6F67A5EB">
                <v:path arrowok="t"/>
              </v:shape>
            </w:pict>
          </mc:Fallback>
        </mc:AlternateContent>
      </w:r>
    </w:p>
    <w:p w14:paraId="06971CD3" w14:textId="77777777" w:rsidR="00F064AB" w:rsidRPr="00084450" w:rsidRDefault="00F064AB" w:rsidP="00F064AB">
      <w:pPr>
        <w:rPr>
          <w:sz w:val="52"/>
          <w:szCs w:val="52"/>
        </w:rPr>
      </w:pPr>
    </w:p>
    <w:p w14:paraId="4D78DB31" w14:textId="77777777" w:rsidR="00F064AB" w:rsidRPr="00084450" w:rsidRDefault="004B5206" w:rsidP="00F064AB">
      <w:pPr>
        <w:rPr>
          <w:sz w:val="52"/>
          <w:szCs w:val="52"/>
        </w:rPr>
      </w:pPr>
      <w:r w:rsidRPr="00084450">
        <w:rPr>
          <w:noProof/>
        </w:rPr>
        <mc:AlternateContent>
          <mc:Choice Requires="wps">
            <w:drawing>
              <wp:anchor distT="0" distB="0" distL="114300" distR="114300" simplePos="0" relativeHeight="251658246" behindDoc="0" locked="0" layoutInCell="1" allowOverlap="1" wp14:anchorId="3257B0AC" wp14:editId="07777777">
                <wp:simplePos x="0" y="0"/>
                <wp:positionH relativeFrom="margin">
                  <wp:posOffset>-377190</wp:posOffset>
                </wp:positionH>
                <wp:positionV relativeFrom="paragraph">
                  <wp:posOffset>186690</wp:posOffset>
                </wp:positionV>
                <wp:extent cx="2076450" cy="1619250"/>
                <wp:effectExtent l="0" t="0" r="0" b="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6450" cy="1619250"/>
                        </a:xfrm>
                        <a:prstGeom prst="rect">
                          <a:avLst/>
                        </a:prstGeom>
                        <a:noFill/>
                        <a:ln w="6350">
                          <a:noFill/>
                        </a:ln>
                      </wps:spPr>
                      <wps:txbx>
                        <w:txbxContent>
                          <w:p w14:paraId="6090C0E8" w14:textId="432EE3B7" w:rsidR="00FA72BA" w:rsidRDefault="00F064AB" w:rsidP="00F064AB">
                            <w:pPr>
                              <w:jc w:val="center"/>
                            </w:pPr>
                            <w:r w:rsidRPr="00B30ADD">
                              <w:t>D</w:t>
                            </w:r>
                            <w:r w:rsidR="002B4612">
                              <w:t>SL</w:t>
                            </w:r>
                            <w:r w:rsidRPr="00B30ADD">
                              <w:t xml:space="preserve"> will decide what action to take, which may include </w:t>
                            </w:r>
                            <w:r>
                              <w:t xml:space="preserve">a </w:t>
                            </w:r>
                            <w:r w:rsidR="00FA72BA">
                              <w:t xml:space="preserve">referral to </w:t>
                            </w:r>
                            <w:r>
                              <w:t>Children’s Social C</w:t>
                            </w:r>
                            <w:r w:rsidRPr="00B30ADD">
                              <w:t xml:space="preserve">are </w:t>
                            </w:r>
                          </w:p>
                          <w:p w14:paraId="72B01BDD" w14:textId="77777777" w:rsidR="00F064AB" w:rsidRPr="0054526C" w:rsidRDefault="00FA72BA" w:rsidP="00F064AB">
                            <w:pPr>
                              <w:jc w:val="center"/>
                            </w:pPr>
                            <w:r>
                              <w:rPr>
                                <w:b/>
                              </w:rPr>
                              <w:t xml:space="preserve">0345 045 </w:t>
                            </w:r>
                            <w:r w:rsidRPr="00982CE7">
                              <w:rPr>
                                <w:b/>
                              </w:rPr>
                              <w:t>5203</w:t>
                            </w:r>
                            <w:r w:rsidR="00EB3F39" w:rsidRPr="00982CE7">
                              <w:rPr>
                                <w:b/>
                              </w:rPr>
                              <w:t xml:space="preserve"> &amp; Written referral form completed on SGPB page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57B0AC" id="Text Box 6" o:spid="_x0000_s1035" type="#_x0000_t202" style="position:absolute;margin-left:-29.7pt;margin-top:14.7pt;width:163.5pt;height:127.5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" filled="f" stroked="f" strokeweight=".5pt">
                <v:textbox>
                  <w:txbxContent>
                    <w:p w14:paraId="6090C0E8" w14:textId="432EE3B7" w:rsidR="00FA72BA" w:rsidRDefault="00F064AB" w:rsidP="00F064AB">
                      <w:pPr>
                        <w:jc w:val="center"/>
                      </w:pPr>
                      <w:r w:rsidRPr="00B30ADD">
                        <w:t>D</w:t>
                      </w:r>
                      <w:r w:rsidR="002B4612">
                        <w:t>SL</w:t>
                      </w:r>
                      <w:r w:rsidRPr="00B30ADD">
                        <w:t xml:space="preserve"> will decide what action to take, which may include </w:t>
                      </w:r>
                      <w:r>
                        <w:t xml:space="preserve">a </w:t>
                      </w:r>
                      <w:r w:rsidR="00FA72BA">
                        <w:t xml:space="preserve">referral to </w:t>
                      </w:r>
                      <w:r>
                        <w:t>Children’s Social C</w:t>
                      </w:r>
                      <w:r w:rsidRPr="00B30ADD">
                        <w:t xml:space="preserve">are </w:t>
                      </w:r>
                    </w:p>
                    <w:p w14:paraId="72B01BDD" w14:textId="77777777" w:rsidR="00F064AB" w:rsidRPr="0054526C" w:rsidRDefault="00FA72BA" w:rsidP="00F064AB">
                      <w:pPr>
                        <w:jc w:val="center"/>
                      </w:pPr>
                      <w:r>
                        <w:rPr>
                          <w:b/>
                        </w:rPr>
                        <w:t xml:space="preserve">0345 045 </w:t>
                      </w:r>
                      <w:r w:rsidRPr="00982CE7">
                        <w:rPr>
                          <w:b/>
                        </w:rPr>
                        <w:t>5203</w:t>
                      </w:r>
                      <w:r w:rsidR="00EB3F39" w:rsidRPr="00982CE7">
                        <w:rPr>
                          <w:b/>
                        </w:rPr>
                        <w:t xml:space="preserve"> &amp; Written referral form completed on SGPB page</w:t>
                      </w:r>
                    </w:p>
                  </w:txbxContent>
                </v:textbox>
                <w10:wrap anchorx="margin"/>
              </v:shape>
            </w:pict>
          </mc:Fallback>
        </mc:AlternateContent>
      </w:r>
      <w:r w:rsidRPr="00084450">
        <w:rPr>
          <w:noProof/>
        </w:rPr>
        <mc:AlternateContent>
          <mc:Choice Requires="wps">
            <w:drawing>
              <wp:anchor distT="0" distB="0" distL="114300" distR="114300" simplePos="0" relativeHeight="251658242" behindDoc="0" locked="0" layoutInCell="1" allowOverlap="1" wp14:anchorId="5E78BB7D" wp14:editId="07777777">
                <wp:simplePos x="0" y="0"/>
                <wp:positionH relativeFrom="column">
                  <wp:posOffset>-291465</wp:posOffset>
                </wp:positionH>
                <wp:positionV relativeFrom="paragraph">
                  <wp:posOffset>129540</wp:posOffset>
                </wp:positionV>
                <wp:extent cx="1990725" cy="1532255"/>
                <wp:effectExtent l="0" t="0" r="0" b="0"/>
                <wp:wrapNone/>
                <wp:docPr id="595690993" name="Rectangle: Rounded Corners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1532255"/>
                        </a:xfrm>
                        <a:prstGeom prst="roundRect">
                          <a:avLst>
                            <a:gd name="adj" fmla="val 16667"/>
                          </a:avLst>
                        </a:prstGeom>
                        <a:solidFill>
                          <a:srgbClr val="9CC2E5"/>
                        </a:solidFill>
                        <a:ln w="1270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4615DDB5">
              <v:roundrect id="Rectangle: Rounded Corners 27" style="position:absolute;margin-left:-22.95pt;margin-top:10.2pt;width:156.75pt;height:120.6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spid="_x0000_s1026" fillcolor="#9cc2e5" strokeweight="1pt" arcsize="10923f" w14:anchorId="6A47C9C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">
                <v:stroke joinstyle="miter"/>
              </v:roundrect>
            </w:pict>
          </mc:Fallback>
        </mc:AlternateContent>
      </w:r>
    </w:p>
    <w:p w14:paraId="40AF626E" w14:textId="21D90C35" w:rsidR="00F064AB" w:rsidRPr="00084450" w:rsidRDefault="004E4EA0" w:rsidP="00F064AB">
      <w:pPr>
        <w:tabs>
          <w:tab w:val="left" w:pos="3375"/>
        </w:tabs>
        <w:rPr>
          <w:sz w:val="52"/>
          <w:szCs w:val="52"/>
        </w:rPr>
      </w:pPr>
      <w:r w:rsidRPr="00084450">
        <w:rPr>
          <w:noProof/>
        </w:rPr>
        <mc:AlternateContent>
          <mc:Choice Requires="wps">
            <w:drawing>
              <wp:anchor distT="0" distB="0" distL="114300" distR="114300" simplePos="0" relativeHeight="251658259" behindDoc="0" locked="0" layoutInCell="1" allowOverlap="1" wp14:anchorId="046924B7" wp14:editId="1F236C2B">
                <wp:simplePos x="0" y="0"/>
                <wp:positionH relativeFrom="column">
                  <wp:posOffset>4104640</wp:posOffset>
                </wp:positionH>
                <wp:positionV relativeFrom="paragraph">
                  <wp:posOffset>106045</wp:posOffset>
                </wp:positionV>
                <wp:extent cx="2066925" cy="1676400"/>
                <wp:effectExtent l="0" t="0" r="0" b="0"/>
                <wp:wrapNone/>
                <wp:docPr id="70918376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66925" cy="1676400"/>
                        </a:xfrm>
                        <a:prstGeom prst="rect">
                          <a:avLst/>
                        </a:prstGeom>
                        <a:noFill/>
                        <a:ln w="6350">
                          <a:noFill/>
                        </a:ln>
                      </wps:spPr>
                      <wps:txbx>
                        <w:txbxContent>
                          <w:p w14:paraId="5CAE9EBE" w14:textId="11DED6B0" w:rsidR="005D606A" w:rsidRDefault="00F064AB" w:rsidP="005D606A">
                            <w:pPr>
                              <w:jc w:val="center"/>
                            </w:pPr>
                            <w:r w:rsidRPr="00B30ADD">
                              <w:t>Manager</w:t>
                            </w:r>
                            <w:r w:rsidR="00504CC5">
                              <w:t>/SENCO</w:t>
                            </w:r>
                            <w:r w:rsidR="005D606A">
                              <w:t>/</w:t>
                            </w:r>
                            <w:r w:rsidRPr="00B30ADD">
                              <w:t>D</w:t>
                            </w:r>
                            <w:r w:rsidR="000A12BE">
                              <w:t>SL</w:t>
                            </w:r>
                            <w:r w:rsidRPr="00B30ADD">
                              <w:t xml:space="preserve"> will </w:t>
                            </w:r>
                            <w:r w:rsidR="004D1D87" w:rsidRPr="00982CE7">
                              <w:t xml:space="preserve">consider </w:t>
                            </w:r>
                            <w:r w:rsidRPr="00982CE7">
                              <w:t>complet</w:t>
                            </w:r>
                            <w:r w:rsidR="004D1D87" w:rsidRPr="00982CE7">
                              <w:t>ing</w:t>
                            </w:r>
                            <w:r w:rsidRPr="00982CE7">
                              <w:t xml:space="preserve"> an Early Help </w:t>
                            </w:r>
                            <w:proofErr w:type="gramStart"/>
                            <w:r w:rsidRPr="00982CE7">
                              <w:t xml:space="preserve">Assessment </w:t>
                            </w:r>
                            <w:r w:rsidR="004D1D87" w:rsidRPr="00982CE7">
                              <w:t xml:space="preserve"> (</w:t>
                            </w:r>
                            <w:proofErr w:type="gramEnd"/>
                            <w:r w:rsidR="004D1D87" w:rsidRPr="00982CE7">
                              <w:t xml:space="preserve">EHA) after gaining </w:t>
                            </w:r>
                            <w:r w:rsidR="005D606A" w:rsidRPr="00982CE7">
                              <w:t xml:space="preserve">parental </w:t>
                            </w:r>
                            <w:r w:rsidR="004D1D87" w:rsidRPr="00982CE7">
                              <w:t xml:space="preserve">consent </w:t>
                            </w:r>
                            <w:r w:rsidR="004D1D87">
                              <w:t>and</w:t>
                            </w:r>
                            <w:r w:rsidRPr="00B30ADD">
                              <w:t xml:space="preserve"> contact</w:t>
                            </w:r>
                            <w:r w:rsidR="004D1D87">
                              <w:t xml:space="preserve">ing </w:t>
                            </w:r>
                            <w:r w:rsidRPr="00B30ADD">
                              <w:t>the Early Help Hub</w:t>
                            </w:r>
                            <w:r w:rsidR="004D1D87">
                              <w:t xml:space="preserve"> for further</w:t>
                            </w:r>
                            <w:r w:rsidRPr="00B30ADD">
                              <w:t xml:space="preserve"> advice</w:t>
                            </w:r>
                            <w:r w:rsidR="00803966">
                              <w:t>:</w:t>
                            </w:r>
                            <w:r w:rsidR="004D1D87">
                              <w:t xml:space="preserve"> </w:t>
                            </w:r>
                          </w:p>
                          <w:p w14:paraId="0ED63050" w14:textId="77777777" w:rsidR="00F064AB" w:rsidRPr="00B30ADD" w:rsidRDefault="00F064AB" w:rsidP="005D606A">
                            <w:pPr>
                              <w:jc w:val="center"/>
                              <w:rPr>
                                <w:color w:val="002060"/>
                              </w:rPr>
                            </w:pPr>
                            <w:r w:rsidRPr="00504CC5">
                              <w:rPr>
                                <w:b/>
                              </w:rPr>
                              <w:t>01480 376666</w:t>
                            </w:r>
                          </w:p>
                          <w:p w14:paraId="2A1F701D" w14:textId="77777777" w:rsidR="00F064AB" w:rsidRDefault="00F064AB" w:rsidP="00F064AB">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6924B7" id="Text Box 10" o:spid="_x0000_s1036" type="#_x0000_t202" style="position:absolute;margin-left:323.2pt;margin-top:8.35pt;width:162.75pt;height:132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" filled="f" stroked="f" strokeweight=".5pt">
                <v:textbox>
                  <w:txbxContent>
                    <w:p w14:paraId="5CAE9EBE" w14:textId="11DED6B0" w:rsidR="005D606A" w:rsidRDefault="00F064AB" w:rsidP="005D606A">
                      <w:pPr>
                        <w:jc w:val="center"/>
                      </w:pPr>
                      <w:r w:rsidRPr="00B30ADD">
                        <w:t>Manager</w:t>
                      </w:r>
                      <w:r w:rsidR="00504CC5">
                        <w:t>/SENCO</w:t>
                      </w:r>
                      <w:r w:rsidR="005D606A">
                        <w:t>/</w:t>
                      </w:r>
                      <w:r w:rsidRPr="00B30ADD">
                        <w:t>D</w:t>
                      </w:r>
                      <w:r w:rsidR="000A12BE">
                        <w:t>SL</w:t>
                      </w:r>
                      <w:r w:rsidRPr="00B30ADD">
                        <w:t xml:space="preserve"> will </w:t>
                      </w:r>
                      <w:r w:rsidR="004D1D87" w:rsidRPr="00982CE7">
                        <w:t xml:space="preserve">consider </w:t>
                      </w:r>
                      <w:r w:rsidRPr="00982CE7">
                        <w:t>complet</w:t>
                      </w:r>
                      <w:r w:rsidR="004D1D87" w:rsidRPr="00982CE7">
                        <w:t>ing</w:t>
                      </w:r>
                      <w:r w:rsidRPr="00982CE7">
                        <w:t xml:space="preserve"> an Early Help </w:t>
                      </w:r>
                      <w:proofErr w:type="gramStart"/>
                      <w:r w:rsidRPr="00982CE7">
                        <w:t xml:space="preserve">Assessment </w:t>
                      </w:r>
                      <w:r w:rsidR="004D1D87" w:rsidRPr="00982CE7">
                        <w:t xml:space="preserve"> (</w:t>
                      </w:r>
                      <w:proofErr w:type="gramEnd"/>
                      <w:r w:rsidR="004D1D87" w:rsidRPr="00982CE7">
                        <w:t xml:space="preserve">EHA) after gaining </w:t>
                      </w:r>
                      <w:r w:rsidR="005D606A" w:rsidRPr="00982CE7">
                        <w:t xml:space="preserve">parental </w:t>
                      </w:r>
                      <w:r w:rsidR="004D1D87" w:rsidRPr="00982CE7">
                        <w:t xml:space="preserve">consent </w:t>
                      </w:r>
                      <w:r w:rsidR="004D1D87">
                        <w:t>and</w:t>
                      </w:r>
                      <w:r w:rsidRPr="00B30ADD">
                        <w:t xml:space="preserve"> contact</w:t>
                      </w:r>
                      <w:r w:rsidR="004D1D87">
                        <w:t xml:space="preserve">ing </w:t>
                      </w:r>
                      <w:r w:rsidRPr="00B30ADD">
                        <w:t>the Early Help Hub</w:t>
                      </w:r>
                      <w:r w:rsidR="004D1D87">
                        <w:t xml:space="preserve"> for further</w:t>
                      </w:r>
                      <w:r w:rsidRPr="00B30ADD">
                        <w:t xml:space="preserve"> advice</w:t>
                      </w:r>
                      <w:r w:rsidR="00803966">
                        <w:t>:</w:t>
                      </w:r>
                      <w:r w:rsidR="004D1D87">
                        <w:t xml:space="preserve"> </w:t>
                      </w:r>
                    </w:p>
                    <w:p w14:paraId="0ED63050" w14:textId="77777777" w:rsidR="00F064AB" w:rsidRPr="00B30ADD" w:rsidRDefault="00F064AB" w:rsidP="005D606A">
                      <w:pPr>
                        <w:jc w:val="center"/>
                        <w:rPr>
                          <w:color w:val="002060"/>
                        </w:rPr>
                      </w:pPr>
                      <w:r w:rsidRPr="00504CC5">
                        <w:rPr>
                          <w:b/>
                        </w:rPr>
                        <w:t>01480 376666</w:t>
                      </w:r>
                    </w:p>
                    <w:p w14:paraId="2A1F701D" w14:textId="77777777" w:rsidR="00F064AB" w:rsidRDefault="00F064AB" w:rsidP="00F064AB">
                      <w:pPr>
                        <w:jc w:val="center"/>
                      </w:pPr>
                    </w:p>
                  </w:txbxContent>
                </v:textbox>
              </v:shape>
            </w:pict>
          </mc:Fallback>
        </mc:AlternateContent>
      </w:r>
      <w:r w:rsidRPr="00084450">
        <w:rPr>
          <w:noProof/>
        </w:rPr>
        <w:drawing>
          <wp:anchor distT="0" distB="0" distL="114300" distR="114300" simplePos="0" relativeHeight="251658270" behindDoc="0" locked="0" layoutInCell="1" allowOverlap="1" wp14:anchorId="7F912396" wp14:editId="2162537B">
            <wp:simplePos x="0" y="0"/>
            <wp:positionH relativeFrom="column">
              <wp:posOffset>2085340</wp:posOffset>
            </wp:positionH>
            <wp:positionV relativeFrom="paragraph">
              <wp:posOffset>210820</wp:posOffset>
            </wp:positionV>
            <wp:extent cx="1677035" cy="2609850"/>
            <wp:effectExtent l="0" t="0" r="0" b="0"/>
            <wp:wrapNone/>
            <wp:docPr id="38" name="Picture 3"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een Clippi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77035" cy="2609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4450">
        <w:rPr>
          <w:noProof/>
          <w:sz w:val="52"/>
          <w:szCs w:val="52"/>
          <w:lang w:eastAsia="en-GB"/>
        </w:rPr>
        <mc:AlternateContent>
          <mc:Choice Requires="wps">
            <w:drawing>
              <wp:anchor distT="0" distB="0" distL="114300" distR="114300" simplePos="0" relativeHeight="251658266" behindDoc="0" locked="0" layoutInCell="1" allowOverlap="1" wp14:anchorId="5683C232" wp14:editId="54650268">
                <wp:simplePos x="0" y="0"/>
                <wp:positionH relativeFrom="column">
                  <wp:posOffset>1894840</wp:posOffset>
                </wp:positionH>
                <wp:positionV relativeFrom="paragraph">
                  <wp:posOffset>106044</wp:posOffset>
                </wp:positionV>
                <wp:extent cx="1976120" cy="2905125"/>
                <wp:effectExtent l="0" t="0" r="24130" b="28575"/>
                <wp:wrapNone/>
                <wp:docPr id="1777926847" name="Rectangle: Rounded Corners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6120" cy="2905125"/>
                        </a:xfrm>
                        <a:prstGeom prst="roundRect">
                          <a:avLst>
                            <a:gd name="adj" fmla="val 16667"/>
                          </a:avLst>
                        </a:prstGeom>
                        <a:solidFill>
                          <a:srgbClr val="9CC2E5"/>
                        </a:solidFill>
                        <a:ln w="1270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roundrect id="Rectangle: Rounded Corners 25" style="position:absolute;margin-left:149.2pt;margin-top:8.35pt;width:155.6pt;height:228.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spid="_x0000_s1026" fillcolor="#9cc2e5" strokeweight="1pt" arcsize="10923f" w14:anchorId="33CAAD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">
                <v:stroke joinstyle="miter"/>
              </v:roundrect>
            </w:pict>
          </mc:Fallback>
        </mc:AlternateContent>
      </w:r>
      <w:r w:rsidR="004B5206" w:rsidRPr="00084450">
        <w:rPr>
          <w:noProof/>
        </w:rPr>
        <mc:AlternateContent>
          <mc:Choice Requires="wps">
            <w:drawing>
              <wp:anchor distT="0" distB="0" distL="114300" distR="114300" simplePos="0" relativeHeight="251658258" behindDoc="0" locked="0" layoutInCell="1" allowOverlap="1" wp14:anchorId="36FB9F99" wp14:editId="07777777">
                <wp:simplePos x="0" y="0"/>
                <wp:positionH relativeFrom="column">
                  <wp:posOffset>4100830</wp:posOffset>
                </wp:positionH>
                <wp:positionV relativeFrom="paragraph">
                  <wp:posOffset>62230</wp:posOffset>
                </wp:positionV>
                <wp:extent cx="1990725" cy="1555750"/>
                <wp:effectExtent l="0" t="0" r="0" b="0"/>
                <wp:wrapNone/>
                <wp:docPr id="872973954" name="Rectangle: Rounded Corners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1555750"/>
                        </a:xfrm>
                        <a:prstGeom prst="roundRect">
                          <a:avLst>
                            <a:gd name="adj" fmla="val 16667"/>
                          </a:avLst>
                        </a:prstGeom>
                        <a:solidFill>
                          <a:srgbClr val="9CC2E5"/>
                        </a:solidFill>
                        <a:ln w="1270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23D46554">
              <v:roundrect id="Rectangle: Rounded Corners 28" style="position:absolute;margin-left:322.9pt;margin-top:4.9pt;width:156.75pt;height:12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spid="_x0000_s1026" fillcolor="#9cc2e5" strokeweight="1pt" arcsize="10923f" w14:anchorId="44C9FA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">
                <v:stroke joinstyle="miter"/>
              </v:roundrect>
            </w:pict>
          </mc:Fallback>
        </mc:AlternateContent>
      </w:r>
      <w:r w:rsidR="00F064AB" w:rsidRPr="00084450">
        <w:rPr>
          <w:sz w:val="52"/>
          <w:szCs w:val="52"/>
        </w:rPr>
        <w:tab/>
      </w:r>
    </w:p>
    <w:p w14:paraId="5F96A722" w14:textId="77777777" w:rsidR="00F064AB" w:rsidRPr="00084450" w:rsidRDefault="00F064AB" w:rsidP="00F064AB">
      <w:pPr>
        <w:tabs>
          <w:tab w:val="left" w:pos="3375"/>
        </w:tabs>
        <w:rPr>
          <w:sz w:val="52"/>
          <w:szCs w:val="52"/>
        </w:rPr>
      </w:pPr>
    </w:p>
    <w:p w14:paraId="5B95CD12" w14:textId="77777777" w:rsidR="00F064AB" w:rsidRPr="00084450" w:rsidRDefault="00F064AB" w:rsidP="00F064AB">
      <w:pPr>
        <w:tabs>
          <w:tab w:val="left" w:pos="3375"/>
        </w:tabs>
        <w:rPr>
          <w:sz w:val="52"/>
          <w:szCs w:val="52"/>
        </w:rPr>
      </w:pPr>
    </w:p>
    <w:p w14:paraId="5220BBB2" w14:textId="77777777" w:rsidR="00F064AB" w:rsidRPr="00084450" w:rsidRDefault="00F064AB" w:rsidP="00F064AB">
      <w:pPr>
        <w:tabs>
          <w:tab w:val="left" w:pos="3375"/>
        </w:tabs>
        <w:rPr>
          <w:sz w:val="14"/>
          <w:szCs w:val="52"/>
        </w:rPr>
      </w:pPr>
    </w:p>
    <w:p w14:paraId="79C13864" w14:textId="77777777" w:rsidR="00F064AB" w:rsidRPr="00084450" w:rsidRDefault="004B5206" w:rsidP="00F064AB">
      <w:pPr>
        <w:tabs>
          <w:tab w:val="left" w:pos="3375"/>
        </w:tabs>
        <w:rPr>
          <w:szCs w:val="52"/>
        </w:rPr>
      </w:pPr>
      <w:r w:rsidRPr="00084450">
        <w:rPr>
          <w:rFonts w:ascii="Calibri" w:hAnsi="Calibri"/>
          <w:noProof/>
          <w:szCs w:val="24"/>
          <w:lang w:eastAsia="en-GB"/>
        </w:rPr>
        <mc:AlternateContent>
          <mc:Choice Requires="wps">
            <w:drawing>
              <wp:anchor distT="0" distB="0" distL="114300" distR="114300" simplePos="0" relativeHeight="251658265" behindDoc="0" locked="0" layoutInCell="1" allowOverlap="1" wp14:anchorId="53BE96B2" wp14:editId="07777777">
                <wp:simplePos x="0" y="0"/>
                <wp:positionH relativeFrom="column">
                  <wp:posOffset>587375</wp:posOffset>
                </wp:positionH>
                <wp:positionV relativeFrom="paragraph">
                  <wp:posOffset>40640</wp:posOffset>
                </wp:positionV>
                <wp:extent cx="259080" cy="438785"/>
                <wp:effectExtent l="19050" t="0" r="26670" b="18415"/>
                <wp:wrapNone/>
                <wp:docPr id="30" name="Arrow: Down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9080" cy="43878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0E3688A9">
              <v:shape id="Arrow: Down 5" style="position:absolute;margin-left:46.25pt;margin-top:3.2pt;width:20.4pt;height:34.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472c4" strokecolor="#2f528f" strokeweight="1pt" type="#_x0000_t67" adj="15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" w14:anchorId="0597C1AB">
                <v:path arrowok="t"/>
              </v:shape>
            </w:pict>
          </mc:Fallback>
        </mc:AlternateContent>
      </w:r>
    </w:p>
    <w:p w14:paraId="13CB595B" w14:textId="77777777" w:rsidR="00F064AB" w:rsidRPr="00084450" w:rsidRDefault="00F064AB" w:rsidP="00F064AB"/>
    <w:p w14:paraId="44DF56E9" w14:textId="77777777" w:rsidR="00F064AB" w:rsidRPr="00084450" w:rsidRDefault="004B5206" w:rsidP="00F064AB">
      <w:pPr>
        <w:tabs>
          <w:tab w:val="right" w:pos="426"/>
        </w:tabs>
        <w:ind w:right="-54"/>
        <w:rPr>
          <w:b/>
        </w:rPr>
      </w:pPr>
      <w:r w:rsidRPr="00084450">
        <w:rPr>
          <w:noProof/>
        </w:rPr>
        <mc:AlternateContent>
          <mc:Choice Requires="wps">
            <w:drawing>
              <wp:anchor distT="0" distB="0" distL="114300" distR="114300" simplePos="0" relativeHeight="251658241" behindDoc="0" locked="0" layoutInCell="1" allowOverlap="1" wp14:anchorId="44985222" wp14:editId="07777777">
                <wp:simplePos x="0" y="0"/>
                <wp:positionH relativeFrom="column">
                  <wp:posOffset>-335280</wp:posOffset>
                </wp:positionH>
                <wp:positionV relativeFrom="paragraph">
                  <wp:posOffset>189230</wp:posOffset>
                </wp:positionV>
                <wp:extent cx="2078355" cy="1710055"/>
                <wp:effectExtent l="0" t="0" r="0" b="0"/>
                <wp:wrapNone/>
                <wp:docPr id="1624361547" name="Rectangle: Rounded Corners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8355" cy="1710055"/>
                        </a:xfrm>
                        <a:prstGeom prst="roundRect">
                          <a:avLst>
                            <a:gd name="adj" fmla="val 16667"/>
                          </a:avLst>
                        </a:prstGeom>
                        <a:solidFill>
                          <a:srgbClr val="9CC2E5"/>
                        </a:solidFill>
                        <a:ln w="12700" algn="ctr">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wp14="http://schemas.microsoft.com/office/word/2010/wordml" xmlns:a14="http://schemas.microsoft.com/office/drawing/2010/main" xmlns:pic="http://schemas.openxmlformats.org/drawingml/2006/picture" xmlns:a="http://schemas.openxmlformats.org/drawingml/2006/main">
            <w:pict w14:anchorId="72B8855B">
              <v:roundrect id="Rectangle: Rounded Corners 29" style="position:absolute;margin-left:-26.4pt;margin-top:14.9pt;width:163.65pt;height:134.6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spid="_x0000_s1026" fillcolor="#9cc2e5" strokeweight="1pt" arcsize="10923f" w14:anchorId="1C87915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">
                <v:stroke joinstyle="miter"/>
              </v:roundrect>
            </w:pict>
          </mc:Fallback>
        </mc:AlternateContent>
      </w:r>
    </w:p>
    <w:p w14:paraId="7E9799A3" w14:textId="77777777" w:rsidR="00F064AB" w:rsidRPr="00084450" w:rsidRDefault="004B5206" w:rsidP="00F064AB">
      <w:pPr>
        <w:pStyle w:val="Header"/>
      </w:pPr>
      <w:r w:rsidRPr="00084450">
        <w:rPr>
          <w:noProof/>
        </w:rPr>
        <mc:AlternateContent>
          <mc:Choice Requires="wps">
            <w:drawing>
              <wp:anchor distT="0" distB="0" distL="114300" distR="114300" simplePos="0" relativeHeight="251658247" behindDoc="0" locked="0" layoutInCell="1" allowOverlap="1" wp14:anchorId="5685C837" wp14:editId="747FAB48">
                <wp:simplePos x="0" y="0"/>
                <wp:positionH relativeFrom="margin">
                  <wp:posOffset>-200661</wp:posOffset>
                </wp:positionH>
                <wp:positionV relativeFrom="paragraph">
                  <wp:posOffset>91439</wp:posOffset>
                </wp:positionV>
                <wp:extent cx="1818005" cy="1819275"/>
                <wp:effectExtent l="0" t="0" r="0" b="0"/>
                <wp:wrapNone/>
                <wp:docPr id="1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1818005" cy="1819275"/>
                        </a:xfrm>
                        <a:prstGeom prst="rect">
                          <a:avLst/>
                        </a:prstGeom>
                        <a:noFill/>
                        <a:ln w="6350">
                          <a:noFill/>
                        </a:ln>
                      </wps:spPr>
                      <wps:txbx>
                        <w:txbxContent>
                          <w:p w14:paraId="7C302946" w14:textId="21B85BCF" w:rsidR="00F064AB" w:rsidRPr="00716F8A" w:rsidRDefault="00F064AB" w:rsidP="00F064AB">
                            <w:pPr>
                              <w:jc w:val="center"/>
                            </w:pPr>
                            <w:r w:rsidRPr="00716F8A">
                              <w:t>If the D</w:t>
                            </w:r>
                            <w:r w:rsidR="002B4612">
                              <w:t>SL</w:t>
                            </w:r>
                            <w:r w:rsidRPr="00716F8A">
                              <w:t xml:space="preserve"> is unavailable or not contactable</w:t>
                            </w:r>
                            <w:r w:rsidR="00803966">
                              <w:t>,</w:t>
                            </w:r>
                            <w:r w:rsidRPr="00716F8A">
                              <w:t xml:space="preserve"> for any reason</w:t>
                            </w:r>
                            <w:r w:rsidR="00803966">
                              <w:t>,</w:t>
                            </w:r>
                            <w:r w:rsidRPr="00716F8A">
                              <w:t xml:space="preserve"> and you have immediate co</w:t>
                            </w:r>
                            <w:r w:rsidR="00FA72BA">
                              <w:t xml:space="preserve">ncerns about a child’s welfare, contact </w:t>
                            </w:r>
                            <w:r w:rsidR="00803966">
                              <w:t xml:space="preserve">Children’s </w:t>
                            </w:r>
                            <w:r w:rsidR="00FA72BA">
                              <w:t>Social Care</w:t>
                            </w:r>
                            <w:r w:rsidR="00803966">
                              <w:t>:</w:t>
                            </w:r>
                            <w:r w:rsidR="00FA72BA">
                              <w:t xml:space="preserve"> </w:t>
                            </w:r>
                            <w:r w:rsidR="00FA72BA">
                              <w:rPr>
                                <w:b/>
                                <w:color w:val="000000"/>
                              </w:rPr>
                              <w:t>0345 045 5203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85C837" id="Text Box 4" o:spid="_x0000_s1037" type="#_x0000_t202" style="position:absolute;margin-left:-15.8pt;margin-top:7.2pt;width:143.15pt;height:143.25pt;flip:x;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" filled="f" stroked="f" strokeweight=".5pt">
                <v:textbox>
                  <w:txbxContent>
                    <w:p w14:paraId="7C302946" w14:textId="21B85BCF" w:rsidR="00F064AB" w:rsidRPr="00716F8A" w:rsidRDefault="00F064AB" w:rsidP="00F064AB">
                      <w:pPr>
                        <w:jc w:val="center"/>
                      </w:pPr>
                      <w:r w:rsidRPr="00716F8A">
                        <w:t>If the D</w:t>
                      </w:r>
                      <w:r w:rsidR="002B4612">
                        <w:t>SL</w:t>
                      </w:r>
                      <w:r w:rsidRPr="00716F8A">
                        <w:t xml:space="preserve"> is unavailable or not contactable</w:t>
                      </w:r>
                      <w:r w:rsidR="00803966">
                        <w:t>,</w:t>
                      </w:r>
                      <w:r w:rsidRPr="00716F8A">
                        <w:t xml:space="preserve"> for any reason</w:t>
                      </w:r>
                      <w:r w:rsidR="00803966">
                        <w:t>,</w:t>
                      </w:r>
                      <w:r w:rsidRPr="00716F8A">
                        <w:t xml:space="preserve"> and you have immediate co</w:t>
                      </w:r>
                      <w:r w:rsidR="00FA72BA">
                        <w:t xml:space="preserve">ncerns about a child’s welfare, contact </w:t>
                      </w:r>
                      <w:r w:rsidR="00803966">
                        <w:t xml:space="preserve">Children’s </w:t>
                      </w:r>
                      <w:r w:rsidR="00FA72BA">
                        <w:t>Social Care</w:t>
                      </w:r>
                      <w:r w:rsidR="00803966">
                        <w:t>:</w:t>
                      </w:r>
                      <w:r w:rsidR="00FA72BA">
                        <w:t xml:space="preserve"> </w:t>
                      </w:r>
                      <w:r w:rsidR="00FA72BA">
                        <w:rPr>
                          <w:b/>
                          <w:color w:val="000000"/>
                        </w:rPr>
                        <w:t>0345 045 5203</w:t>
                      </w:r>
                    </w:p>
                  </w:txbxContent>
                </v:textbox>
                <w10:wrap anchorx="margin"/>
              </v:shape>
            </w:pict>
          </mc:Fallback>
        </mc:AlternateContent>
      </w:r>
      <w:r w:rsidRPr="00084450">
        <w:rPr>
          <w:noProof/>
        </w:rPr>
        <mc:AlternateContent>
          <mc:Choice Requires="wps">
            <w:drawing>
              <wp:anchor distT="0" distB="0" distL="114300" distR="114300" simplePos="0" relativeHeight="251658240" behindDoc="0" locked="0" layoutInCell="1" allowOverlap="1" wp14:anchorId="48F60828" wp14:editId="07777777">
                <wp:simplePos x="0" y="0"/>
                <wp:positionH relativeFrom="column">
                  <wp:posOffset>5035550</wp:posOffset>
                </wp:positionH>
                <wp:positionV relativeFrom="paragraph">
                  <wp:posOffset>6146800</wp:posOffset>
                </wp:positionV>
                <wp:extent cx="1990725" cy="14605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90725" cy="1460500"/>
                        </a:xfrm>
                        <a:prstGeom prst="rect">
                          <a:avLst/>
                        </a:prstGeom>
                        <a:noFill/>
                        <a:ln w="6350">
                          <a:noFill/>
                        </a:ln>
                      </wps:spPr>
                      <wps:txbx>
                        <w:txbxContent>
                          <w:p w14:paraId="3AFFB600" w14:textId="77777777" w:rsidR="00F064AB" w:rsidRPr="00B30ADD" w:rsidRDefault="00F064AB" w:rsidP="00F064AB">
                            <w:pPr>
                              <w:jc w:val="center"/>
                              <w:rPr>
                                <w:color w:val="002060"/>
                              </w:rPr>
                            </w:pPr>
                            <w:r w:rsidRPr="00B30ADD">
                              <w:t xml:space="preserve">Manager or DP will complete an                        Early Help Assessment or contact the                   Early Help Hub                        for further advice           </w:t>
                            </w:r>
                            <w:r w:rsidRPr="00B30ADD">
                              <w:rPr>
                                <w:color w:val="002060"/>
                              </w:rPr>
                              <w:t>01480 376666</w:t>
                            </w:r>
                          </w:p>
                          <w:p w14:paraId="6D9C8D39" w14:textId="77777777" w:rsidR="00F064AB" w:rsidRDefault="00F064AB" w:rsidP="00F064AB">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F60828" id="Text Box 3" o:spid="_x0000_s1038" type="#_x0000_t202" style="position:absolute;margin-left:396.5pt;margin-top:484pt;width:156.75pt;height:1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" filled="f" stroked="f" strokeweight=".5pt">
                <v:textbox>
                  <w:txbxContent>
                    <w:p w14:paraId="3AFFB600" w14:textId="77777777" w:rsidR="00F064AB" w:rsidRPr="00B30ADD" w:rsidRDefault="00F064AB" w:rsidP="00F064AB">
                      <w:pPr>
                        <w:jc w:val="center"/>
                        <w:rPr>
                          <w:color w:val="002060"/>
                        </w:rPr>
                      </w:pPr>
                      <w:r w:rsidRPr="00B30ADD">
                        <w:t xml:space="preserve">Manager or DP will complete an                        Early Help Assessment or contact the                   Early Help Hub                        for further advice           </w:t>
                      </w:r>
                      <w:r w:rsidRPr="00B30ADD">
                        <w:rPr>
                          <w:color w:val="002060"/>
                        </w:rPr>
                        <w:t>01480 376666</w:t>
                      </w:r>
                    </w:p>
                    <w:p w14:paraId="6D9C8D39" w14:textId="77777777" w:rsidR="00F064AB" w:rsidRDefault="00F064AB" w:rsidP="00F064AB">
                      <w:pPr>
                        <w:jc w:val="center"/>
                      </w:pPr>
                    </w:p>
                  </w:txbxContent>
                </v:textbox>
              </v:shape>
            </w:pict>
          </mc:Fallback>
        </mc:AlternateContent>
      </w:r>
    </w:p>
    <w:p w14:paraId="2FC17F8B" w14:textId="77777777" w:rsidR="009174BD" w:rsidRPr="00084450" w:rsidRDefault="009174BD" w:rsidP="00406190">
      <w:pPr>
        <w:autoSpaceDE w:val="0"/>
        <w:autoSpaceDN w:val="0"/>
        <w:adjustRightInd w:val="0"/>
        <w:ind w:left="570" w:firstLine="627"/>
        <w:rPr>
          <w:rFonts w:ascii="Calibri" w:hAnsi="Calibri"/>
          <w:szCs w:val="24"/>
        </w:rPr>
      </w:pPr>
    </w:p>
    <w:p w14:paraId="0A4F7224" w14:textId="77777777" w:rsidR="009174BD" w:rsidRPr="00084450" w:rsidRDefault="009174BD" w:rsidP="00406190">
      <w:pPr>
        <w:autoSpaceDE w:val="0"/>
        <w:autoSpaceDN w:val="0"/>
        <w:adjustRightInd w:val="0"/>
        <w:ind w:left="570" w:firstLine="627"/>
        <w:rPr>
          <w:rFonts w:ascii="Calibri" w:hAnsi="Calibri"/>
          <w:szCs w:val="24"/>
        </w:rPr>
      </w:pPr>
    </w:p>
    <w:p w14:paraId="5AE48A43" w14:textId="77777777" w:rsidR="009174BD" w:rsidRPr="00084450" w:rsidRDefault="009174BD" w:rsidP="00406190">
      <w:pPr>
        <w:autoSpaceDE w:val="0"/>
        <w:autoSpaceDN w:val="0"/>
        <w:adjustRightInd w:val="0"/>
        <w:ind w:left="570" w:firstLine="627"/>
        <w:rPr>
          <w:rFonts w:ascii="Calibri" w:hAnsi="Calibri"/>
          <w:szCs w:val="24"/>
        </w:rPr>
      </w:pPr>
    </w:p>
    <w:p w14:paraId="50F40DEB" w14:textId="77777777" w:rsidR="009174BD" w:rsidRPr="00084450" w:rsidRDefault="009174BD" w:rsidP="00406190">
      <w:pPr>
        <w:autoSpaceDE w:val="0"/>
        <w:autoSpaceDN w:val="0"/>
        <w:adjustRightInd w:val="0"/>
        <w:ind w:left="570" w:firstLine="627"/>
        <w:rPr>
          <w:rFonts w:ascii="Calibri" w:hAnsi="Calibri"/>
          <w:szCs w:val="24"/>
        </w:rPr>
      </w:pPr>
    </w:p>
    <w:p w14:paraId="77A52294" w14:textId="77777777" w:rsidR="007E1774" w:rsidRPr="00084450" w:rsidRDefault="007E1774" w:rsidP="00406190">
      <w:pPr>
        <w:autoSpaceDE w:val="0"/>
        <w:autoSpaceDN w:val="0"/>
        <w:adjustRightInd w:val="0"/>
        <w:ind w:left="570" w:firstLine="627"/>
        <w:rPr>
          <w:rFonts w:ascii="Calibri" w:hAnsi="Calibri"/>
          <w:szCs w:val="24"/>
        </w:rPr>
      </w:pPr>
    </w:p>
    <w:p w14:paraId="007DCDA8" w14:textId="77777777" w:rsidR="009174BD" w:rsidRPr="00084450" w:rsidRDefault="009174BD" w:rsidP="007E1774">
      <w:pPr>
        <w:tabs>
          <w:tab w:val="left" w:pos="8030"/>
        </w:tabs>
        <w:rPr>
          <w:rFonts w:ascii="Calibri" w:hAnsi="Calibri"/>
          <w:szCs w:val="24"/>
        </w:rPr>
      </w:pPr>
    </w:p>
    <w:sectPr w:rsidR="009174BD" w:rsidRPr="00084450" w:rsidSect="00300358">
      <w:headerReference w:type="default" r:id="rId15"/>
      <w:footerReference w:type="default" r:id="rId16"/>
      <w:headerReference w:type="first" r:id="rId17"/>
      <w:footerReference w:type="first" r:id="rId18"/>
      <w:type w:val="continuous"/>
      <w:pgSz w:w="11906" w:h="16838"/>
      <w:pgMar w:top="1985" w:right="1274" w:bottom="1871" w:left="1276" w:header="567" w:footer="964" w:gutter="0"/>
      <w:paperSrc w:first="7" w:other="7"/>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56670" w14:textId="77777777" w:rsidR="000E00BD" w:rsidRDefault="000E00BD">
      <w:r>
        <w:separator/>
      </w:r>
    </w:p>
  </w:endnote>
  <w:endnote w:type="continuationSeparator" w:id="0">
    <w:p w14:paraId="06018065" w14:textId="77777777" w:rsidR="000E00BD" w:rsidRDefault="000E0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Futura Book">
    <w:altName w:val="Futura Book"/>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E51EA" w14:textId="3D09DF58" w:rsidR="00640E22" w:rsidRPr="00640E22" w:rsidRDefault="00CD14CB" w:rsidP="00640E22">
    <w:pPr>
      <w:tabs>
        <w:tab w:val="left" w:pos="284"/>
      </w:tabs>
      <w:spacing w:line="276" w:lineRule="auto"/>
      <w:ind w:right="-539"/>
      <w:rPr>
        <w:rFonts w:eastAsia="Calibri" w:cs="Arial"/>
        <w:sz w:val="20"/>
      </w:rPr>
    </w:pP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tab/>
    </w:r>
    <w:r>
      <w:rPr>
        <w:rFonts w:eastAsia="Calibri" w:cs="Arial"/>
        <w:sz w:val="20"/>
      </w:rPr>
      <w:fldChar w:fldCharType="begin"/>
    </w:r>
    <w:r>
      <w:rPr>
        <w:rFonts w:eastAsia="Calibri" w:cs="Arial"/>
        <w:sz w:val="20"/>
      </w:rPr>
      <w:instrText xml:space="preserve"> PAGE  \* ArabicDash  \* MERGEFORMAT </w:instrText>
    </w:r>
    <w:r>
      <w:rPr>
        <w:rFonts w:eastAsia="Calibri" w:cs="Arial"/>
        <w:sz w:val="20"/>
      </w:rPr>
      <w:fldChar w:fldCharType="separate"/>
    </w:r>
    <w:r w:rsidR="00AB0D0C">
      <w:rPr>
        <w:rFonts w:eastAsia="Calibri" w:cs="Arial"/>
        <w:noProof/>
        <w:sz w:val="20"/>
      </w:rPr>
      <w:t>- 10 -</w:t>
    </w:r>
    <w:r>
      <w:rPr>
        <w:rFonts w:eastAsia="Calibri" w:cs="Arial"/>
        <w:sz w:val="20"/>
      </w:rPr>
      <w:fldChar w:fldCharType="end"/>
    </w:r>
    <w:r w:rsidR="004B5206">
      <w:rPr>
        <w:rFonts w:eastAsia="Calibri" w:cs="Arial"/>
        <w:noProof/>
        <w:sz w:val="20"/>
        <w:lang w:eastAsia="en-GB"/>
      </w:rPr>
      <mc:AlternateContent>
        <mc:Choice Requires="wps">
          <w:drawing>
            <wp:anchor distT="0" distB="0" distL="114300" distR="114300" simplePos="0" relativeHeight="251658247" behindDoc="0" locked="1" layoutInCell="1" allowOverlap="1" wp14:anchorId="36A07C84" wp14:editId="07777777">
              <wp:simplePos x="0" y="0"/>
              <wp:positionH relativeFrom="page">
                <wp:posOffset>4414520</wp:posOffset>
              </wp:positionH>
              <wp:positionV relativeFrom="page">
                <wp:posOffset>10231120</wp:posOffset>
              </wp:positionV>
              <wp:extent cx="2747010" cy="271780"/>
              <wp:effectExtent l="0" t="0" r="0" b="0"/>
              <wp:wrapNone/>
              <wp:docPr id="10125560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7010" cy="271780"/>
                      </a:xfrm>
                      <a:prstGeom prst="rect">
                        <a:avLst/>
                      </a:prstGeom>
                      <a:noFill/>
                      <a:ln w="9525">
                        <a:noFill/>
                        <a:miter lim="800000"/>
                        <a:headEnd/>
                        <a:tailEnd/>
                      </a:ln>
                    </wps:spPr>
                    <wps:txbx>
                      <w:txbxContent>
                        <w:p w14:paraId="4F796DCB" w14:textId="77777777" w:rsidR="00640E22" w:rsidRPr="006A37C0" w:rsidRDefault="00640E22" w:rsidP="009174BD">
                          <w:pPr>
                            <w:jc w:val="right"/>
                            <w:rPr>
                              <w:rFonts w:ascii="Calibri" w:hAnsi="Calibri"/>
                              <w:color w:val="FFFFFF"/>
                              <w:spacing w:val="-12"/>
                              <w:sz w:val="20"/>
                            </w:rPr>
                          </w:pPr>
                          <w:r w:rsidRPr="006A37C0">
                            <w:rPr>
                              <w:rFonts w:ascii="Calibri" w:hAnsi="Calibri"/>
                              <w:color w:val="FFFFFF"/>
                              <w:spacing w:val="-12"/>
                              <w:sz w:val="20"/>
                            </w:rPr>
                            <w:t xml:space="preserve"> www.cambridgeshire.gov.uk</w:t>
                          </w:r>
                        </w:p>
                        <w:p w14:paraId="450EA2D7" w14:textId="77777777" w:rsidR="00640E22" w:rsidRDefault="00640E22" w:rsidP="009174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A07C84" id="_x0000_t202" coordsize="21600,21600" o:spt="202" path="m,l,21600r21600,l21600,xe">
              <v:stroke joinstyle="miter"/>
              <v:path gradientshapeok="t" o:connecttype="rect"/>
            </v:shapetype>
            <v:shape id="_x0000_s1039" type="#_x0000_t202" style="position:absolute;margin-left:347.6pt;margin-top:805.6pt;width:216.3pt;height:21.4pt;z-index:25165824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" filled="f" stroked="f">
              <v:textbox>
                <w:txbxContent>
                  <w:p w14:paraId="4F796DCB" w14:textId="77777777" w:rsidR="00640E22" w:rsidRPr="006A37C0" w:rsidRDefault="00640E22" w:rsidP="009174BD">
                    <w:pPr>
                      <w:jc w:val="right"/>
                      <w:rPr>
                        <w:rFonts w:ascii="Calibri" w:hAnsi="Calibri"/>
                        <w:color w:val="FFFFFF"/>
                        <w:spacing w:val="-12"/>
                        <w:sz w:val="20"/>
                      </w:rPr>
                    </w:pPr>
                    <w:r w:rsidRPr="006A37C0">
                      <w:rPr>
                        <w:rFonts w:ascii="Calibri" w:hAnsi="Calibri"/>
                        <w:color w:val="FFFFFF"/>
                        <w:spacing w:val="-12"/>
                        <w:sz w:val="20"/>
                      </w:rPr>
                      <w:t xml:space="preserve"> www.cambridgeshire.gov.uk</w:t>
                    </w:r>
                  </w:p>
                  <w:p w14:paraId="450EA2D7" w14:textId="77777777" w:rsidR="00640E22" w:rsidRDefault="00640E22" w:rsidP="009174BD"/>
                </w:txbxContent>
              </v:textbox>
              <w10:wrap anchorx="page" anchory="page"/>
              <w10:anchorlock/>
            </v:shape>
          </w:pict>
        </mc:Fallback>
      </mc:AlternateContent>
    </w:r>
    <w:r w:rsidR="004B5206">
      <w:rPr>
        <w:rFonts w:eastAsia="Calibri" w:cs="Arial"/>
        <w:noProof/>
        <w:sz w:val="20"/>
        <w:lang w:eastAsia="en-GB"/>
      </w:rPr>
      <mc:AlternateContent>
        <mc:Choice Requires="wps">
          <w:drawing>
            <wp:anchor distT="0" distB="0" distL="114300" distR="114300" simplePos="0" relativeHeight="251658246" behindDoc="0" locked="0" layoutInCell="1" allowOverlap="1" wp14:anchorId="0E1FEF4C" wp14:editId="07777777">
              <wp:simplePos x="0" y="0"/>
              <wp:positionH relativeFrom="column">
                <wp:posOffset>-436880</wp:posOffset>
              </wp:positionH>
              <wp:positionV relativeFrom="paragraph">
                <wp:posOffset>347980</wp:posOffset>
              </wp:positionV>
              <wp:extent cx="2446020" cy="233680"/>
              <wp:effectExtent l="0" t="0" r="0" b="0"/>
              <wp:wrapNone/>
              <wp:docPr id="16980407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7E0A8" w14:textId="77777777" w:rsidR="00640E22" w:rsidRPr="00687E07" w:rsidRDefault="00640E22" w:rsidP="00640E22">
                          <w:pPr>
                            <w:rPr>
                              <w:color w:val="FFFFFF"/>
                              <w:spacing w:val="-12"/>
                              <w:sz w:val="20"/>
                            </w:rPr>
                          </w:pPr>
                          <w:r w:rsidRPr="009174BD">
                            <w:rPr>
                              <w:color w:val="FFFFFF"/>
                              <w:spacing w:val="-12"/>
                              <w:sz w:val="20"/>
                            </w:rPr>
                            <w:t>Chief Executive</w:t>
                          </w:r>
                          <w:r w:rsidR="007C6C11">
                            <w:rPr>
                              <w:color w:val="FFFFFF"/>
                              <w:spacing w:val="-12"/>
                              <w:sz w:val="20"/>
                            </w:rPr>
                            <w:t xml:space="preserve"> Stephen Moir</w:t>
                          </w:r>
                        </w:p>
                        <w:p w14:paraId="1A81F0B1" w14:textId="77777777" w:rsidR="00640E22" w:rsidRDefault="00640E22" w:rsidP="00640E2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1FEF4C" id="_x0000_s1040" type="#_x0000_t202" style="position:absolute;margin-left:-34.4pt;margin-top:27.4pt;width:192.6pt;height:18.4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" filled="f" stroked="f">
              <v:textbox>
                <w:txbxContent>
                  <w:p w14:paraId="0F17E0A8" w14:textId="77777777" w:rsidR="00640E22" w:rsidRPr="00687E07" w:rsidRDefault="00640E22" w:rsidP="00640E22">
                    <w:pPr>
                      <w:rPr>
                        <w:color w:val="FFFFFF"/>
                        <w:spacing w:val="-12"/>
                        <w:sz w:val="20"/>
                      </w:rPr>
                    </w:pPr>
                    <w:r w:rsidRPr="009174BD">
                      <w:rPr>
                        <w:color w:val="FFFFFF"/>
                        <w:spacing w:val="-12"/>
                        <w:sz w:val="20"/>
                      </w:rPr>
                      <w:t>Chief Executive</w:t>
                    </w:r>
                    <w:r w:rsidR="007C6C11">
                      <w:rPr>
                        <w:color w:val="FFFFFF"/>
                        <w:spacing w:val="-12"/>
                        <w:sz w:val="20"/>
                      </w:rPr>
                      <w:t xml:space="preserve"> Stephen Moir</w:t>
                    </w:r>
                  </w:p>
                  <w:p w14:paraId="1A81F0B1" w14:textId="77777777" w:rsidR="00640E22" w:rsidRDefault="00640E22" w:rsidP="00640E22"/>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977A9" w14:textId="3D74897A" w:rsidR="001B5A48" w:rsidRPr="00634528" w:rsidRDefault="001B5A48" w:rsidP="00B56EA1">
    <w:pPr>
      <w:jc w:val="right"/>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5BE1F" w14:textId="77777777" w:rsidR="000E00BD" w:rsidRDefault="000E00BD">
      <w:r>
        <w:separator/>
      </w:r>
    </w:p>
  </w:footnote>
  <w:footnote w:type="continuationSeparator" w:id="0">
    <w:p w14:paraId="18967912" w14:textId="77777777" w:rsidR="000E00BD" w:rsidRDefault="000E0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A6320" w14:textId="5C48F824" w:rsidR="00B56EA1" w:rsidRDefault="00B56EA1">
    <w:pPr>
      <w:pStyle w:val="Header"/>
    </w:pPr>
  </w:p>
  <w:p w14:paraId="5B00E928" w14:textId="052B62FE" w:rsidR="00B56EA1" w:rsidRDefault="00B56EA1">
    <w:pPr>
      <w:pStyle w:val="Header"/>
    </w:pPr>
  </w:p>
  <w:p w14:paraId="2908EB2C" w14:textId="77777777" w:rsidR="00B56EA1" w:rsidRDefault="00B56EA1">
    <w:pPr>
      <w:pStyle w:val="Header"/>
    </w:pPr>
  </w:p>
  <w:p w14:paraId="121FD38A" w14:textId="77777777" w:rsidR="00F67AE3" w:rsidRDefault="00F67A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175C4" w14:textId="21768A29" w:rsidR="004057A1" w:rsidRDefault="004057A1" w:rsidP="004057A1">
    <w:pPr>
      <w:pStyle w:val="Header"/>
      <w:jc w:val="center"/>
      <w:rPr>
        <w:b/>
        <w:bCs/>
        <w:sz w:val="40"/>
        <w:szCs w:val="40"/>
      </w:rPr>
    </w:pPr>
    <w:r w:rsidRPr="004057A1">
      <w:rPr>
        <w:b/>
        <w:bCs/>
        <w:sz w:val="40"/>
        <w:szCs w:val="40"/>
      </w:rPr>
      <w:t>Gorefield Pre-School</w:t>
    </w:r>
  </w:p>
  <w:p w14:paraId="3CB62FA6" w14:textId="25710F52" w:rsidR="004057A1" w:rsidRPr="004057A1" w:rsidRDefault="004057A1" w:rsidP="004057A1">
    <w:pPr>
      <w:pStyle w:val="Header"/>
      <w:rPr>
        <w:b/>
        <w:bCs/>
        <w:sz w:val="40"/>
        <w:szCs w:val="40"/>
      </w:rPr>
    </w:pPr>
    <w:r>
      <w:rPr>
        <w:b/>
        <w:bCs/>
        <w:sz w:val="40"/>
        <w:szCs w:val="40"/>
      </w:rPr>
      <w:t>0.6</w:t>
    </w:r>
  </w:p>
</w:hdr>
</file>

<file path=word/intelligence2.xml><?xml version="1.0" encoding="utf-8"?>
<int2:intelligence xmlns:int2="http://schemas.microsoft.com/office/intelligence/2020/intelligence" xmlns:oel="http://schemas.microsoft.com/office/2019/extlst">
  <int2:observations>
    <int2:bookmark int2:bookmarkName="_Int_kaWUaKTz" int2:invalidationBookmarkName="" int2:hashCode="GmQUmLCujJfs5S" int2:id="0oYhnd3n">
      <int2:state int2:value="Rejected" int2:type="AugLoop_Text_Critique"/>
    </int2:bookmark>
    <int2:bookmark int2:bookmarkName="_Int_sdFGFexn" int2:invalidationBookmarkName="" int2:hashCode="IEEkdmk2qlIoq+" int2:id="1VQbSBVQ">
      <int2:state int2:value="Rejected" int2:type="AugLoop_Text_Critique"/>
    </int2:bookmark>
    <int2:bookmark int2:bookmarkName="_Int_koEsUHcW" int2:invalidationBookmarkName="" int2:hashCode="43K/JlIt1QZTyM" int2:id="2JYAV0MP">
      <int2:state int2:value="Rejected" int2:type="AugLoop_Text_Critique"/>
    </int2:bookmark>
    <int2:bookmark int2:bookmarkName="_Int_uMOcNeEC" int2:invalidationBookmarkName="" int2:hashCode="WXAdYC0bjmczK7" int2:id="4dvyHIeR">
      <int2:state int2:value="Rejected" int2:type="AugLoop_Text_Critique"/>
    </int2:bookmark>
    <int2:bookmark int2:bookmarkName="_Int_cxiFgJ7L" int2:invalidationBookmarkName="" int2:hashCode="8pD9mhRfnlRI6v" int2:id="60cNw4ye">
      <int2:state int2:value="Rejected" int2:type="AugLoop_Text_Critique"/>
    </int2:bookmark>
    <int2:bookmark int2:bookmarkName="_Int_RYROBagS" int2:invalidationBookmarkName="" int2:hashCode="l5aAn32uSC0xI8" int2:id="6c5Ehucn">
      <int2:state int2:value="Rejected" int2:type="AugLoop_Text_Critique"/>
    </int2:bookmark>
    <int2:bookmark int2:bookmarkName="_Int_lDtLlYD8" int2:invalidationBookmarkName="" int2:hashCode="PnzlC+gY9xrDTS" int2:id="83ZjD7Ew">
      <int2:state int2:value="Rejected" int2:type="AugLoop_Text_Critique"/>
    </int2:bookmark>
    <int2:bookmark int2:bookmarkName="_Int_qlseTpWq" int2:invalidationBookmarkName="" int2:hashCode="9+2vMoLa+2CcfU" int2:id="8ECSyxmf">
      <int2:state int2:value="Rejected" int2:type="AugLoop_Text_Critique"/>
    </int2:bookmark>
    <int2:bookmark int2:bookmarkName="_Int_RA4VuUMS" int2:invalidationBookmarkName="" int2:hashCode="GRAn/xa/6W4cd3" int2:id="8m64PrMV">
      <int2:state int2:value="Rejected" int2:type="AugLoop_Text_Critique"/>
    </int2:bookmark>
    <int2:bookmark int2:bookmarkName="_Int_Yhx3TD6x" int2:invalidationBookmarkName="" int2:hashCode="maS+KK4PEzqNKd" int2:id="9Xulbmza">
      <int2:state int2:value="Rejected" int2:type="AugLoop_Text_Critique"/>
    </int2:bookmark>
    <int2:bookmark int2:bookmarkName="_Int_xptIUhgn" int2:invalidationBookmarkName="" int2:hashCode="mY8+oHkiXbhj3k" int2:id="AUSuhtQR">
      <int2:state int2:value="Rejected" int2:type="AugLoop_Text_Critique"/>
    </int2:bookmark>
    <int2:bookmark int2:bookmarkName="_Int_UDkjTImH" int2:invalidationBookmarkName="" int2:hashCode="q8zEIeDRW+HRrR" int2:id="D8LLPVfn">
      <int2:state int2:value="Rejected" int2:type="AugLoop_Text_Critique"/>
    </int2:bookmark>
    <int2:bookmark int2:bookmarkName="_Int_ITMmtWi4" int2:invalidationBookmarkName="" int2:hashCode="GnfUFiJMu+d6Q5" int2:id="DYy0IVaT">
      <int2:state int2:value="Rejected" int2:type="AugLoop_Text_Critique"/>
    </int2:bookmark>
    <int2:bookmark int2:bookmarkName="_Int_2uD9xhjJ" int2:invalidationBookmarkName="" int2:hashCode="dalNooyseA++F1" int2:id="Ek19b4BT">
      <int2:state int2:value="Rejected" int2:type="AugLoop_Text_Critique"/>
    </int2:bookmark>
    <int2:bookmark int2:bookmarkName="_Int_aBR5xFXY" int2:invalidationBookmarkName="" int2:hashCode="m/D4/19di8v/ud" int2:id="HIQFXZmh">
      <int2:state int2:value="Rejected" int2:type="AugLoop_Text_Critique"/>
    </int2:bookmark>
    <int2:bookmark int2:bookmarkName="_Int_GOpAQYm4" int2:invalidationBookmarkName="" int2:hashCode="dkmkRuVDysnpuX" int2:id="KGLuQSAe">
      <int2:state int2:value="Rejected" int2:type="AugLoop_Text_Critique"/>
    </int2:bookmark>
    <int2:bookmark int2:bookmarkName="_Int_jzRraID4" int2:invalidationBookmarkName="" int2:hashCode="LWYblehR0qEJne" int2:id="KZFf95o1">
      <int2:state int2:value="Rejected" int2:type="AugLoop_Text_Critique"/>
    </int2:bookmark>
    <int2:bookmark int2:bookmarkName="_Int_GeMCigyL" int2:invalidationBookmarkName="" int2:hashCode="PnzlC+gY9xrDTS" int2:id="LRialWVi">
      <int2:state int2:value="Rejected" int2:type="AugLoop_Text_Critique"/>
    </int2:bookmark>
    <int2:bookmark int2:bookmarkName="_Int_s6WqK5oC" int2:invalidationBookmarkName="" int2:hashCode="mBjmn2kT3SH8Cg" int2:id="M4OxCJnN">
      <int2:state int2:value="Rejected" int2:type="AugLoop_Text_Critique"/>
    </int2:bookmark>
    <int2:bookmark int2:bookmarkName="_Int_tAo9fXD5" int2:invalidationBookmarkName="" int2:hashCode="e0dMsLOcF3PXGS" int2:id="MHZh55Fs">
      <int2:state int2:value="Rejected" int2:type="AugLoop_Text_Critique"/>
    </int2:bookmark>
    <int2:bookmark int2:bookmarkName="_Int_jZxGUHfj" int2:invalidationBookmarkName="" int2:hashCode="6xX40Nbu8SUY24" int2:id="QH5iqIYx">
      <int2:state int2:value="Rejected" int2:type="AugLoop_Text_Critique"/>
    </int2:bookmark>
    <int2:bookmark int2:bookmarkName="_Int_7jS7pTBs" int2:invalidationBookmarkName="" int2:hashCode="43K/JlIt1QZTyM" int2:id="QvEooSej">
      <int2:state int2:value="Rejected" int2:type="AugLoop_Text_Critique"/>
    </int2:bookmark>
    <int2:bookmark int2:bookmarkName="_Int_gtvZbRw1" int2:invalidationBookmarkName="" int2:hashCode="hR13rgUNFqRusx" int2:id="RFQeFhTJ">
      <int2:state int2:value="Rejected" int2:type="AugLoop_Text_Critique"/>
    </int2:bookmark>
    <int2:bookmark int2:bookmarkName="_Int_JLxuGIKu" int2:invalidationBookmarkName="" int2:hashCode="0k1run5m9PEtwQ" int2:id="Sb27zRiv">
      <int2:state int2:value="Rejected" int2:type="AugLoop_Text_Critique"/>
    </int2:bookmark>
    <int2:bookmark int2:bookmarkName="_Int_5Dfni5nQ" int2:invalidationBookmarkName="" int2:hashCode="PnzlC+gY9xrDTS" int2:id="ThYVSIpP">
      <int2:state int2:value="Rejected" int2:type="AugLoop_Text_Critique"/>
    </int2:bookmark>
    <int2:bookmark int2:bookmarkName="_Int_UjWRJo7b" int2:invalidationBookmarkName="" int2:hashCode="C2CrA+NpuqA1BD" int2:id="XGbUw6Se">
      <int2:state int2:value="Rejected" int2:type="AugLoop_Acronyms_AcronymsCritique"/>
    </int2:bookmark>
    <int2:bookmark int2:bookmarkName="_Int_tpb2R8qQ" int2:invalidationBookmarkName="" int2:hashCode="EM/16CdDtjsm40" int2:id="bsJrcujg">
      <int2:state int2:value="Rejected" int2:type="AugLoop_Text_Critique"/>
    </int2:bookmark>
    <int2:bookmark int2:bookmarkName="_Int_cibSTNcm" int2:invalidationBookmarkName="" int2:hashCode="yJV07ijneSP6Sw" int2:id="fE6WthWD">
      <int2:state int2:value="Rejected" int2:type="AugLoop_Text_Critique"/>
    </int2:bookmark>
    <int2:bookmark int2:bookmarkName="_Int_g3DVQeQa" int2:invalidationBookmarkName="" int2:hashCode="GnfUFiJMu+d6Q5" int2:id="fEjxRL9D">
      <int2:state int2:value="Rejected" int2:type="AugLoop_Text_Critique"/>
    </int2:bookmark>
    <int2:bookmark int2:bookmarkName="_Int_YBqKc1Nj" int2:invalidationBookmarkName="" int2:hashCode="m/D4/19di8v/ud" int2:id="foxNp86D">
      <int2:state int2:value="Rejected" int2:type="AugLoop_Text_Critique"/>
    </int2:bookmark>
    <int2:bookmark int2:bookmarkName="_Int_pincf9wc" int2:invalidationBookmarkName="" int2:hashCode="YvysDC+m946zou" int2:id="ghV28SMv">
      <int2:state int2:value="Rejected" int2:type="AugLoop_Text_Critique"/>
    </int2:bookmark>
    <int2:bookmark int2:bookmarkName="_Int_i8jP1Sdk" int2:invalidationBookmarkName="" int2:hashCode="qje3nCb3+y1TPq" int2:id="ipX21Iya">
      <int2:state int2:value="Rejected" int2:type="AugLoop_Text_Critique"/>
    </int2:bookmark>
    <int2:bookmark int2:bookmarkName="_Int_NwrmxN7S" int2:invalidationBookmarkName="" int2:hashCode="wTgK9IZZETlp4J" int2:id="j5QQdnwt">
      <int2:state int2:value="Rejected" int2:type="AugLoop_Text_Critique"/>
    </int2:bookmark>
    <int2:bookmark int2:bookmarkName="_Int_Ch4KaAdm" int2:invalidationBookmarkName="" int2:hashCode="maS+KK4PEzqNKd" int2:id="jhDhthd7">
      <int2:state int2:value="Rejected" int2:type="AugLoop_Text_Critique"/>
    </int2:bookmark>
    <int2:bookmark int2:bookmarkName="_Int_WNdeua7T" int2:invalidationBookmarkName="" int2:hashCode="UZ+OtdO1YwubPd" int2:id="msfYgwCo">
      <int2:state int2:value="Rejected" int2:type="AugLoop_Text_Critique"/>
    </int2:bookmark>
    <int2:bookmark int2:bookmarkName="_Int_vXBd34tu" int2:invalidationBookmarkName="" int2:hashCode="bD/IU81o+Bt5WT" int2:id="rjweKdTs">
      <int2:state int2:value="Rejected" int2:type="AugLoop_Text_Critique"/>
    </int2:bookmark>
    <int2:bookmark int2:bookmarkName="_Int_S5acW0ID" int2:invalidationBookmarkName="" int2:hashCode="6xX40Nbu8SUY24" int2:id="whG1gG7j">
      <int2:state int2:value="Rejected" int2:type="AugLoop_Text_Critique"/>
    </int2:bookmark>
    <int2:bookmark int2:bookmarkName="_Int_fHaF9l1T" int2:invalidationBookmarkName="" int2:hashCode="Hl7AA7SkXgmZVG" int2:id="zaA6i2pE">
      <int2:state int2:value="Rejected" int2:type="AugLoop_Text_Critique"/>
    </int2:bookmark>
    <int2:bookmark int2:bookmarkName="_Int_x5AtqBZ2" int2:invalidationBookmarkName="" int2:hashCode="0GYf/LRGEYcRtn" int2:id="zinQQ66v">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5782E"/>
    <w:multiLevelType w:val="hybridMultilevel"/>
    <w:tmpl w:val="8612D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BC15AF"/>
    <w:multiLevelType w:val="hybridMultilevel"/>
    <w:tmpl w:val="FF642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FC29BD"/>
    <w:multiLevelType w:val="hybridMultilevel"/>
    <w:tmpl w:val="F5F20B8A"/>
    <w:lvl w:ilvl="0" w:tplc="806C12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325BA2"/>
    <w:multiLevelType w:val="hybridMultilevel"/>
    <w:tmpl w:val="4A1436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A5E737A"/>
    <w:multiLevelType w:val="hybridMultilevel"/>
    <w:tmpl w:val="198A334C"/>
    <w:lvl w:ilvl="0" w:tplc="806C12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610A45"/>
    <w:multiLevelType w:val="hybridMultilevel"/>
    <w:tmpl w:val="521A45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E7A2227"/>
    <w:multiLevelType w:val="hybridMultilevel"/>
    <w:tmpl w:val="DD20B2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0EA16CDC"/>
    <w:multiLevelType w:val="hybridMultilevel"/>
    <w:tmpl w:val="126639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012243E"/>
    <w:multiLevelType w:val="hybridMultilevel"/>
    <w:tmpl w:val="317822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5A032B"/>
    <w:multiLevelType w:val="hybridMultilevel"/>
    <w:tmpl w:val="5BDEEF3C"/>
    <w:lvl w:ilvl="0" w:tplc="08090001">
      <w:start w:val="1"/>
      <w:numFmt w:val="bullet"/>
      <w:lvlText w:val=""/>
      <w:lvlJc w:val="left"/>
      <w:pPr>
        <w:tabs>
          <w:tab w:val="num" w:pos="540"/>
        </w:tabs>
        <w:ind w:left="54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530A6D"/>
    <w:multiLevelType w:val="hybridMultilevel"/>
    <w:tmpl w:val="6A329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FF1269"/>
    <w:multiLevelType w:val="hybridMultilevel"/>
    <w:tmpl w:val="27EAAFC8"/>
    <w:lvl w:ilvl="0" w:tplc="5CD4BCC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C50F3E"/>
    <w:multiLevelType w:val="hybridMultilevel"/>
    <w:tmpl w:val="039494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7C029D"/>
    <w:multiLevelType w:val="hybridMultilevel"/>
    <w:tmpl w:val="DABC0114"/>
    <w:lvl w:ilvl="0" w:tplc="806C12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307BAA"/>
    <w:multiLevelType w:val="hybridMultilevel"/>
    <w:tmpl w:val="14E27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A63E2D"/>
    <w:multiLevelType w:val="hybridMultilevel"/>
    <w:tmpl w:val="F996A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E65797"/>
    <w:multiLevelType w:val="hybridMultilevel"/>
    <w:tmpl w:val="F2E009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32D7A58"/>
    <w:multiLevelType w:val="hybridMultilevel"/>
    <w:tmpl w:val="935253B6"/>
    <w:lvl w:ilvl="0" w:tplc="08090001">
      <w:start w:val="1"/>
      <w:numFmt w:val="bullet"/>
      <w:lvlText w:val=""/>
      <w:lvlJc w:val="left"/>
      <w:pPr>
        <w:tabs>
          <w:tab w:val="num" w:pos="1176"/>
        </w:tabs>
        <w:ind w:left="1176" w:hanging="360"/>
      </w:pPr>
      <w:rPr>
        <w:rFonts w:ascii="Symbol" w:hAnsi="Symbol" w:hint="default"/>
      </w:rPr>
    </w:lvl>
    <w:lvl w:ilvl="1" w:tplc="08090003" w:tentative="1">
      <w:start w:val="1"/>
      <w:numFmt w:val="bullet"/>
      <w:lvlText w:val="o"/>
      <w:lvlJc w:val="left"/>
      <w:pPr>
        <w:tabs>
          <w:tab w:val="num" w:pos="1896"/>
        </w:tabs>
        <w:ind w:left="1896" w:hanging="360"/>
      </w:pPr>
      <w:rPr>
        <w:rFonts w:ascii="Courier New" w:hAnsi="Courier New" w:cs="Courier New" w:hint="default"/>
      </w:rPr>
    </w:lvl>
    <w:lvl w:ilvl="2" w:tplc="08090005" w:tentative="1">
      <w:start w:val="1"/>
      <w:numFmt w:val="bullet"/>
      <w:lvlText w:val=""/>
      <w:lvlJc w:val="left"/>
      <w:pPr>
        <w:tabs>
          <w:tab w:val="num" w:pos="2616"/>
        </w:tabs>
        <w:ind w:left="2616" w:hanging="360"/>
      </w:pPr>
      <w:rPr>
        <w:rFonts w:ascii="Wingdings" w:hAnsi="Wingdings" w:hint="default"/>
      </w:rPr>
    </w:lvl>
    <w:lvl w:ilvl="3" w:tplc="08090001" w:tentative="1">
      <w:start w:val="1"/>
      <w:numFmt w:val="bullet"/>
      <w:lvlText w:val=""/>
      <w:lvlJc w:val="left"/>
      <w:pPr>
        <w:tabs>
          <w:tab w:val="num" w:pos="3336"/>
        </w:tabs>
        <w:ind w:left="3336" w:hanging="360"/>
      </w:pPr>
      <w:rPr>
        <w:rFonts w:ascii="Symbol" w:hAnsi="Symbol" w:hint="default"/>
      </w:rPr>
    </w:lvl>
    <w:lvl w:ilvl="4" w:tplc="08090003" w:tentative="1">
      <w:start w:val="1"/>
      <w:numFmt w:val="bullet"/>
      <w:lvlText w:val="o"/>
      <w:lvlJc w:val="left"/>
      <w:pPr>
        <w:tabs>
          <w:tab w:val="num" w:pos="4056"/>
        </w:tabs>
        <w:ind w:left="4056" w:hanging="360"/>
      </w:pPr>
      <w:rPr>
        <w:rFonts w:ascii="Courier New" w:hAnsi="Courier New" w:cs="Courier New" w:hint="default"/>
      </w:rPr>
    </w:lvl>
    <w:lvl w:ilvl="5" w:tplc="08090005" w:tentative="1">
      <w:start w:val="1"/>
      <w:numFmt w:val="bullet"/>
      <w:lvlText w:val=""/>
      <w:lvlJc w:val="left"/>
      <w:pPr>
        <w:tabs>
          <w:tab w:val="num" w:pos="4776"/>
        </w:tabs>
        <w:ind w:left="4776" w:hanging="360"/>
      </w:pPr>
      <w:rPr>
        <w:rFonts w:ascii="Wingdings" w:hAnsi="Wingdings" w:hint="default"/>
      </w:rPr>
    </w:lvl>
    <w:lvl w:ilvl="6" w:tplc="08090001" w:tentative="1">
      <w:start w:val="1"/>
      <w:numFmt w:val="bullet"/>
      <w:lvlText w:val=""/>
      <w:lvlJc w:val="left"/>
      <w:pPr>
        <w:tabs>
          <w:tab w:val="num" w:pos="5496"/>
        </w:tabs>
        <w:ind w:left="5496" w:hanging="360"/>
      </w:pPr>
      <w:rPr>
        <w:rFonts w:ascii="Symbol" w:hAnsi="Symbol" w:hint="default"/>
      </w:rPr>
    </w:lvl>
    <w:lvl w:ilvl="7" w:tplc="08090003" w:tentative="1">
      <w:start w:val="1"/>
      <w:numFmt w:val="bullet"/>
      <w:lvlText w:val="o"/>
      <w:lvlJc w:val="left"/>
      <w:pPr>
        <w:tabs>
          <w:tab w:val="num" w:pos="6216"/>
        </w:tabs>
        <w:ind w:left="6216" w:hanging="360"/>
      </w:pPr>
      <w:rPr>
        <w:rFonts w:ascii="Courier New" w:hAnsi="Courier New" w:cs="Courier New" w:hint="default"/>
      </w:rPr>
    </w:lvl>
    <w:lvl w:ilvl="8" w:tplc="08090005" w:tentative="1">
      <w:start w:val="1"/>
      <w:numFmt w:val="bullet"/>
      <w:lvlText w:val=""/>
      <w:lvlJc w:val="left"/>
      <w:pPr>
        <w:tabs>
          <w:tab w:val="num" w:pos="6936"/>
        </w:tabs>
        <w:ind w:left="6936" w:hanging="360"/>
      </w:pPr>
      <w:rPr>
        <w:rFonts w:ascii="Wingdings" w:hAnsi="Wingdings" w:hint="default"/>
      </w:rPr>
    </w:lvl>
  </w:abstractNum>
  <w:abstractNum w:abstractNumId="18" w15:restartNumberingAfterBreak="0">
    <w:nsid w:val="37BE31B1"/>
    <w:multiLevelType w:val="hybridMultilevel"/>
    <w:tmpl w:val="29B6999A"/>
    <w:lvl w:ilvl="0" w:tplc="289677E8">
      <w:start w:val="1"/>
      <w:numFmt w:val="bullet"/>
      <w:lvlText w:val="•"/>
      <w:lvlJc w:val="left"/>
      <w:pPr>
        <w:tabs>
          <w:tab w:val="num" w:pos="720"/>
        </w:tabs>
        <w:ind w:left="720" w:hanging="360"/>
      </w:pPr>
      <w:rPr>
        <w:rFonts w:ascii="Arial" w:hAnsi="Arial" w:hint="default"/>
      </w:rPr>
    </w:lvl>
    <w:lvl w:ilvl="1" w:tplc="7A045964" w:tentative="1">
      <w:start w:val="1"/>
      <w:numFmt w:val="bullet"/>
      <w:lvlText w:val="•"/>
      <w:lvlJc w:val="left"/>
      <w:pPr>
        <w:tabs>
          <w:tab w:val="num" w:pos="1440"/>
        </w:tabs>
        <w:ind w:left="1440" w:hanging="360"/>
      </w:pPr>
      <w:rPr>
        <w:rFonts w:ascii="Arial" w:hAnsi="Arial" w:hint="default"/>
      </w:rPr>
    </w:lvl>
    <w:lvl w:ilvl="2" w:tplc="C0089E12" w:tentative="1">
      <w:start w:val="1"/>
      <w:numFmt w:val="bullet"/>
      <w:lvlText w:val="•"/>
      <w:lvlJc w:val="left"/>
      <w:pPr>
        <w:tabs>
          <w:tab w:val="num" w:pos="2160"/>
        </w:tabs>
        <w:ind w:left="2160" w:hanging="360"/>
      </w:pPr>
      <w:rPr>
        <w:rFonts w:ascii="Arial" w:hAnsi="Arial" w:hint="default"/>
      </w:rPr>
    </w:lvl>
    <w:lvl w:ilvl="3" w:tplc="A65A49BE" w:tentative="1">
      <w:start w:val="1"/>
      <w:numFmt w:val="bullet"/>
      <w:lvlText w:val="•"/>
      <w:lvlJc w:val="left"/>
      <w:pPr>
        <w:tabs>
          <w:tab w:val="num" w:pos="2880"/>
        </w:tabs>
        <w:ind w:left="2880" w:hanging="360"/>
      </w:pPr>
      <w:rPr>
        <w:rFonts w:ascii="Arial" w:hAnsi="Arial" w:hint="default"/>
      </w:rPr>
    </w:lvl>
    <w:lvl w:ilvl="4" w:tplc="7EBA10B6" w:tentative="1">
      <w:start w:val="1"/>
      <w:numFmt w:val="bullet"/>
      <w:lvlText w:val="•"/>
      <w:lvlJc w:val="left"/>
      <w:pPr>
        <w:tabs>
          <w:tab w:val="num" w:pos="3600"/>
        </w:tabs>
        <w:ind w:left="3600" w:hanging="360"/>
      </w:pPr>
      <w:rPr>
        <w:rFonts w:ascii="Arial" w:hAnsi="Arial" w:hint="default"/>
      </w:rPr>
    </w:lvl>
    <w:lvl w:ilvl="5" w:tplc="6A2A65B4" w:tentative="1">
      <w:start w:val="1"/>
      <w:numFmt w:val="bullet"/>
      <w:lvlText w:val="•"/>
      <w:lvlJc w:val="left"/>
      <w:pPr>
        <w:tabs>
          <w:tab w:val="num" w:pos="4320"/>
        </w:tabs>
        <w:ind w:left="4320" w:hanging="360"/>
      </w:pPr>
      <w:rPr>
        <w:rFonts w:ascii="Arial" w:hAnsi="Arial" w:hint="default"/>
      </w:rPr>
    </w:lvl>
    <w:lvl w:ilvl="6" w:tplc="26563AC8" w:tentative="1">
      <w:start w:val="1"/>
      <w:numFmt w:val="bullet"/>
      <w:lvlText w:val="•"/>
      <w:lvlJc w:val="left"/>
      <w:pPr>
        <w:tabs>
          <w:tab w:val="num" w:pos="5040"/>
        </w:tabs>
        <w:ind w:left="5040" w:hanging="360"/>
      </w:pPr>
      <w:rPr>
        <w:rFonts w:ascii="Arial" w:hAnsi="Arial" w:hint="default"/>
      </w:rPr>
    </w:lvl>
    <w:lvl w:ilvl="7" w:tplc="5AAAB07E" w:tentative="1">
      <w:start w:val="1"/>
      <w:numFmt w:val="bullet"/>
      <w:lvlText w:val="•"/>
      <w:lvlJc w:val="left"/>
      <w:pPr>
        <w:tabs>
          <w:tab w:val="num" w:pos="5760"/>
        </w:tabs>
        <w:ind w:left="5760" w:hanging="360"/>
      </w:pPr>
      <w:rPr>
        <w:rFonts w:ascii="Arial" w:hAnsi="Arial" w:hint="default"/>
      </w:rPr>
    </w:lvl>
    <w:lvl w:ilvl="8" w:tplc="636EE54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D3E107B"/>
    <w:multiLevelType w:val="hybridMultilevel"/>
    <w:tmpl w:val="D8FA8132"/>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4230CC2"/>
    <w:multiLevelType w:val="multilevel"/>
    <w:tmpl w:val="3FC6EC02"/>
    <w:lvl w:ilvl="0">
      <w:start w:val="2"/>
      <w:numFmt w:val="decimal"/>
      <w:lvlText w:val="%1"/>
      <w:lvlJc w:val="left"/>
      <w:pPr>
        <w:ind w:left="525" w:hanging="525"/>
      </w:pPr>
      <w:rPr>
        <w:rFonts w:hint="default"/>
        <w:i w:val="0"/>
      </w:rPr>
    </w:lvl>
    <w:lvl w:ilvl="1">
      <w:start w:val="7"/>
      <w:numFmt w:val="decimal"/>
      <w:lvlText w:val="%1.%2"/>
      <w:lvlJc w:val="left"/>
      <w:pPr>
        <w:ind w:left="525" w:hanging="525"/>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21" w15:restartNumberingAfterBreak="0">
    <w:nsid w:val="54464097"/>
    <w:multiLevelType w:val="hybridMultilevel"/>
    <w:tmpl w:val="243462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9375661"/>
    <w:multiLevelType w:val="hybridMultilevel"/>
    <w:tmpl w:val="674682BA"/>
    <w:lvl w:ilvl="0" w:tplc="08090001">
      <w:start w:val="1"/>
      <w:numFmt w:val="bullet"/>
      <w:lvlText w:val=""/>
      <w:lvlJc w:val="left"/>
      <w:pPr>
        <w:tabs>
          <w:tab w:val="num" w:pos="540"/>
        </w:tabs>
        <w:ind w:left="54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4" w15:restartNumberingAfterBreak="0">
    <w:nsid w:val="5CF14F61"/>
    <w:multiLevelType w:val="hybridMultilevel"/>
    <w:tmpl w:val="E72ADC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E0A5E05"/>
    <w:multiLevelType w:val="hybridMultilevel"/>
    <w:tmpl w:val="6A0A91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60417A0C"/>
    <w:multiLevelType w:val="hybridMultilevel"/>
    <w:tmpl w:val="BE6607CE"/>
    <w:lvl w:ilvl="0" w:tplc="08090001">
      <w:start w:val="1"/>
      <w:numFmt w:val="bullet"/>
      <w:lvlText w:val=""/>
      <w:lvlJc w:val="left"/>
      <w:pPr>
        <w:ind w:left="731" w:hanging="360"/>
      </w:pPr>
      <w:rPr>
        <w:rFonts w:ascii="Symbol" w:hAnsi="Symbol"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27" w15:restartNumberingAfterBreak="0">
    <w:nsid w:val="631E50FC"/>
    <w:multiLevelType w:val="multilevel"/>
    <w:tmpl w:val="123C0EB6"/>
    <w:lvl w:ilvl="0">
      <w:start w:val="3"/>
      <w:numFmt w:val="decimal"/>
      <w:lvlText w:val="%1"/>
      <w:lvlJc w:val="left"/>
      <w:pPr>
        <w:ind w:left="525" w:hanging="525"/>
      </w:pPr>
      <w:rPr>
        <w:rFonts w:hint="default"/>
      </w:rPr>
    </w:lvl>
    <w:lvl w:ilvl="1">
      <w:start w:val="6"/>
      <w:numFmt w:val="decimal"/>
      <w:lvlText w:val="%1.%2"/>
      <w:lvlJc w:val="left"/>
      <w:pPr>
        <w:ind w:left="1245" w:hanging="525"/>
      </w:pPr>
      <w:rPr>
        <w:rFonts w:hint="default"/>
      </w:rPr>
    </w:lvl>
    <w:lvl w:ilvl="2">
      <w:start w:val="6"/>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4CA7283"/>
    <w:multiLevelType w:val="hybridMultilevel"/>
    <w:tmpl w:val="99A6F8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EC837FD"/>
    <w:multiLevelType w:val="hybridMultilevel"/>
    <w:tmpl w:val="1CE03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FF31D2C"/>
    <w:multiLevelType w:val="multilevel"/>
    <w:tmpl w:val="AD504D44"/>
    <w:lvl w:ilvl="0">
      <w:start w:val="3"/>
      <w:numFmt w:val="decimal"/>
      <w:lvlText w:val="%1"/>
      <w:lvlJc w:val="left"/>
      <w:pPr>
        <w:ind w:left="525" w:hanging="525"/>
      </w:pPr>
      <w:rPr>
        <w:rFonts w:hint="default"/>
      </w:rPr>
    </w:lvl>
    <w:lvl w:ilvl="1">
      <w:start w:val="6"/>
      <w:numFmt w:val="decimal"/>
      <w:lvlText w:val="%1.%2"/>
      <w:lvlJc w:val="left"/>
      <w:pPr>
        <w:ind w:left="525" w:hanging="525"/>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08446EF"/>
    <w:multiLevelType w:val="hybridMultilevel"/>
    <w:tmpl w:val="F03AA6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1A7597A"/>
    <w:multiLevelType w:val="hybridMultilevel"/>
    <w:tmpl w:val="B6D469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78A311D"/>
    <w:multiLevelType w:val="multilevel"/>
    <w:tmpl w:val="CA62A340"/>
    <w:lvl w:ilvl="0">
      <w:start w:val="3"/>
      <w:numFmt w:val="decimal"/>
      <w:lvlText w:val="%1"/>
      <w:lvlJc w:val="left"/>
      <w:pPr>
        <w:ind w:left="525" w:hanging="525"/>
      </w:pPr>
      <w:rPr>
        <w:rFonts w:hint="default"/>
      </w:rPr>
    </w:lvl>
    <w:lvl w:ilvl="1">
      <w:start w:val="6"/>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F7F6FFE"/>
    <w:multiLevelType w:val="hybridMultilevel"/>
    <w:tmpl w:val="7946DE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FA10BA0"/>
    <w:multiLevelType w:val="hybridMultilevel"/>
    <w:tmpl w:val="31525E08"/>
    <w:lvl w:ilvl="0" w:tplc="08090001">
      <w:start w:val="1"/>
      <w:numFmt w:val="bullet"/>
      <w:lvlText w:val=""/>
      <w:lvlJc w:val="left"/>
      <w:pPr>
        <w:ind w:left="769" w:hanging="360"/>
      </w:pPr>
      <w:rPr>
        <w:rFonts w:ascii="Symbol" w:hAnsi="Symbol" w:hint="default"/>
      </w:rPr>
    </w:lvl>
    <w:lvl w:ilvl="1" w:tplc="08090003" w:tentative="1">
      <w:start w:val="1"/>
      <w:numFmt w:val="bullet"/>
      <w:lvlText w:val="o"/>
      <w:lvlJc w:val="left"/>
      <w:pPr>
        <w:ind w:left="1489" w:hanging="360"/>
      </w:pPr>
      <w:rPr>
        <w:rFonts w:ascii="Courier New" w:hAnsi="Courier New" w:cs="Courier New" w:hint="default"/>
      </w:rPr>
    </w:lvl>
    <w:lvl w:ilvl="2" w:tplc="08090005" w:tentative="1">
      <w:start w:val="1"/>
      <w:numFmt w:val="bullet"/>
      <w:lvlText w:val=""/>
      <w:lvlJc w:val="left"/>
      <w:pPr>
        <w:ind w:left="2209" w:hanging="360"/>
      </w:pPr>
      <w:rPr>
        <w:rFonts w:ascii="Wingdings" w:hAnsi="Wingdings" w:hint="default"/>
      </w:rPr>
    </w:lvl>
    <w:lvl w:ilvl="3" w:tplc="08090001" w:tentative="1">
      <w:start w:val="1"/>
      <w:numFmt w:val="bullet"/>
      <w:lvlText w:val=""/>
      <w:lvlJc w:val="left"/>
      <w:pPr>
        <w:ind w:left="2929" w:hanging="360"/>
      </w:pPr>
      <w:rPr>
        <w:rFonts w:ascii="Symbol" w:hAnsi="Symbol" w:hint="default"/>
      </w:rPr>
    </w:lvl>
    <w:lvl w:ilvl="4" w:tplc="08090003" w:tentative="1">
      <w:start w:val="1"/>
      <w:numFmt w:val="bullet"/>
      <w:lvlText w:val="o"/>
      <w:lvlJc w:val="left"/>
      <w:pPr>
        <w:ind w:left="3649" w:hanging="360"/>
      </w:pPr>
      <w:rPr>
        <w:rFonts w:ascii="Courier New" w:hAnsi="Courier New" w:cs="Courier New" w:hint="default"/>
      </w:rPr>
    </w:lvl>
    <w:lvl w:ilvl="5" w:tplc="08090005" w:tentative="1">
      <w:start w:val="1"/>
      <w:numFmt w:val="bullet"/>
      <w:lvlText w:val=""/>
      <w:lvlJc w:val="left"/>
      <w:pPr>
        <w:ind w:left="4369" w:hanging="360"/>
      </w:pPr>
      <w:rPr>
        <w:rFonts w:ascii="Wingdings" w:hAnsi="Wingdings" w:hint="default"/>
      </w:rPr>
    </w:lvl>
    <w:lvl w:ilvl="6" w:tplc="08090001" w:tentative="1">
      <w:start w:val="1"/>
      <w:numFmt w:val="bullet"/>
      <w:lvlText w:val=""/>
      <w:lvlJc w:val="left"/>
      <w:pPr>
        <w:ind w:left="5089" w:hanging="360"/>
      </w:pPr>
      <w:rPr>
        <w:rFonts w:ascii="Symbol" w:hAnsi="Symbol" w:hint="default"/>
      </w:rPr>
    </w:lvl>
    <w:lvl w:ilvl="7" w:tplc="08090003" w:tentative="1">
      <w:start w:val="1"/>
      <w:numFmt w:val="bullet"/>
      <w:lvlText w:val="o"/>
      <w:lvlJc w:val="left"/>
      <w:pPr>
        <w:ind w:left="5809" w:hanging="360"/>
      </w:pPr>
      <w:rPr>
        <w:rFonts w:ascii="Courier New" w:hAnsi="Courier New" w:cs="Courier New" w:hint="default"/>
      </w:rPr>
    </w:lvl>
    <w:lvl w:ilvl="8" w:tplc="08090005" w:tentative="1">
      <w:start w:val="1"/>
      <w:numFmt w:val="bullet"/>
      <w:lvlText w:val=""/>
      <w:lvlJc w:val="left"/>
      <w:pPr>
        <w:ind w:left="6529" w:hanging="360"/>
      </w:pPr>
      <w:rPr>
        <w:rFonts w:ascii="Wingdings" w:hAnsi="Wingdings" w:hint="default"/>
      </w:rPr>
    </w:lvl>
  </w:abstractNum>
  <w:num w:numId="1" w16cid:durableId="1060128952">
    <w:abstractNumId w:val="23"/>
  </w:num>
  <w:num w:numId="2" w16cid:durableId="2140612633">
    <w:abstractNumId w:val="17"/>
  </w:num>
  <w:num w:numId="3" w16cid:durableId="1997613088">
    <w:abstractNumId w:val="22"/>
  </w:num>
  <w:num w:numId="4" w16cid:durableId="262229262">
    <w:abstractNumId w:val="12"/>
  </w:num>
  <w:num w:numId="5" w16cid:durableId="1557427942">
    <w:abstractNumId w:val="9"/>
  </w:num>
  <w:num w:numId="6" w16cid:durableId="551889416">
    <w:abstractNumId w:val="15"/>
  </w:num>
  <w:num w:numId="7" w16cid:durableId="601571692">
    <w:abstractNumId w:val="19"/>
  </w:num>
  <w:num w:numId="8" w16cid:durableId="342367383">
    <w:abstractNumId w:val="2"/>
  </w:num>
  <w:num w:numId="9" w16cid:durableId="63795540">
    <w:abstractNumId w:val="4"/>
  </w:num>
  <w:num w:numId="10" w16cid:durableId="2078673724">
    <w:abstractNumId w:val="25"/>
  </w:num>
  <w:num w:numId="11" w16cid:durableId="929512311">
    <w:abstractNumId w:val="26"/>
  </w:num>
  <w:num w:numId="12" w16cid:durableId="1980307105">
    <w:abstractNumId w:val="8"/>
  </w:num>
  <w:num w:numId="13" w16cid:durableId="1201432645">
    <w:abstractNumId w:val="32"/>
  </w:num>
  <w:num w:numId="14" w16cid:durableId="1984308193">
    <w:abstractNumId w:val="13"/>
  </w:num>
  <w:num w:numId="15" w16cid:durableId="481124064">
    <w:abstractNumId w:val="27"/>
  </w:num>
  <w:num w:numId="16" w16cid:durableId="195504843">
    <w:abstractNumId w:val="30"/>
  </w:num>
  <w:num w:numId="17" w16cid:durableId="1915124566">
    <w:abstractNumId w:val="33"/>
  </w:num>
  <w:num w:numId="18" w16cid:durableId="1818722060">
    <w:abstractNumId w:val="20"/>
  </w:num>
  <w:num w:numId="19" w16cid:durableId="1389113917">
    <w:abstractNumId w:val="28"/>
  </w:num>
  <w:num w:numId="20" w16cid:durableId="2110001823">
    <w:abstractNumId w:val="0"/>
  </w:num>
  <w:num w:numId="21" w16cid:durableId="149296699">
    <w:abstractNumId w:val="29"/>
  </w:num>
  <w:num w:numId="22" w16cid:durableId="42952420">
    <w:abstractNumId w:val="16"/>
  </w:num>
  <w:num w:numId="23" w16cid:durableId="107749214">
    <w:abstractNumId w:val="14"/>
  </w:num>
  <w:num w:numId="24" w16cid:durableId="150144050">
    <w:abstractNumId w:val="1"/>
  </w:num>
  <w:num w:numId="25" w16cid:durableId="364523245">
    <w:abstractNumId w:val="18"/>
  </w:num>
  <w:num w:numId="26" w16cid:durableId="1863205806">
    <w:abstractNumId w:val="31"/>
  </w:num>
  <w:num w:numId="27" w16cid:durableId="547110770">
    <w:abstractNumId w:val="5"/>
  </w:num>
  <w:num w:numId="28" w16cid:durableId="688458447">
    <w:abstractNumId w:val="6"/>
  </w:num>
  <w:num w:numId="29" w16cid:durableId="1394768578">
    <w:abstractNumId w:val="7"/>
  </w:num>
  <w:num w:numId="30" w16cid:durableId="735587985">
    <w:abstractNumId w:val="11"/>
  </w:num>
  <w:num w:numId="31" w16cid:durableId="649987026">
    <w:abstractNumId w:val="34"/>
  </w:num>
  <w:num w:numId="32" w16cid:durableId="1183937150">
    <w:abstractNumId w:val="35"/>
  </w:num>
  <w:num w:numId="33" w16cid:durableId="762729857">
    <w:abstractNumId w:val="24"/>
  </w:num>
  <w:num w:numId="34" w16cid:durableId="39674253">
    <w:abstractNumId w:val="21"/>
  </w:num>
  <w:num w:numId="35" w16cid:durableId="898247466">
    <w:abstractNumId w:val="3"/>
  </w:num>
  <w:num w:numId="36" w16cid:durableId="12262570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BE4"/>
    <w:rsid w:val="00006660"/>
    <w:rsid w:val="00007233"/>
    <w:rsid w:val="000119EC"/>
    <w:rsid w:val="000156F6"/>
    <w:rsid w:val="00023A41"/>
    <w:rsid w:val="00032891"/>
    <w:rsid w:val="00036262"/>
    <w:rsid w:val="00046B71"/>
    <w:rsid w:val="000532FE"/>
    <w:rsid w:val="0005458D"/>
    <w:rsid w:val="00060077"/>
    <w:rsid w:val="0006665B"/>
    <w:rsid w:val="0007158B"/>
    <w:rsid w:val="00082F7D"/>
    <w:rsid w:val="00084450"/>
    <w:rsid w:val="00094B8D"/>
    <w:rsid w:val="000A12BE"/>
    <w:rsid w:val="000A4C2C"/>
    <w:rsid w:val="000B521D"/>
    <w:rsid w:val="000D59D2"/>
    <w:rsid w:val="000E00BD"/>
    <w:rsid w:val="000E0FEF"/>
    <w:rsid w:val="000E4E9B"/>
    <w:rsid w:val="000F55FD"/>
    <w:rsid w:val="0012149E"/>
    <w:rsid w:val="001252B3"/>
    <w:rsid w:val="00132ED8"/>
    <w:rsid w:val="00140DC0"/>
    <w:rsid w:val="00144030"/>
    <w:rsid w:val="001835CB"/>
    <w:rsid w:val="00196C12"/>
    <w:rsid w:val="001A0224"/>
    <w:rsid w:val="001A3907"/>
    <w:rsid w:val="001A777D"/>
    <w:rsid w:val="001B3E4C"/>
    <w:rsid w:val="001B5A48"/>
    <w:rsid w:val="001D5117"/>
    <w:rsid w:val="001D53CF"/>
    <w:rsid w:val="001E34A8"/>
    <w:rsid w:val="001E6932"/>
    <w:rsid w:val="002023EF"/>
    <w:rsid w:val="00202522"/>
    <w:rsid w:val="002051DB"/>
    <w:rsid w:val="00205BB6"/>
    <w:rsid w:val="00213124"/>
    <w:rsid w:val="00217672"/>
    <w:rsid w:val="00226E03"/>
    <w:rsid w:val="00230892"/>
    <w:rsid w:val="00237952"/>
    <w:rsid w:val="00243559"/>
    <w:rsid w:val="00263E2C"/>
    <w:rsid w:val="00266503"/>
    <w:rsid w:val="002734FA"/>
    <w:rsid w:val="002771A1"/>
    <w:rsid w:val="002946A9"/>
    <w:rsid w:val="002A0B87"/>
    <w:rsid w:val="002A67D6"/>
    <w:rsid w:val="002B1B7D"/>
    <w:rsid w:val="002B3E25"/>
    <w:rsid w:val="002B4612"/>
    <w:rsid w:val="002C0CF7"/>
    <w:rsid w:val="002C43C9"/>
    <w:rsid w:val="002C54F9"/>
    <w:rsid w:val="002C5E92"/>
    <w:rsid w:val="002C7AE7"/>
    <w:rsid w:val="002D5932"/>
    <w:rsid w:val="002D5ADA"/>
    <w:rsid w:val="002E2ABD"/>
    <w:rsid w:val="002E694A"/>
    <w:rsid w:val="002E7D7D"/>
    <w:rsid w:val="002F1A4E"/>
    <w:rsid w:val="002F2D87"/>
    <w:rsid w:val="002F66DD"/>
    <w:rsid w:val="00300358"/>
    <w:rsid w:val="00304BF2"/>
    <w:rsid w:val="00317A42"/>
    <w:rsid w:val="00322853"/>
    <w:rsid w:val="0032438F"/>
    <w:rsid w:val="00330493"/>
    <w:rsid w:val="00333F51"/>
    <w:rsid w:val="0034341E"/>
    <w:rsid w:val="00347B0F"/>
    <w:rsid w:val="00356627"/>
    <w:rsid w:val="00386A30"/>
    <w:rsid w:val="003B11C0"/>
    <w:rsid w:val="003B58B8"/>
    <w:rsid w:val="003C6749"/>
    <w:rsid w:val="003E0199"/>
    <w:rsid w:val="003F4CCF"/>
    <w:rsid w:val="003F559A"/>
    <w:rsid w:val="003F7FC5"/>
    <w:rsid w:val="00400BC7"/>
    <w:rsid w:val="004057A1"/>
    <w:rsid w:val="00406190"/>
    <w:rsid w:val="00414677"/>
    <w:rsid w:val="004347A1"/>
    <w:rsid w:val="00436D92"/>
    <w:rsid w:val="00444C61"/>
    <w:rsid w:val="00451BF7"/>
    <w:rsid w:val="00465610"/>
    <w:rsid w:val="00470AAF"/>
    <w:rsid w:val="00473B5D"/>
    <w:rsid w:val="0047613A"/>
    <w:rsid w:val="00487248"/>
    <w:rsid w:val="004A627A"/>
    <w:rsid w:val="004B5206"/>
    <w:rsid w:val="004B770A"/>
    <w:rsid w:val="004B7D52"/>
    <w:rsid w:val="004C0604"/>
    <w:rsid w:val="004C73C5"/>
    <w:rsid w:val="004D0625"/>
    <w:rsid w:val="004D0A49"/>
    <w:rsid w:val="004D0CB0"/>
    <w:rsid w:val="004D1D87"/>
    <w:rsid w:val="004D5464"/>
    <w:rsid w:val="004D684A"/>
    <w:rsid w:val="004D7C01"/>
    <w:rsid w:val="004D7E44"/>
    <w:rsid w:val="004E4EA0"/>
    <w:rsid w:val="004F7EB1"/>
    <w:rsid w:val="005017CE"/>
    <w:rsid w:val="00503CA4"/>
    <w:rsid w:val="00504A2E"/>
    <w:rsid w:val="00504CC5"/>
    <w:rsid w:val="00505279"/>
    <w:rsid w:val="00511FDF"/>
    <w:rsid w:val="005206BD"/>
    <w:rsid w:val="00544548"/>
    <w:rsid w:val="005467B3"/>
    <w:rsid w:val="00551E49"/>
    <w:rsid w:val="00555DF7"/>
    <w:rsid w:val="00563A4C"/>
    <w:rsid w:val="00575AEC"/>
    <w:rsid w:val="0058578E"/>
    <w:rsid w:val="00587128"/>
    <w:rsid w:val="005A1F59"/>
    <w:rsid w:val="005A317E"/>
    <w:rsid w:val="005A4ED9"/>
    <w:rsid w:val="005C1E14"/>
    <w:rsid w:val="005D1628"/>
    <w:rsid w:val="005D1A92"/>
    <w:rsid w:val="005D606A"/>
    <w:rsid w:val="005D618D"/>
    <w:rsid w:val="005D6822"/>
    <w:rsid w:val="005D76FA"/>
    <w:rsid w:val="005E65A5"/>
    <w:rsid w:val="00617CAD"/>
    <w:rsid w:val="0062154B"/>
    <w:rsid w:val="006228FC"/>
    <w:rsid w:val="00632969"/>
    <w:rsid w:val="00634528"/>
    <w:rsid w:val="00640E22"/>
    <w:rsid w:val="00643527"/>
    <w:rsid w:val="00676F03"/>
    <w:rsid w:val="00680934"/>
    <w:rsid w:val="0068236E"/>
    <w:rsid w:val="006851A4"/>
    <w:rsid w:val="0068643A"/>
    <w:rsid w:val="00694FBF"/>
    <w:rsid w:val="006A672D"/>
    <w:rsid w:val="006C413B"/>
    <w:rsid w:val="006D4BE4"/>
    <w:rsid w:val="006D66B2"/>
    <w:rsid w:val="006E32D8"/>
    <w:rsid w:val="006E7F8E"/>
    <w:rsid w:val="006F22C2"/>
    <w:rsid w:val="006F2B25"/>
    <w:rsid w:val="006F6578"/>
    <w:rsid w:val="007110A4"/>
    <w:rsid w:val="00712210"/>
    <w:rsid w:val="0072612A"/>
    <w:rsid w:val="0072780A"/>
    <w:rsid w:val="007314D7"/>
    <w:rsid w:val="00733451"/>
    <w:rsid w:val="00733F09"/>
    <w:rsid w:val="00734332"/>
    <w:rsid w:val="00740C98"/>
    <w:rsid w:val="00740CFC"/>
    <w:rsid w:val="00751A0E"/>
    <w:rsid w:val="00752DDD"/>
    <w:rsid w:val="00766225"/>
    <w:rsid w:val="00796ED7"/>
    <w:rsid w:val="0079738B"/>
    <w:rsid w:val="007C36BA"/>
    <w:rsid w:val="007C4620"/>
    <w:rsid w:val="007C6C11"/>
    <w:rsid w:val="007D0D48"/>
    <w:rsid w:val="007E10F5"/>
    <w:rsid w:val="007E1774"/>
    <w:rsid w:val="007E2613"/>
    <w:rsid w:val="007E28A4"/>
    <w:rsid w:val="007E338C"/>
    <w:rsid w:val="007F5618"/>
    <w:rsid w:val="007F60CA"/>
    <w:rsid w:val="007F7900"/>
    <w:rsid w:val="00800010"/>
    <w:rsid w:val="00802E84"/>
    <w:rsid w:val="00803966"/>
    <w:rsid w:val="00805769"/>
    <w:rsid w:val="00817D1D"/>
    <w:rsid w:val="00822843"/>
    <w:rsid w:val="00823B97"/>
    <w:rsid w:val="00826728"/>
    <w:rsid w:val="00831A95"/>
    <w:rsid w:val="00834D3F"/>
    <w:rsid w:val="0084274B"/>
    <w:rsid w:val="00843AF7"/>
    <w:rsid w:val="00875CC7"/>
    <w:rsid w:val="00882F44"/>
    <w:rsid w:val="008835B7"/>
    <w:rsid w:val="00884938"/>
    <w:rsid w:val="00893468"/>
    <w:rsid w:val="008A5970"/>
    <w:rsid w:val="008C00C8"/>
    <w:rsid w:val="008E4D43"/>
    <w:rsid w:val="00900BFF"/>
    <w:rsid w:val="00905C99"/>
    <w:rsid w:val="00915410"/>
    <w:rsid w:val="009174BD"/>
    <w:rsid w:val="0092087B"/>
    <w:rsid w:val="009454D5"/>
    <w:rsid w:val="009574B3"/>
    <w:rsid w:val="00961FE7"/>
    <w:rsid w:val="00981716"/>
    <w:rsid w:val="00982CE7"/>
    <w:rsid w:val="00986197"/>
    <w:rsid w:val="009A3A0B"/>
    <w:rsid w:val="009A7869"/>
    <w:rsid w:val="009B7339"/>
    <w:rsid w:val="009C561E"/>
    <w:rsid w:val="009C6158"/>
    <w:rsid w:val="00A02378"/>
    <w:rsid w:val="00A21211"/>
    <w:rsid w:val="00A227B3"/>
    <w:rsid w:val="00A24DF1"/>
    <w:rsid w:val="00A256BA"/>
    <w:rsid w:val="00A26785"/>
    <w:rsid w:val="00A51307"/>
    <w:rsid w:val="00A57ECC"/>
    <w:rsid w:val="00A62DD6"/>
    <w:rsid w:val="00A72391"/>
    <w:rsid w:val="00A72417"/>
    <w:rsid w:val="00A909EC"/>
    <w:rsid w:val="00A90C77"/>
    <w:rsid w:val="00A952F0"/>
    <w:rsid w:val="00AA507E"/>
    <w:rsid w:val="00AB0D0C"/>
    <w:rsid w:val="00AB5DD2"/>
    <w:rsid w:val="00AD45B2"/>
    <w:rsid w:val="00AD7667"/>
    <w:rsid w:val="00AE3704"/>
    <w:rsid w:val="00AE4AD8"/>
    <w:rsid w:val="00AE639D"/>
    <w:rsid w:val="00AF6530"/>
    <w:rsid w:val="00B00E64"/>
    <w:rsid w:val="00B04C81"/>
    <w:rsid w:val="00B070E9"/>
    <w:rsid w:val="00B1143A"/>
    <w:rsid w:val="00B204EF"/>
    <w:rsid w:val="00B21248"/>
    <w:rsid w:val="00B23535"/>
    <w:rsid w:val="00B45C0E"/>
    <w:rsid w:val="00B54136"/>
    <w:rsid w:val="00B54245"/>
    <w:rsid w:val="00B56EA1"/>
    <w:rsid w:val="00B6173F"/>
    <w:rsid w:val="00B63E7D"/>
    <w:rsid w:val="00B665D1"/>
    <w:rsid w:val="00B701C1"/>
    <w:rsid w:val="00B76FF7"/>
    <w:rsid w:val="00B9207A"/>
    <w:rsid w:val="00BA2A08"/>
    <w:rsid w:val="00BB15DF"/>
    <w:rsid w:val="00BB2BCF"/>
    <w:rsid w:val="00BC3A61"/>
    <w:rsid w:val="00BC5499"/>
    <w:rsid w:val="00BD2062"/>
    <w:rsid w:val="00BD6CEF"/>
    <w:rsid w:val="00C36781"/>
    <w:rsid w:val="00C42478"/>
    <w:rsid w:val="00C45BF8"/>
    <w:rsid w:val="00C568B0"/>
    <w:rsid w:val="00C6464C"/>
    <w:rsid w:val="00C70A93"/>
    <w:rsid w:val="00C73286"/>
    <w:rsid w:val="00C755CE"/>
    <w:rsid w:val="00C80B5A"/>
    <w:rsid w:val="00C819A5"/>
    <w:rsid w:val="00C945DC"/>
    <w:rsid w:val="00CA61CD"/>
    <w:rsid w:val="00CB728E"/>
    <w:rsid w:val="00CC04F9"/>
    <w:rsid w:val="00CD14CB"/>
    <w:rsid w:val="00CD615E"/>
    <w:rsid w:val="00CD72EF"/>
    <w:rsid w:val="00CE55C4"/>
    <w:rsid w:val="00CF2B22"/>
    <w:rsid w:val="00CF3170"/>
    <w:rsid w:val="00CF49F6"/>
    <w:rsid w:val="00CF7408"/>
    <w:rsid w:val="00D20140"/>
    <w:rsid w:val="00D26922"/>
    <w:rsid w:val="00D32930"/>
    <w:rsid w:val="00D32B05"/>
    <w:rsid w:val="00D40C2D"/>
    <w:rsid w:val="00D439C5"/>
    <w:rsid w:val="00D45793"/>
    <w:rsid w:val="00D54269"/>
    <w:rsid w:val="00D619E0"/>
    <w:rsid w:val="00D61E8C"/>
    <w:rsid w:val="00D64F8E"/>
    <w:rsid w:val="00D7685F"/>
    <w:rsid w:val="00D92D8E"/>
    <w:rsid w:val="00D94662"/>
    <w:rsid w:val="00D95693"/>
    <w:rsid w:val="00DA44A5"/>
    <w:rsid w:val="00DB2F0C"/>
    <w:rsid w:val="00DB4DF0"/>
    <w:rsid w:val="00DC33B8"/>
    <w:rsid w:val="00DD2052"/>
    <w:rsid w:val="00DE5ED0"/>
    <w:rsid w:val="00DF0A38"/>
    <w:rsid w:val="00E01C0C"/>
    <w:rsid w:val="00E109CF"/>
    <w:rsid w:val="00E13100"/>
    <w:rsid w:val="00E14EEC"/>
    <w:rsid w:val="00E43F70"/>
    <w:rsid w:val="00E47C29"/>
    <w:rsid w:val="00E5345E"/>
    <w:rsid w:val="00E54983"/>
    <w:rsid w:val="00E55D6A"/>
    <w:rsid w:val="00E566E0"/>
    <w:rsid w:val="00E57A5A"/>
    <w:rsid w:val="00E619FD"/>
    <w:rsid w:val="00E61C20"/>
    <w:rsid w:val="00E80974"/>
    <w:rsid w:val="00E844C5"/>
    <w:rsid w:val="00E96621"/>
    <w:rsid w:val="00EA14E7"/>
    <w:rsid w:val="00EA6C11"/>
    <w:rsid w:val="00EA6E35"/>
    <w:rsid w:val="00EB2678"/>
    <w:rsid w:val="00EB3F39"/>
    <w:rsid w:val="00EB7CFA"/>
    <w:rsid w:val="00ED6131"/>
    <w:rsid w:val="00ED7996"/>
    <w:rsid w:val="00EE5A06"/>
    <w:rsid w:val="00EE7267"/>
    <w:rsid w:val="00EF1EE7"/>
    <w:rsid w:val="00F019DC"/>
    <w:rsid w:val="00F064AB"/>
    <w:rsid w:val="00F103E2"/>
    <w:rsid w:val="00F174FC"/>
    <w:rsid w:val="00F215B9"/>
    <w:rsid w:val="00F36534"/>
    <w:rsid w:val="00F40404"/>
    <w:rsid w:val="00F41F23"/>
    <w:rsid w:val="00F6411E"/>
    <w:rsid w:val="00F67AE3"/>
    <w:rsid w:val="00F720E1"/>
    <w:rsid w:val="00F74307"/>
    <w:rsid w:val="00F83C2C"/>
    <w:rsid w:val="00F912C1"/>
    <w:rsid w:val="00F93411"/>
    <w:rsid w:val="00F97CC5"/>
    <w:rsid w:val="00FA2928"/>
    <w:rsid w:val="00FA62C1"/>
    <w:rsid w:val="00FA6314"/>
    <w:rsid w:val="00FA72BA"/>
    <w:rsid w:val="00FB098D"/>
    <w:rsid w:val="00FD6692"/>
    <w:rsid w:val="00FE15BA"/>
    <w:rsid w:val="00FE53FF"/>
    <w:rsid w:val="00FF5646"/>
    <w:rsid w:val="0134812A"/>
    <w:rsid w:val="02005527"/>
    <w:rsid w:val="0228AA59"/>
    <w:rsid w:val="03D2ECFF"/>
    <w:rsid w:val="03DA6466"/>
    <w:rsid w:val="0759265C"/>
    <w:rsid w:val="079FA490"/>
    <w:rsid w:val="088252EF"/>
    <w:rsid w:val="08CCADD1"/>
    <w:rsid w:val="0CD88269"/>
    <w:rsid w:val="0D1052B7"/>
    <w:rsid w:val="0ECAD7A0"/>
    <w:rsid w:val="0ECE9A1E"/>
    <w:rsid w:val="0F775C42"/>
    <w:rsid w:val="101E31EA"/>
    <w:rsid w:val="104B432B"/>
    <w:rsid w:val="107F83A1"/>
    <w:rsid w:val="117FCFC5"/>
    <w:rsid w:val="11A706F2"/>
    <w:rsid w:val="11CA3140"/>
    <w:rsid w:val="11CD1B7F"/>
    <w:rsid w:val="1228D90E"/>
    <w:rsid w:val="128E4E79"/>
    <w:rsid w:val="1301413D"/>
    <w:rsid w:val="13627AED"/>
    <w:rsid w:val="1392F695"/>
    <w:rsid w:val="13AB6FE5"/>
    <w:rsid w:val="13DF0C83"/>
    <w:rsid w:val="14AA993C"/>
    <w:rsid w:val="15BB28D5"/>
    <w:rsid w:val="18664D49"/>
    <w:rsid w:val="18B1AD98"/>
    <w:rsid w:val="1A188356"/>
    <w:rsid w:val="1A25F773"/>
    <w:rsid w:val="1A38677C"/>
    <w:rsid w:val="1ACA2967"/>
    <w:rsid w:val="1B44A8C8"/>
    <w:rsid w:val="1B7C47F2"/>
    <w:rsid w:val="1C10A934"/>
    <w:rsid w:val="1D2A1F5C"/>
    <w:rsid w:val="1E2C332B"/>
    <w:rsid w:val="1EDD3D71"/>
    <w:rsid w:val="1FA229D4"/>
    <w:rsid w:val="216FBD7F"/>
    <w:rsid w:val="21CE2A60"/>
    <w:rsid w:val="26277F97"/>
    <w:rsid w:val="2649AE42"/>
    <w:rsid w:val="270F3920"/>
    <w:rsid w:val="2761BB67"/>
    <w:rsid w:val="297A034B"/>
    <w:rsid w:val="2A05B450"/>
    <w:rsid w:val="2AF0180E"/>
    <w:rsid w:val="2B1E2F8B"/>
    <w:rsid w:val="2CE643E5"/>
    <w:rsid w:val="2D8653CD"/>
    <w:rsid w:val="2F62ABAD"/>
    <w:rsid w:val="2F7E108C"/>
    <w:rsid w:val="324A41C0"/>
    <w:rsid w:val="337B83A8"/>
    <w:rsid w:val="33EC6E2E"/>
    <w:rsid w:val="359EF2EA"/>
    <w:rsid w:val="35B20E0B"/>
    <w:rsid w:val="3672D012"/>
    <w:rsid w:val="36C61987"/>
    <w:rsid w:val="37F7147C"/>
    <w:rsid w:val="39813168"/>
    <w:rsid w:val="39861F5D"/>
    <w:rsid w:val="399D7E28"/>
    <w:rsid w:val="3AF5D96F"/>
    <w:rsid w:val="3DA67A33"/>
    <w:rsid w:val="3DC36C3F"/>
    <w:rsid w:val="3E691095"/>
    <w:rsid w:val="3ECFDE04"/>
    <w:rsid w:val="3F652C62"/>
    <w:rsid w:val="3F93F6C3"/>
    <w:rsid w:val="408D09BD"/>
    <w:rsid w:val="4119CE6C"/>
    <w:rsid w:val="42A9DC6A"/>
    <w:rsid w:val="431ECF4C"/>
    <w:rsid w:val="4323F349"/>
    <w:rsid w:val="43A2EADC"/>
    <w:rsid w:val="44ECDB50"/>
    <w:rsid w:val="44F823A2"/>
    <w:rsid w:val="450F4EA5"/>
    <w:rsid w:val="45E82246"/>
    <w:rsid w:val="45F8450A"/>
    <w:rsid w:val="460D9F04"/>
    <w:rsid w:val="463B0927"/>
    <w:rsid w:val="473A6F1B"/>
    <w:rsid w:val="4AE48C79"/>
    <w:rsid w:val="4B2E74FE"/>
    <w:rsid w:val="4B514DB3"/>
    <w:rsid w:val="4B854829"/>
    <w:rsid w:val="4C57D4FF"/>
    <w:rsid w:val="4CB918E1"/>
    <w:rsid w:val="4D7C3D9E"/>
    <w:rsid w:val="4D9AC8CD"/>
    <w:rsid w:val="4F921580"/>
    <w:rsid w:val="50761584"/>
    <w:rsid w:val="50B8FA7E"/>
    <w:rsid w:val="511F7006"/>
    <w:rsid w:val="5242535A"/>
    <w:rsid w:val="52A57A4E"/>
    <w:rsid w:val="52EE0380"/>
    <w:rsid w:val="55045A4F"/>
    <w:rsid w:val="552C5B14"/>
    <w:rsid w:val="56D9908F"/>
    <w:rsid w:val="5847609F"/>
    <w:rsid w:val="586CA827"/>
    <w:rsid w:val="590322A4"/>
    <w:rsid w:val="5945D514"/>
    <w:rsid w:val="5A2C3CBF"/>
    <w:rsid w:val="5AED86D1"/>
    <w:rsid w:val="5B5C5869"/>
    <w:rsid w:val="60BC095E"/>
    <w:rsid w:val="61D15054"/>
    <w:rsid w:val="621988F1"/>
    <w:rsid w:val="62457593"/>
    <w:rsid w:val="62CC3AA0"/>
    <w:rsid w:val="64240E70"/>
    <w:rsid w:val="6474FE90"/>
    <w:rsid w:val="6566AD01"/>
    <w:rsid w:val="663831E8"/>
    <w:rsid w:val="66C82B37"/>
    <w:rsid w:val="67D03AA4"/>
    <w:rsid w:val="67F68C4D"/>
    <w:rsid w:val="6810CB90"/>
    <w:rsid w:val="691744C0"/>
    <w:rsid w:val="69EC9124"/>
    <w:rsid w:val="6A8B7096"/>
    <w:rsid w:val="6B9DA6C9"/>
    <w:rsid w:val="6D6E3877"/>
    <w:rsid w:val="6DB9A91C"/>
    <w:rsid w:val="6EF07F75"/>
    <w:rsid w:val="6F2D66FE"/>
    <w:rsid w:val="7020B83A"/>
    <w:rsid w:val="70746C5E"/>
    <w:rsid w:val="715A9B56"/>
    <w:rsid w:val="71822157"/>
    <w:rsid w:val="726B4D0E"/>
    <w:rsid w:val="73013150"/>
    <w:rsid w:val="740B8603"/>
    <w:rsid w:val="747884C1"/>
    <w:rsid w:val="75B683BD"/>
    <w:rsid w:val="760969FC"/>
    <w:rsid w:val="77CAC1A6"/>
    <w:rsid w:val="794CD9F2"/>
    <w:rsid w:val="7B89199F"/>
    <w:rsid w:val="7D7AB2EC"/>
    <w:rsid w:val="7D8670E4"/>
    <w:rsid w:val="7E274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6E4973"/>
  <w15:chartTrackingRefBased/>
  <w15:docId w15:val="{5AE485C9-8B0B-4670-AC6F-E8117C865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val="en-GB" w:eastAsia="en-US"/>
    </w:rPr>
  </w:style>
  <w:style w:type="paragraph" w:styleId="Heading1">
    <w:name w:val="heading 1"/>
    <w:basedOn w:val="Normal"/>
    <w:next w:val="Normal"/>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link w:val="Heading4Char"/>
    <w:qFormat/>
    <w:pPr>
      <w:keepNext/>
      <w:ind w:left="-108" w:right="91"/>
      <w:jc w:val="right"/>
      <w:outlineLvl w:val="3"/>
    </w:pPr>
    <w:rPr>
      <w:b/>
      <w:bCs/>
      <w:color w:val="000000"/>
      <w:sz w:val="20"/>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framePr w:hSpace="180" w:wrap="notBeside" w:hAnchor="margin" w:y="-365"/>
      <w:jc w:val="both"/>
      <w:outlineLvl w:val="5"/>
    </w:pPr>
    <w:rPr>
      <w:b/>
      <w:bCs/>
      <w:sz w:val="22"/>
      <w:lang w:val="en-US"/>
    </w:rPr>
  </w:style>
  <w:style w:type="paragraph" w:styleId="Heading7">
    <w:name w:val="heading 7"/>
    <w:basedOn w:val="Normal"/>
    <w:next w:val="Normal"/>
    <w:qFormat/>
    <w:pPr>
      <w:keepNext/>
      <w:ind w:left="456"/>
      <w:outlineLvl w:val="6"/>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
    <w:name w:val="Body Text"/>
    <w:basedOn w:val="Normal"/>
    <w:link w:val="BodyTextChar"/>
    <w:pPr>
      <w:jc w:val="right"/>
    </w:pPr>
    <w:rPr>
      <w:rFonts w:cs="Arial"/>
      <w:color w:val="FFFFFF"/>
      <w:szCs w:val="24"/>
    </w:rPr>
  </w:style>
  <w:style w:type="paragraph" w:styleId="BodyTextIndent">
    <w:name w:val="Body Text Indent"/>
    <w:basedOn w:val="Normal"/>
    <w:pPr>
      <w:ind w:left="399"/>
    </w:pPr>
    <w:rPr>
      <w:b/>
      <w:bCs/>
    </w:rPr>
  </w:style>
  <w:style w:type="paragraph" w:styleId="BodyTextIndent2">
    <w:name w:val="Body Text Indent 2"/>
    <w:basedOn w:val="Normal"/>
    <w:pPr>
      <w:autoSpaceDE w:val="0"/>
      <w:autoSpaceDN w:val="0"/>
      <w:adjustRightInd w:val="0"/>
      <w:spacing w:before="100" w:after="100"/>
      <w:ind w:left="456"/>
    </w:pPr>
    <w:rPr>
      <w:rFonts w:cs="Arial"/>
      <w:sz w:val="22"/>
      <w:lang w:val="en-US"/>
    </w:rPr>
  </w:style>
  <w:style w:type="paragraph" w:styleId="BodyTextIndent3">
    <w:name w:val="Body Text Indent 3"/>
    <w:basedOn w:val="Normal"/>
    <w:pPr>
      <w:tabs>
        <w:tab w:val="left" w:pos="1276"/>
      </w:tabs>
      <w:autoSpaceDE w:val="0"/>
      <w:autoSpaceDN w:val="0"/>
      <w:ind w:left="1134"/>
    </w:pPr>
    <w:rPr>
      <w:rFonts w:cs="Arial"/>
    </w:rPr>
  </w:style>
  <w:style w:type="paragraph" w:styleId="BodyText2">
    <w:name w:val="Body Text 2"/>
    <w:basedOn w:val="Normal"/>
    <w:pPr>
      <w:autoSpaceDE w:val="0"/>
      <w:autoSpaceDN w:val="0"/>
    </w:pPr>
    <w:rPr>
      <w:rFonts w:cs="Arial"/>
      <w:color w:val="000000"/>
      <w:szCs w:val="18"/>
    </w:rPr>
  </w:style>
  <w:style w:type="paragraph" w:styleId="NormalWeb">
    <w:name w:val="Normal (Web)"/>
    <w:basedOn w:val="Normal"/>
    <w:uiPriority w:val="99"/>
    <w:pPr>
      <w:spacing w:before="100" w:beforeAutospacing="1" w:after="100" w:afterAutospacing="1"/>
    </w:pPr>
    <w:rPr>
      <w:rFonts w:ascii="Times New Roman" w:hAnsi="Times New Roman"/>
      <w:szCs w:val="24"/>
    </w:rPr>
  </w:style>
  <w:style w:type="paragraph" w:styleId="HTMLAddress">
    <w:name w:val="HTML Address"/>
    <w:basedOn w:val="Normal"/>
    <w:rPr>
      <w:rFonts w:ascii="Times New Roman" w:hAnsi="Times New Roman"/>
      <w:i/>
      <w:iCs/>
      <w:szCs w:val="24"/>
    </w:rPr>
  </w:style>
  <w:style w:type="character" w:customStyle="1" w:styleId="BodyTextChar">
    <w:name w:val="Body Text Char"/>
    <w:link w:val="BodyText"/>
    <w:rsid w:val="00EF1EE7"/>
    <w:rPr>
      <w:rFonts w:ascii="Arial" w:hAnsi="Arial" w:cs="Arial"/>
      <w:color w:val="FFFFFF"/>
      <w:sz w:val="24"/>
      <w:szCs w:val="24"/>
      <w:lang w:eastAsia="en-US"/>
    </w:rPr>
  </w:style>
  <w:style w:type="character" w:customStyle="1" w:styleId="Heading4Char">
    <w:name w:val="Heading 4 Char"/>
    <w:link w:val="Heading4"/>
    <w:rsid w:val="00A62DD6"/>
    <w:rPr>
      <w:rFonts w:ascii="Arial" w:hAnsi="Arial"/>
      <w:b/>
      <w:bCs/>
      <w:color w:val="000000"/>
      <w:lang w:eastAsia="en-US"/>
    </w:rPr>
  </w:style>
  <w:style w:type="paragraph" w:styleId="BalloonText">
    <w:name w:val="Balloon Text"/>
    <w:basedOn w:val="Normal"/>
    <w:link w:val="BalloonTextChar"/>
    <w:rsid w:val="00B665D1"/>
    <w:rPr>
      <w:rFonts w:ascii="Segoe UI" w:hAnsi="Segoe UI" w:cs="Segoe UI"/>
      <w:sz w:val="18"/>
      <w:szCs w:val="18"/>
    </w:rPr>
  </w:style>
  <w:style w:type="character" w:customStyle="1" w:styleId="BalloonTextChar">
    <w:name w:val="Balloon Text Char"/>
    <w:link w:val="BalloonText"/>
    <w:rsid w:val="00B665D1"/>
    <w:rPr>
      <w:rFonts w:ascii="Segoe UI" w:hAnsi="Segoe UI" w:cs="Segoe UI"/>
      <w:sz w:val="18"/>
      <w:szCs w:val="18"/>
      <w:lang w:eastAsia="en-US"/>
    </w:rPr>
  </w:style>
  <w:style w:type="character" w:styleId="Strong">
    <w:name w:val="Strong"/>
    <w:qFormat/>
    <w:rsid w:val="00F064AB"/>
    <w:rPr>
      <w:b/>
      <w:bCs/>
    </w:rPr>
  </w:style>
  <w:style w:type="character" w:customStyle="1" w:styleId="HeaderChar">
    <w:name w:val="Header Char"/>
    <w:link w:val="Header"/>
    <w:locked/>
    <w:rsid w:val="00F064AB"/>
    <w:rPr>
      <w:rFonts w:ascii="Arial" w:hAnsi="Arial"/>
      <w:sz w:val="24"/>
      <w:lang w:eastAsia="en-US"/>
    </w:rPr>
  </w:style>
  <w:style w:type="paragraph" w:customStyle="1" w:styleId="Default">
    <w:name w:val="Default"/>
    <w:rsid w:val="00F064AB"/>
    <w:pPr>
      <w:autoSpaceDE w:val="0"/>
      <w:autoSpaceDN w:val="0"/>
      <w:adjustRightInd w:val="0"/>
    </w:pPr>
    <w:rPr>
      <w:rFonts w:ascii="Arial" w:hAnsi="Arial" w:cs="Arial"/>
      <w:color w:val="000000"/>
      <w:sz w:val="24"/>
      <w:szCs w:val="24"/>
      <w:lang w:val="en-GB" w:eastAsia="en-GB"/>
    </w:rPr>
  </w:style>
  <w:style w:type="paragraph" w:styleId="ListParagraph">
    <w:name w:val="List Paragraph"/>
    <w:basedOn w:val="Normal"/>
    <w:uiPriority w:val="99"/>
    <w:qFormat/>
    <w:rsid w:val="00F064AB"/>
    <w:pPr>
      <w:ind w:left="720"/>
    </w:pPr>
    <w:rPr>
      <w:rFonts w:cs="Arial"/>
      <w:szCs w:val="24"/>
      <w:lang w:val="en-US"/>
    </w:rPr>
  </w:style>
  <w:style w:type="paragraph" w:styleId="NoSpacing">
    <w:name w:val="No Spacing"/>
    <w:uiPriority w:val="1"/>
    <w:qFormat/>
    <w:rsid w:val="00F064AB"/>
    <w:rPr>
      <w:rFonts w:ascii="Comic Sans MS" w:hAnsi="Comic Sans MS"/>
      <w:lang w:val="en-GB" w:eastAsia="en-US"/>
    </w:rPr>
  </w:style>
  <w:style w:type="character" w:styleId="Hyperlink">
    <w:name w:val="Hyperlink"/>
    <w:rsid w:val="002023EF"/>
    <w:rPr>
      <w:color w:val="0563C1"/>
      <w:u w:val="single"/>
    </w:rPr>
  </w:style>
  <w:style w:type="character" w:customStyle="1" w:styleId="FooterChar">
    <w:name w:val="Footer Char"/>
    <w:link w:val="Footer"/>
    <w:uiPriority w:val="99"/>
    <w:rsid w:val="00634528"/>
    <w:rPr>
      <w:rFonts w:ascii="Arial" w:hAnsi="Arial"/>
      <w:sz w:val="24"/>
      <w:lang w:eastAsia="en-US"/>
    </w:rPr>
  </w:style>
  <w:style w:type="character" w:customStyle="1" w:styleId="A1">
    <w:name w:val="A1"/>
    <w:uiPriority w:val="99"/>
    <w:rsid w:val="00E57A5A"/>
    <w:rPr>
      <w:rFonts w:cs="Futura Book"/>
      <w:color w:val="000000"/>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1570962">
      <w:bodyDiv w:val="1"/>
      <w:marLeft w:val="0"/>
      <w:marRight w:val="0"/>
      <w:marTop w:val="0"/>
      <w:marBottom w:val="0"/>
      <w:divBdr>
        <w:top w:val="none" w:sz="0" w:space="0" w:color="auto"/>
        <w:left w:val="none" w:sz="0" w:space="0" w:color="auto"/>
        <w:bottom w:val="none" w:sz="0" w:space="0" w:color="auto"/>
        <w:right w:val="none" w:sz="0" w:space="0" w:color="auto"/>
      </w:divBdr>
      <w:divsChild>
        <w:div w:id="169687122">
          <w:marLeft w:val="547"/>
          <w:marRight w:val="0"/>
          <w:marTop w:val="82"/>
          <w:marBottom w:val="0"/>
          <w:divBdr>
            <w:top w:val="none" w:sz="0" w:space="0" w:color="auto"/>
            <w:left w:val="none" w:sz="0" w:space="0" w:color="auto"/>
            <w:bottom w:val="none" w:sz="0" w:space="0" w:color="auto"/>
            <w:right w:val="none" w:sz="0" w:space="0" w:color="auto"/>
          </w:divBdr>
        </w:div>
      </w:divsChild>
    </w:div>
    <w:div w:id="1383678610">
      <w:bodyDiv w:val="1"/>
      <w:marLeft w:val="0"/>
      <w:marRight w:val="0"/>
      <w:marTop w:val="0"/>
      <w:marBottom w:val="0"/>
      <w:divBdr>
        <w:top w:val="none" w:sz="0" w:space="0" w:color="auto"/>
        <w:left w:val="none" w:sz="0" w:space="0" w:color="auto"/>
        <w:bottom w:val="none" w:sz="0" w:space="0" w:color="auto"/>
        <w:right w:val="none" w:sz="0" w:space="0" w:color="auto"/>
      </w:divBdr>
    </w:div>
    <w:div w:id="1573271002">
      <w:bodyDiv w:val="1"/>
      <w:marLeft w:val="0"/>
      <w:marRight w:val="0"/>
      <w:marTop w:val="0"/>
      <w:marBottom w:val="0"/>
      <w:divBdr>
        <w:top w:val="none" w:sz="0" w:space="0" w:color="auto"/>
        <w:left w:val="none" w:sz="0" w:space="0" w:color="auto"/>
        <w:bottom w:val="none" w:sz="0" w:space="0" w:color="auto"/>
        <w:right w:val="none" w:sz="0" w:space="0" w:color="auto"/>
      </w:divBdr>
    </w:div>
    <w:div w:id="190815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arlyyears.service@cambridgeshire.gov.uk"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hyperlink" Target="mailto:earlyyears.service@cambridgeshire.gov.uk"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c693.CCC.000\Local%20Settings\Temporary%20Internet%20Files\OLK2F7\Electronic%20Corporat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preadsheetupdated xmlns="1180b782-6ed4-4d92-b21d-756611a0d33e" xsi:nil="true"/>
    <lcf76f155ced4ddcb4097134ff3c332f xmlns="1180b782-6ed4-4d92-b21d-756611a0d33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DD8D7080350A6A48B3075A66FBCB4E9D" ma:contentTypeVersion="15" ma:contentTypeDescription="Create a new document." ma:contentTypeScope="" ma:versionID="66d748d07fe9067510d3605ef6d2f62b">
  <xsd:schema xmlns:xsd="http://www.w3.org/2001/XMLSchema" xmlns:xs="http://www.w3.org/2001/XMLSchema" xmlns:p="http://schemas.microsoft.com/office/2006/metadata/properties" xmlns:ns2="1180b782-6ed4-4d92-b21d-756611a0d33e" xmlns:ns3="110532c8-bba6-4af2-8c00-a1cb8d27f227" targetNamespace="http://schemas.microsoft.com/office/2006/metadata/properties" ma:root="true" ma:fieldsID="b001d72246a53943e41f04c3d245dac0" ns2:_="" ns3:_="">
    <xsd:import namespace="1180b782-6ed4-4d92-b21d-756611a0d33e"/>
    <xsd:import namespace="110532c8-bba6-4af2-8c00-a1cb8d27f22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Spreadsheetupdated"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80b782-6ed4-4d92-b21d-756611a0d3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a33aaf0-d2be-4910-a308-718f043c109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Spreadsheetupdated" ma:index="20" nillable="true" ma:displayName="Spreadsheet updated" ma:format="Dropdown" ma:internalName="Spreadsheetupdated">
      <xsd:simpleType>
        <xsd:restriction base="dms:Text">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0532c8-bba6-4af2-8c00-a1cb8d27f22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480CDD-7CA1-4ADD-9F79-E0C0ACF947DB}">
  <ds:schemaRefs>
    <ds:schemaRef ds:uri="http://schemas.openxmlformats.org/officeDocument/2006/bibliography"/>
  </ds:schemaRefs>
</ds:datastoreItem>
</file>

<file path=customXml/itemProps2.xml><?xml version="1.0" encoding="utf-8"?>
<ds:datastoreItem xmlns:ds="http://schemas.openxmlformats.org/officeDocument/2006/customXml" ds:itemID="{8E7216A3-6C57-4BFA-9394-8674849BA369}">
  <ds:schemaRefs>
    <ds:schemaRef ds:uri="http://schemas.microsoft.com/office/2006/metadata/properties"/>
    <ds:schemaRef ds:uri="http://schemas.microsoft.com/office/infopath/2007/PartnerControls"/>
    <ds:schemaRef ds:uri="1180b782-6ed4-4d92-b21d-756611a0d33e"/>
  </ds:schemaRefs>
</ds:datastoreItem>
</file>

<file path=customXml/itemProps3.xml><?xml version="1.0" encoding="utf-8"?>
<ds:datastoreItem xmlns:ds="http://schemas.openxmlformats.org/officeDocument/2006/customXml" ds:itemID="{D626C85B-A624-4ACF-B00C-CC1AD1381904}">
  <ds:schemaRefs>
    <ds:schemaRef ds:uri="http://schemas.microsoft.com/sharepoint/v3/contenttype/forms"/>
  </ds:schemaRefs>
</ds:datastoreItem>
</file>

<file path=customXml/itemProps4.xml><?xml version="1.0" encoding="utf-8"?>
<ds:datastoreItem xmlns:ds="http://schemas.openxmlformats.org/officeDocument/2006/customXml" ds:itemID="{78143E54-E8FD-4A48-8F81-043E43C3458D}">
  <ds:schemaRefs>
    <ds:schemaRef ds:uri="http://schemas.microsoft.com/office/2006/metadata/longProperties"/>
  </ds:schemaRefs>
</ds:datastoreItem>
</file>

<file path=customXml/itemProps5.xml><?xml version="1.0" encoding="utf-8"?>
<ds:datastoreItem xmlns:ds="http://schemas.openxmlformats.org/officeDocument/2006/customXml" ds:itemID="{D0D1921A-45CB-4A0F-928A-8C3CD8A769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80b782-6ed4-4d92-b21d-756611a0d33e"/>
    <ds:schemaRef ds:uri="110532c8-bba6-4af2-8c00-a1cb8d27f2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Electronic Corporate Letter Template</Template>
  <TotalTime>17</TotalTime>
  <Pages>11</Pages>
  <Words>3481</Words>
  <Characters>18927</Characters>
  <Application>Microsoft Office Word</Application>
  <DocSecurity>0</DocSecurity>
  <Lines>417</Lines>
  <Paragraphs>154</Paragraphs>
  <ScaleCrop>false</ScaleCrop>
  <HeadingPairs>
    <vt:vector size="2" baseType="variant">
      <vt:variant>
        <vt:lpstr>Title</vt:lpstr>
      </vt:variant>
      <vt:variant>
        <vt:i4>1</vt:i4>
      </vt:variant>
    </vt:vector>
  </HeadingPairs>
  <TitlesOfParts>
    <vt:vector size="1" baseType="lpstr">
      <vt:lpstr>New corporate letterhead word template Col(Blue) FINAL</vt:lpstr>
    </vt:vector>
  </TitlesOfParts>
  <Company>Cambridgeshire County Council</Company>
  <LinksUpToDate>false</LinksUpToDate>
  <CharactersWithSpaces>22446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corporate letterhead word template Col(Blue) FINAL</dc:title>
  <dc:subject/>
  <dc:creator>Eleanor Pasfield</dc:creator>
  <cp:keywords>New corporate letterhead word template</cp:keywords>
  <cp:lastModifiedBy>Gorefield Pre-School</cp:lastModifiedBy>
  <cp:revision>43</cp:revision>
  <cp:lastPrinted>2025-11-05T11:54:00Z</cp:lastPrinted>
  <dcterms:created xsi:type="dcterms:W3CDTF">2024-08-30T13:36:00Z</dcterms:created>
  <dcterms:modified xsi:type="dcterms:W3CDTF">2025-11-12T14:29:00Z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Publisher">
    <vt:lpwstr>Cambridgeshire County Council</vt:lpwstr>
  </property>
  <property fmtid="{D5CDD505-2E9C-101B-9397-08002B2CF9AE}" pid="4" name="FOI Rights">
    <vt:lpwstr>Undecided</vt:lpwstr>
  </property>
  <property fmtid="{D5CDD505-2E9C-101B-9397-08002B2CF9AE}" pid="5" name="Document type0">
    <vt:lpwstr>;#Forms and templates;#5;#;#;#;#;#</vt:lpwstr>
  </property>
  <property fmtid="{D5CDD505-2E9C-101B-9397-08002B2CF9AE}" pid="6" name="EIR Rights">
    <vt:lpwstr>Undecided</vt:lpwstr>
  </property>
  <property fmtid="{D5CDD505-2E9C-101B-9397-08002B2CF9AE}" pid="7" name="Disposal Date">
    <vt:lpwstr>2011-05-14T00:00:00Z</vt:lpwstr>
  </property>
  <property fmtid="{D5CDD505-2E9C-101B-9397-08002B2CF9AE}" pid="8" name="Summary">
    <vt:lpwstr>New corporate letterhead word template</vt:lpwstr>
  </property>
  <property fmtid="{D5CDD505-2E9C-101B-9397-08002B2CF9AE}" pid="9" name="ContentType">
    <vt:lpwstr>Basic metadata</vt:lpwstr>
  </property>
  <property fmtid="{D5CDD505-2E9C-101B-9397-08002B2CF9AE}" pid="10" name="Subject Category1">
    <vt:lpwstr>;#Communications and information;#31;#Customer service;#34;#Policy and standards;#50;#</vt:lpwstr>
  </property>
  <property fmtid="{D5CDD505-2E9C-101B-9397-08002B2CF9AE}" pid="11" name="Subject Category">
    <vt:lpwstr/>
  </property>
  <property fmtid="{D5CDD505-2E9C-101B-9397-08002B2CF9AE}" pid="12" name="EmailTo">
    <vt:lpwstr/>
  </property>
  <property fmtid="{D5CDD505-2E9C-101B-9397-08002B2CF9AE}" pid="13" name="EmailSender">
    <vt:lpwstr/>
  </property>
  <property fmtid="{D5CDD505-2E9C-101B-9397-08002B2CF9AE}" pid="14" name="EmailFrom">
    <vt:lpwstr/>
  </property>
  <property fmtid="{D5CDD505-2E9C-101B-9397-08002B2CF9AE}" pid="15" name="EmailSubject">
    <vt:lpwstr/>
  </property>
  <property fmtid="{D5CDD505-2E9C-101B-9397-08002B2CF9AE}" pid="16" name="Document Type">
    <vt:lpwstr/>
  </property>
  <property fmtid="{D5CDD505-2E9C-101B-9397-08002B2CF9AE}" pid="17" name="EmailCc">
    <vt:lpwstr/>
  </property>
  <property fmtid="{D5CDD505-2E9C-101B-9397-08002B2CF9AE}" pid="18" name="ContentTypeId">
    <vt:lpwstr>0x010100DD8D7080350A6A48B3075A66FBCB4E9D</vt:lpwstr>
  </property>
  <property fmtid="{D5CDD505-2E9C-101B-9397-08002B2CF9AE}" pid="19" name="Spreadsheetupdated">
    <vt:lpwstr/>
  </property>
  <property fmtid="{D5CDD505-2E9C-101B-9397-08002B2CF9AE}" pid="20" name="lcf76f155ced4ddcb4097134ff3c332f">
    <vt:lpwstr/>
  </property>
  <property fmtid="{D5CDD505-2E9C-101B-9397-08002B2CF9AE}" pid="21" name="MediaServiceImageTags">
    <vt:lpwstr/>
  </property>
</Properties>
</file>